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3CE41E" w14:textId="77777777" w:rsidR="00555DCC" w:rsidRDefault="00555DCC" w:rsidP="00B37D27">
      <w:pPr>
        <w:pBdr>
          <w:top w:val="nil"/>
          <w:left w:val="nil"/>
          <w:bottom w:val="nil"/>
          <w:right w:val="nil"/>
          <w:between w:val="nil"/>
        </w:pBdr>
        <w:spacing w:after="0"/>
        <w:contextualSpacing/>
        <w:jc w:val="center"/>
        <w:rPr>
          <w:rFonts w:ascii="Arial" w:eastAsia="Arial" w:hAnsi="Arial" w:cs="Arial"/>
          <w:b/>
          <w:sz w:val="28"/>
          <w:szCs w:val="28"/>
          <w:lang w:val="it-IT" w:eastAsia="en-GB" w:bidi="ar-SA"/>
        </w:rPr>
      </w:pPr>
    </w:p>
    <w:p w14:paraId="4D3AFBBC" w14:textId="08189DA3" w:rsidR="00E36EA1" w:rsidRPr="00914021" w:rsidRDefault="00E36EA1" w:rsidP="00983244">
      <w:pPr>
        <w:pStyle w:val="Heading3"/>
        <w:spacing w:line="360" w:lineRule="auto"/>
        <w:jc w:val="center"/>
        <w:rPr>
          <w:rFonts w:ascii="Arial" w:hAnsi="Arial" w:cs="Arial"/>
          <w:b/>
          <w:bCs/>
          <w:i w:val="0"/>
          <w:iCs w:val="0"/>
          <w:color w:val="000000" w:themeColor="text1"/>
          <w:w w:val="105"/>
          <w:sz w:val="24"/>
          <w:szCs w:val="24"/>
          <w:lang w:val="it-IT"/>
        </w:rPr>
      </w:pPr>
      <w:r w:rsidRPr="00914021">
        <w:rPr>
          <w:rFonts w:ascii="Arial" w:hAnsi="Arial" w:cs="Arial"/>
          <w:b/>
          <w:bCs/>
          <w:i w:val="0"/>
          <w:iCs w:val="0"/>
          <w:color w:val="000000" w:themeColor="text1"/>
          <w:w w:val="105"/>
          <w:sz w:val="24"/>
          <w:szCs w:val="24"/>
          <w:lang w:val="it-IT"/>
        </w:rPr>
        <w:t>LA GAMMA  F-PACE SI ARRICCHISCE CON DUE SPECIALI  EDIZIONI LIMITATE:</w:t>
      </w:r>
    </w:p>
    <w:p w14:paraId="6511FE50" w14:textId="64F46720" w:rsidR="00E36EA1" w:rsidRPr="00914021" w:rsidRDefault="00E36EA1" w:rsidP="00983244">
      <w:pPr>
        <w:pStyle w:val="Heading3"/>
        <w:spacing w:line="360" w:lineRule="auto"/>
        <w:jc w:val="center"/>
        <w:rPr>
          <w:rFonts w:ascii="Arial" w:hAnsi="Arial" w:cs="Arial"/>
          <w:b/>
          <w:bCs/>
          <w:i w:val="0"/>
          <w:iCs w:val="0"/>
          <w:color w:val="000000" w:themeColor="text1"/>
          <w:w w:val="105"/>
          <w:sz w:val="24"/>
          <w:szCs w:val="24"/>
          <w:lang w:val="it-IT"/>
        </w:rPr>
      </w:pPr>
      <w:r w:rsidRPr="00914021">
        <w:rPr>
          <w:rFonts w:ascii="Arial" w:hAnsi="Arial" w:cs="Arial"/>
          <w:b/>
          <w:bCs/>
          <w:i w:val="0"/>
          <w:iCs w:val="0"/>
          <w:color w:val="000000" w:themeColor="text1"/>
          <w:w w:val="105"/>
          <w:sz w:val="24"/>
          <w:szCs w:val="24"/>
          <w:lang w:val="it-IT"/>
        </w:rPr>
        <w:t>LA F-PACE GREENSTO</w:t>
      </w:r>
      <w:r w:rsidR="007C3375" w:rsidRPr="00914021">
        <w:rPr>
          <w:rFonts w:ascii="Arial" w:hAnsi="Arial" w:cs="Arial"/>
          <w:b/>
          <w:bCs/>
          <w:i w:val="0"/>
          <w:iCs w:val="0"/>
          <w:color w:val="000000" w:themeColor="text1"/>
          <w:w w:val="105"/>
          <w:sz w:val="24"/>
          <w:szCs w:val="24"/>
          <w:lang w:val="it-IT"/>
        </w:rPr>
        <w:t>N</w:t>
      </w:r>
      <w:r w:rsidR="001B4D99">
        <w:rPr>
          <w:rFonts w:ascii="Arial" w:hAnsi="Arial" w:cs="Arial"/>
          <w:b/>
          <w:bCs/>
          <w:i w:val="0"/>
          <w:iCs w:val="0"/>
          <w:color w:val="000000" w:themeColor="text1"/>
          <w:w w:val="105"/>
          <w:sz w:val="24"/>
          <w:szCs w:val="24"/>
          <w:lang w:val="it-IT"/>
        </w:rPr>
        <w:t xml:space="preserve">E E LA </w:t>
      </w:r>
      <w:r w:rsidRPr="00914021">
        <w:rPr>
          <w:rFonts w:ascii="Arial" w:hAnsi="Arial" w:cs="Arial"/>
          <w:b/>
          <w:bCs/>
          <w:i w:val="0"/>
          <w:iCs w:val="0"/>
          <w:color w:val="000000" w:themeColor="text1"/>
          <w:w w:val="105"/>
          <w:sz w:val="24"/>
          <w:szCs w:val="24"/>
          <w:lang w:val="it-IT"/>
        </w:rPr>
        <w:t>F-PACE GREYSTONE</w:t>
      </w:r>
    </w:p>
    <w:p w14:paraId="561F80F4" w14:textId="11A306CE" w:rsidR="00E36EA1" w:rsidRPr="00914021" w:rsidRDefault="00E36EA1" w:rsidP="00E36EA1">
      <w:pPr>
        <w:rPr>
          <w:b/>
          <w:bCs/>
          <w:lang w:val="it-IT" w:bidi="ar-SA"/>
        </w:rPr>
      </w:pPr>
    </w:p>
    <w:p w14:paraId="6564542E" w14:textId="69349D8F" w:rsidR="00FA5C9E" w:rsidRDefault="00FA5C9E" w:rsidP="00FA5C9E">
      <w:pPr>
        <w:jc w:val="both"/>
        <w:rPr>
          <w:rFonts w:ascii="Arial" w:hAnsi="Arial" w:cs="Arial"/>
          <w:lang w:val="it-IT"/>
        </w:rPr>
      </w:pPr>
      <w:r w:rsidRPr="00914021">
        <w:rPr>
          <w:rFonts w:ascii="Arial" w:hAnsi="Arial" w:cs="Arial"/>
          <w:lang w:val="it-IT" w:bidi="ar-SA"/>
        </w:rPr>
        <w:t>In arrivo</w:t>
      </w:r>
      <w:r>
        <w:rPr>
          <w:rFonts w:ascii="Arial" w:hAnsi="Arial" w:cs="Arial"/>
          <w:lang w:val="it-IT" w:bidi="ar-SA"/>
        </w:rPr>
        <w:t>,</w:t>
      </w:r>
      <w:r w:rsidRPr="00914021">
        <w:rPr>
          <w:rFonts w:ascii="Arial" w:hAnsi="Arial" w:cs="Arial"/>
          <w:lang w:val="it-IT" w:bidi="ar-SA"/>
        </w:rPr>
        <w:t xml:space="preserve"> </w:t>
      </w:r>
      <w:r>
        <w:rPr>
          <w:rFonts w:ascii="Arial" w:hAnsi="Arial" w:cs="Arial"/>
          <w:lang w:val="it-IT" w:bidi="ar-SA"/>
        </w:rPr>
        <w:t xml:space="preserve">solo </w:t>
      </w:r>
      <w:r w:rsidRPr="00914021">
        <w:rPr>
          <w:rFonts w:ascii="Arial" w:hAnsi="Arial" w:cs="Arial"/>
          <w:lang w:val="it-IT" w:bidi="ar-SA"/>
        </w:rPr>
        <w:t>sul mercato italiano, due speciali Limited Edition</w:t>
      </w:r>
      <w:r>
        <w:rPr>
          <w:rFonts w:ascii="Arial" w:hAnsi="Arial" w:cs="Arial"/>
          <w:lang w:val="it-IT" w:bidi="ar-SA"/>
        </w:rPr>
        <w:t xml:space="preserve"> della Jaguar </w:t>
      </w:r>
      <w:r w:rsidRPr="00914021">
        <w:rPr>
          <w:rFonts w:ascii="Arial" w:hAnsi="Arial" w:cs="Arial"/>
          <w:lang w:val="it-IT" w:bidi="ar-SA"/>
        </w:rPr>
        <w:t>F-Pace</w:t>
      </w:r>
      <w:r>
        <w:rPr>
          <w:rFonts w:ascii="Arial" w:hAnsi="Arial" w:cs="Arial"/>
          <w:lang w:val="it-IT" w:bidi="ar-SA"/>
        </w:rPr>
        <w:t>, la</w:t>
      </w:r>
      <w:r w:rsidRPr="00914021">
        <w:rPr>
          <w:rFonts w:ascii="Arial" w:hAnsi="Arial" w:cs="Arial"/>
          <w:lang w:val="it-IT" w:bidi="ar-SA"/>
        </w:rPr>
        <w:t xml:space="preserve"> </w:t>
      </w:r>
      <w:r w:rsidRPr="004C500D">
        <w:rPr>
          <w:rFonts w:ascii="Arial" w:hAnsi="Arial" w:cs="Arial"/>
          <w:b/>
          <w:bCs/>
          <w:lang w:val="it-IT" w:bidi="ar-SA"/>
        </w:rPr>
        <w:t>Greenstone e la Greystone</w:t>
      </w:r>
      <w:r w:rsidRPr="00914021">
        <w:rPr>
          <w:rFonts w:ascii="Arial" w:hAnsi="Arial" w:cs="Arial"/>
          <w:lang w:val="it-IT" w:bidi="ar-SA"/>
        </w:rPr>
        <w:t xml:space="preserve">,  realizzate sulla base della F-Pace </w:t>
      </w:r>
      <w:r>
        <w:rPr>
          <w:rFonts w:ascii="Arial" w:hAnsi="Arial" w:cs="Arial"/>
          <w:lang w:val="it-IT" w:bidi="ar-SA"/>
        </w:rPr>
        <w:t>R-</w:t>
      </w:r>
      <w:r w:rsidRPr="00914021">
        <w:rPr>
          <w:rFonts w:ascii="Arial" w:hAnsi="Arial" w:cs="Arial"/>
          <w:lang w:val="it-IT" w:bidi="ar-SA"/>
        </w:rPr>
        <w:t>Dynamic</w:t>
      </w:r>
      <w:r w:rsidR="00CB0D24">
        <w:rPr>
          <w:rFonts w:ascii="Arial" w:hAnsi="Arial" w:cs="Arial"/>
          <w:lang w:val="it-IT" w:bidi="ar-SA"/>
        </w:rPr>
        <w:t xml:space="preserve"> SE</w:t>
      </w:r>
      <w:r w:rsidRPr="00914021">
        <w:rPr>
          <w:rFonts w:ascii="Arial" w:hAnsi="Arial" w:cs="Arial"/>
          <w:lang w:val="it-IT" w:bidi="ar-SA"/>
        </w:rPr>
        <w:t xml:space="preserve"> con l’obiettivo di rendere l’offerta al cliente sempre più  ricca, personalizzata e tailor made per soddisfare le esigenze più esclusive e diversificate.</w:t>
      </w:r>
      <w:r w:rsidRPr="008A54B4">
        <w:rPr>
          <w:rFonts w:ascii="Arial" w:hAnsi="Arial" w:cs="Arial"/>
          <w:lang w:val="it-IT"/>
        </w:rPr>
        <w:t xml:space="preserve"> </w:t>
      </w:r>
    </w:p>
    <w:p w14:paraId="54FE60AC" w14:textId="2FD4B1DE" w:rsidR="00FA5C9E" w:rsidRDefault="00FA5C9E" w:rsidP="00FA5C9E">
      <w:pPr>
        <w:jc w:val="both"/>
        <w:rPr>
          <w:rFonts w:ascii="Arial" w:hAnsi="Arial" w:cs="Arial"/>
          <w:lang w:val="it-IT"/>
        </w:rPr>
      </w:pPr>
      <w:r>
        <w:rPr>
          <w:rFonts w:ascii="Arial" w:hAnsi="Arial" w:cs="Arial"/>
          <w:lang w:val="it-IT"/>
        </w:rPr>
        <w:t>Scopo di entrambe le Limited Edition, scelte dal mercato italiano per la propria clientela</w:t>
      </w:r>
      <w:r w:rsidR="00CB0D24">
        <w:rPr>
          <w:rFonts w:ascii="Arial" w:hAnsi="Arial" w:cs="Arial"/>
          <w:lang w:val="it-IT"/>
        </w:rPr>
        <w:t>,</w:t>
      </w:r>
      <w:r>
        <w:rPr>
          <w:rFonts w:ascii="Arial" w:hAnsi="Arial" w:cs="Arial"/>
          <w:lang w:val="it-IT"/>
        </w:rPr>
        <w:t xml:space="preserve"> è quello di offrire due vetture estremamente eleganti,  ispirandosi a due colorazioni classiche di Jaguar: il verde scuro ed il grigio, ma di rivederle in chiave attuale ed il linea con lo stile ancora più contemporaneo</w:t>
      </w:r>
      <w:r w:rsidR="00D01BD1">
        <w:rPr>
          <w:rFonts w:ascii="Arial" w:hAnsi="Arial" w:cs="Arial"/>
          <w:lang w:val="it-IT"/>
        </w:rPr>
        <w:t xml:space="preserve"> ed </w:t>
      </w:r>
      <w:r>
        <w:rPr>
          <w:rFonts w:ascii="Arial" w:hAnsi="Arial" w:cs="Arial"/>
          <w:lang w:val="it-IT"/>
        </w:rPr>
        <w:t xml:space="preserve"> essenziale </w:t>
      </w:r>
      <w:r w:rsidR="00D01BD1">
        <w:rPr>
          <w:rFonts w:ascii="Arial" w:hAnsi="Arial" w:cs="Arial"/>
          <w:lang w:val="it-IT"/>
        </w:rPr>
        <w:t xml:space="preserve">che si addice ad </w:t>
      </w:r>
      <w:r>
        <w:rPr>
          <w:rFonts w:ascii="Arial" w:hAnsi="Arial" w:cs="Arial"/>
          <w:lang w:val="it-IT"/>
        </w:rPr>
        <w:t xml:space="preserve">una vettura come la F-Pace che, </w:t>
      </w:r>
      <w:r w:rsidR="00D01BD1">
        <w:rPr>
          <w:rFonts w:ascii="Arial" w:hAnsi="Arial" w:cs="Arial"/>
          <w:lang w:val="it-IT"/>
        </w:rPr>
        <w:t xml:space="preserve">con il </w:t>
      </w:r>
      <w:r>
        <w:rPr>
          <w:rFonts w:ascii="Arial" w:hAnsi="Arial" w:cs="Arial"/>
          <w:lang w:val="it-IT"/>
        </w:rPr>
        <w:t xml:space="preserve">Model Year 2021, ha assunto un nuovo look esterno più accattivante, </w:t>
      </w:r>
      <w:r w:rsidR="00D01BD1">
        <w:rPr>
          <w:rFonts w:ascii="Arial" w:hAnsi="Arial" w:cs="Arial"/>
          <w:lang w:val="it-IT"/>
        </w:rPr>
        <w:t xml:space="preserve">ha acquisto interni </w:t>
      </w:r>
      <w:r>
        <w:rPr>
          <w:rFonts w:ascii="Arial" w:hAnsi="Arial" w:cs="Arial"/>
          <w:lang w:val="it-IT"/>
        </w:rPr>
        <w:t>completamente rinnovati di pregevole fattura e</w:t>
      </w:r>
      <w:r w:rsidR="002D7821">
        <w:rPr>
          <w:rFonts w:ascii="Arial" w:hAnsi="Arial" w:cs="Arial"/>
          <w:lang w:val="it-IT"/>
        </w:rPr>
        <w:t xml:space="preserve">d offre </w:t>
      </w:r>
      <w:r w:rsidR="00D01BD1">
        <w:rPr>
          <w:rFonts w:ascii="Arial" w:hAnsi="Arial" w:cs="Arial"/>
          <w:lang w:val="it-IT"/>
        </w:rPr>
        <w:t>un</w:t>
      </w:r>
      <w:r>
        <w:rPr>
          <w:rFonts w:ascii="Arial" w:hAnsi="Arial" w:cs="Arial"/>
          <w:lang w:val="it-IT"/>
        </w:rPr>
        <w:t xml:space="preserve"> sistema di infotainment PiviPro di ultima generazione.</w:t>
      </w:r>
    </w:p>
    <w:p w14:paraId="3DCF78E8" w14:textId="3D040088" w:rsidR="00FA5C9E" w:rsidRDefault="00FA5C9E" w:rsidP="00FA5C9E">
      <w:pPr>
        <w:jc w:val="both"/>
        <w:rPr>
          <w:rFonts w:ascii="Arial" w:hAnsi="Arial" w:cs="Arial"/>
          <w:lang w:val="it-IT" w:bidi="ar-SA"/>
        </w:rPr>
      </w:pPr>
      <w:r>
        <w:rPr>
          <w:rFonts w:ascii="Arial" w:hAnsi="Arial" w:cs="Arial"/>
          <w:lang w:val="it-IT" w:bidi="ar-SA"/>
        </w:rPr>
        <w:t>L’iniziativa di realizzare queste edizioni limitate, rese uniche dalle personalizzazioni di allestimenti e dal pacchetto degli optional inseriti, è stata guidata dalla volontà di andare sempre più nella direzione di intercettare le aspettative del Cliente e di offrire delle experience su misura nella scelta della vettura che possano fare la differenza, garantendo  anche un’ottimizzazione del rapporto costo-vantaggi.</w:t>
      </w:r>
    </w:p>
    <w:p w14:paraId="5B5E2EA0" w14:textId="77777777" w:rsidR="00FA5C9E" w:rsidRDefault="00FA5C9E" w:rsidP="00FA5C9E">
      <w:pPr>
        <w:jc w:val="both"/>
        <w:rPr>
          <w:rFonts w:ascii="Arial" w:hAnsi="Arial" w:cs="Arial"/>
          <w:lang w:val="it-IT"/>
        </w:rPr>
      </w:pPr>
      <w:r w:rsidRPr="00914021">
        <w:rPr>
          <w:rFonts w:ascii="Arial" w:hAnsi="Arial" w:cs="Arial"/>
          <w:lang w:val="it-IT" w:bidi="ar-SA"/>
        </w:rPr>
        <w:t xml:space="preserve">Le due Limited Edition, </w:t>
      </w:r>
      <w:r>
        <w:rPr>
          <w:rFonts w:ascii="Arial" w:hAnsi="Arial" w:cs="Arial"/>
          <w:lang w:val="it-IT" w:bidi="ar-SA"/>
        </w:rPr>
        <w:t xml:space="preserve">prodotte in un numero limitato di esemplari, </w:t>
      </w:r>
      <w:r w:rsidRPr="00914021">
        <w:rPr>
          <w:rFonts w:ascii="Arial" w:hAnsi="Arial" w:cs="Arial"/>
          <w:lang w:val="it-IT" w:bidi="ar-SA"/>
        </w:rPr>
        <w:t xml:space="preserve">di grande appeal ed impatto, realizzate </w:t>
      </w:r>
      <w:r w:rsidRPr="00914021">
        <w:rPr>
          <w:rFonts w:ascii="Arial" w:hAnsi="Arial" w:cs="Arial"/>
          <w:lang w:val="it-IT"/>
        </w:rPr>
        <w:t>su base R-D</w:t>
      </w:r>
      <w:r>
        <w:rPr>
          <w:rFonts w:ascii="Arial" w:hAnsi="Arial" w:cs="Arial"/>
          <w:lang w:val="it-IT"/>
        </w:rPr>
        <w:t>ynamic</w:t>
      </w:r>
      <w:r w:rsidRPr="00914021">
        <w:rPr>
          <w:rFonts w:ascii="Arial" w:hAnsi="Arial" w:cs="Arial"/>
          <w:lang w:val="it-IT"/>
        </w:rPr>
        <w:t xml:space="preserve"> SE, sono entrambe caratterizzate dal black pack, cerchi neri lucidi</w:t>
      </w:r>
      <w:r>
        <w:rPr>
          <w:rFonts w:ascii="Arial" w:hAnsi="Arial" w:cs="Arial"/>
          <w:lang w:val="it-IT"/>
        </w:rPr>
        <w:t xml:space="preserve"> </w:t>
      </w:r>
      <w:r w:rsidRPr="00914021">
        <w:rPr>
          <w:rFonts w:ascii="Arial" w:hAnsi="Arial" w:cs="Arial"/>
          <w:lang w:val="it-IT"/>
        </w:rPr>
        <w:t xml:space="preserve"> ed interni Ebony/Siena Tan. Offrono le medesime dotazioni</w:t>
      </w:r>
      <w:r>
        <w:rPr>
          <w:rFonts w:ascii="Arial" w:hAnsi="Arial" w:cs="Arial"/>
          <w:lang w:val="it-IT"/>
        </w:rPr>
        <w:t xml:space="preserve"> ed un pacchetto </w:t>
      </w:r>
      <w:r w:rsidRPr="00914021">
        <w:rPr>
          <w:rFonts w:ascii="Arial" w:hAnsi="Arial" w:cs="Arial"/>
          <w:lang w:val="it-IT"/>
        </w:rPr>
        <w:t>di optional scelti tra quelli più richiesti</w:t>
      </w:r>
      <w:r>
        <w:rPr>
          <w:rFonts w:ascii="Arial" w:hAnsi="Arial" w:cs="Arial"/>
          <w:lang w:val="it-IT"/>
        </w:rPr>
        <w:t xml:space="preserve"> ed adatti a sottolineare la personalità di Greenstone e Greystone</w:t>
      </w:r>
      <w:r w:rsidRPr="00914021">
        <w:rPr>
          <w:rFonts w:ascii="Arial" w:hAnsi="Arial" w:cs="Arial"/>
          <w:lang w:val="it-IT"/>
        </w:rPr>
        <w:t xml:space="preserve">. </w:t>
      </w:r>
    </w:p>
    <w:p w14:paraId="472FA1DE" w14:textId="228D549D" w:rsidR="00FA5C9E" w:rsidRDefault="00FA5C9E" w:rsidP="00FA5C9E">
      <w:pPr>
        <w:jc w:val="both"/>
        <w:rPr>
          <w:rFonts w:ascii="Arial" w:hAnsi="Arial" w:cs="Arial"/>
          <w:b/>
          <w:bCs/>
          <w:lang w:val="it-IT"/>
        </w:rPr>
      </w:pPr>
      <w:r>
        <w:rPr>
          <w:rFonts w:ascii="Arial" w:hAnsi="Arial" w:cs="Arial"/>
          <w:lang w:val="it-IT"/>
        </w:rPr>
        <w:t>Elemento  di particolare rilievo e distinzione sono le due colorazioni ( verde e grigio) della carrozzeria: in particolare la Greenstone vanta una colorazione unica,</w:t>
      </w:r>
      <w:r w:rsidRPr="007B1261">
        <w:rPr>
          <w:rFonts w:ascii="Arial" w:hAnsi="Arial" w:cs="Arial"/>
          <w:b/>
          <w:bCs/>
          <w:lang w:val="it-IT"/>
        </w:rPr>
        <w:t xml:space="preserve"> frutto della maestria realizzativa del nostro SVO, Special </w:t>
      </w:r>
      <w:r w:rsidRPr="008A54B4">
        <w:rPr>
          <w:rFonts w:ascii="Arial" w:hAnsi="Arial" w:cs="Arial"/>
          <w:b/>
          <w:bCs/>
          <w:lang w:val="it-IT"/>
        </w:rPr>
        <w:t xml:space="preserve">Vehicle Operations </w:t>
      </w:r>
      <w:r>
        <w:rPr>
          <w:rFonts w:ascii="Arial" w:hAnsi="Arial" w:cs="Arial"/>
          <w:lang w:val="it-IT"/>
        </w:rPr>
        <w:t xml:space="preserve">che si occupa di progettare e realizzare vetture particolari e personalizzate “ad immagine e somiglianza” del proprio Cliente. SVO vanta uno dei reparti di verniciatura più sofisticati e, proprio da questa divisione, è  stato prodotto </w:t>
      </w:r>
      <w:r w:rsidRPr="008A54B4">
        <w:rPr>
          <w:rFonts w:ascii="Arial" w:hAnsi="Arial" w:cs="Arial"/>
          <w:b/>
          <w:bCs/>
          <w:lang w:val="it-IT"/>
        </w:rPr>
        <w:t xml:space="preserve"> l’ultra metallic </w:t>
      </w:r>
      <w:r>
        <w:rPr>
          <w:rFonts w:ascii="Arial" w:hAnsi="Arial" w:cs="Arial"/>
          <w:b/>
          <w:bCs/>
          <w:lang w:val="it-IT"/>
        </w:rPr>
        <w:t>Forest G</w:t>
      </w:r>
      <w:r w:rsidRPr="008A54B4">
        <w:rPr>
          <w:rFonts w:ascii="Arial" w:hAnsi="Arial" w:cs="Arial"/>
          <w:b/>
          <w:bCs/>
          <w:lang w:val="it-IT"/>
        </w:rPr>
        <w:t>reen</w:t>
      </w:r>
      <w:r w:rsidR="00CB0D24">
        <w:rPr>
          <w:rFonts w:ascii="Arial" w:hAnsi="Arial" w:cs="Arial"/>
          <w:b/>
          <w:bCs/>
          <w:lang w:val="it-IT"/>
        </w:rPr>
        <w:t>.</w:t>
      </w:r>
      <w:r w:rsidRPr="008A54B4">
        <w:rPr>
          <w:rFonts w:ascii="Arial" w:hAnsi="Arial" w:cs="Arial"/>
          <w:b/>
          <w:bCs/>
          <w:lang w:val="it-IT"/>
        </w:rPr>
        <w:t xml:space="preserve">  </w:t>
      </w:r>
    </w:p>
    <w:p w14:paraId="09619127" w14:textId="77777777" w:rsidR="00FA5C9E" w:rsidRDefault="00FA5C9E" w:rsidP="00FA5C9E">
      <w:pPr>
        <w:jc w:val="both"/>
        <w:rPr>
          <w:rFonts w:ascii="Arial" w:hAnsi="Arial" w:cs="Arial"/>
          <w:lang w:val="it-IT"/>
        </w:rPr>
      </w:pPr>
      <w:r>
        <w:rPr>
          <w:rFonts w:ascii="Arial" w:hAnsi="Arial" w:cs="Arial"/>
          <w:lang w:val="it-IT"/>
        </w:rPr>
        <w:t xml:space="preserve">Greystone è invece caratterizzata dal </w:t>
      </w:r>
      <w:r w:rsidRPr="008A54B4">
        <w:rPr>
          <w:rFonts w:ascii="Arial" w:hAnsi="Arial" w:cs="Arial"/>
          <w:b/>
          <w:bCs/>
          <w:lang w:val="it-IT"/>
        </w:rPr>
        <w:t xml:space="preserve">premium </w:t>
      </w:r>
      <w:r>
        <w:rPr>
          <w:rFonts w:ascii="Arial" w:hAnsi="Arial" w:cs="Arial"/>
          <w:b/>
          <w:bCs/>
          <w:lang w:val="it-IT"/>
        </w:rPr>
        <w:t>m</w:t>
      </w:r>
      <w:r w:rsidRPr="008A54B4">
        <w:rPr>
          <w:rFonts w:ascii="Arial" w:hAnsi="Arial" w:cs="Arial"/>
          <w:b/>
          <w:bCs/>
          <w:lang w:val="it-IT"/>
        </w:rPr>
        <w:t xml:space="preserve">etallic </w:t>
      </w:r>
      <w:r>
        <w:rPr>
          <w:rFonts w:ascii="Arial" w:hAnsi="Arial" w:cs="Arial"/>
          <w:b/>
          <w:bCs/>
          <w:lang w:val="it-IT"/>
        </w:rPr>
        <w:t xml:space="preserve">Charente </w:t>
      </w:r>
      <w:r w:rsidRPr="008A54B4">
        <w:rPr>
          <w:rFonts w:ascii="Arial" w:hAnsi="Arial" w:cs="Arial"/>
          <w:b/>
          <w:bCs/>
          <w:lang w:val="it-IT"/>
        </w:rPr>
        <w:t>grey</w:t>
      </w:r>
      <w:r>
        <w:rPr>
          <w:rFonts w:ascii="Arial" w:hAnsi="Arial" w:cs="Arial"/>
          <w:b/>
          <w:bCs/>
          <w:lang w:val="it-IT"/>
        </w:rPr>
        <w:t xml:space="preserve">, un colore profondo </w:t>
      </w:r>
      <w:r>
        <w:rPr>
          <w:rFonts w:ascii="Arial" w:hAnsi="Arial" w:cs="Arial"/>
          <w:lang w:val="it-IT"/>
        </w:rPr>
        <w:t xml:space="preserve"> con dei riflessi eleganti, classici  ma rivisitati in maniera  decisamente  contemporanea.  </w:t>
      </w:r>
    </w:p>
    <w:p w14:paraId="7F0A2DED" w14:textId="77777777" w:rsidR="00FA5C9E" w:rsidRPr="007B1261" w:rsidRDefault="00FA5C9E" w:rsidP="00FA5C9E">
      <w:pPr>
        <w:jc w:val="both"/>
        <w:rPr>
          <w:rFonts w:ascii="Arial" w:hAnsi="Arial" w:cs="Arial"/>
          <w:lang w:val="it-IT"/>
        </w:rPr>
      </w:pPr>
      <w:r w:rsidRPr="007B1261">
        <w:rPr>
          <w:rFonts w:ascii="Arial" w:hAnsi="Arial" w:cs="Arial"/>
          <w:lang w:val="it-IT"/>
        </w:rPr>
        <w:t>Cerchi in lega Gloss Black, Black Exterior Pack , tetto pa</w:t>
      </w:r>
      <w:r>
        <w:rPr>
          <w:rFonts w:ascii="Arial" w:hAnsi="Arial" w:cs="Arial"/>
          <w:lang w:val="it-IT"/>
        </w:rPr>
        <w:t xml:space="preserve">noramico , interni in  pelle goffrataEbony/ Siena Tan, inserti in alluminio  completano l’esclusiva personalizzazione delle  2  vetture in edizione limitata. </w:t>
      </w:r>
    </w:p>
    <w:p w14:paraId="4490D61B" w14:textId="77777777" w:rsidR="00FA5C9E" w:rsidRDefault="00FA5C9E" w:rsidP="00FA5C9E">
      <w:pPr>
        <w:jc w:val="both"/>
        <w:rPr>
          <w:rFonts w:ascii="Arial" w:hAnsi="Arial" w:cs="Arial"/>
          <w:lang w:val="it-IT"/>
        </w:rPr>
      </w:pPr>
      <w:r w:rsidRPr="00914021">
        <w:rPr>
          <w:rFonts w:ascii="Arial" w:hAnsi="Arial" w:cs="Arial"/>
          <w:lang w:val="it-IT"/>
        </w:rPr>
        <w:t xml:space="preserve">La </w:t>
      </w:r>
      <w:r w:rsidRPr="007B1261">
        <w:rPr>
          <w:rFonts w:ascii="Arial" w:hAnsi="Arial" w:cs="Arial"/>
          <w:b/>
          <w:bCs/>
          <w:lang w:val="it-IT"/>
        </w:rPr>
        <w:t>Jaguar F-Pace Greystone</w:t>
      </w:r>
      <w:r>
        <w:rPr>
          <w:rFonts w:ascii="Arial" w:hAnsi="Arial" w:cs="Arial"/>
          <w:lang w:val="it-IT"/>
        </w:rPr>
        <w:t xml:space="preserve">  e’ disponibile  in 100 esemplari nelle motorizzazioni </w:t>
      </w:r>
      <w:r w:rsidRPr="00914021">
        <w:rPr>
          <w:rFonts w:ascii="Arial" w:hAnsi="Arial" w:cs="Arial"/>
          <w:lang w:val="it-IT"/>
        </w:rPr>
        <w:t xml:space="preserve"> D200 ed è in vendita con prezzo  d</w:t>
      </w:r>
      <w:r>
        <w:rPr>
          <w:rFonts w:ascii="Arial" w:hAnsi="Arial" w:cs="Arial"/>
          <w:lang w:val="it-IT"/>
        </w:rPr>
        <w:t xml:space="preserve">i Euro 72.900 per  la D200.  </w:t>
      </w:r>
    </w:p>
    <w:p w14:paraId="0372B124" w14:textId="77777777" w:rsidR="00FA5C9E" w:rsidRPr="00983244" w:rsidRDefault="00FA5C9E" w:rsidP="00FA5C9E">
      <w:pPr>
        <w:pStyle w:val="BodyText"/>
        <w:spacing w:before="11"/>
        <w:rPr>
          <w:rFonts w:ascii="Arial" w:hAnsi="Arial" w:cs="Arial"/>
          <w:b/>
          <w:bCs/>
        </w:rPr>
      </w:pPr>
    </w:p>
    <w:p w14:paraId="620251B2" w14:textId="4EEF65FD" w:rsidR="00FA5C9E" w:rsidRPr="00983244" w:rsidRDefault="00FA5C9E" w:rsidP="00FA5C9E">
      <w:pPr>
        <w:jc w:val="both"/>
        <w:rPr>
          <w:rFonts w:ascii="Arial" w:hAnsi="Arial" w:cs="Arial"/>
          <w:b/>
          <w:bCs/>
          <w:lang w:val="it-IT"/>
        </w:rPr>
      </w:pPr>
      <w:r w:rsidRPr="004C500D">
        <w:rPr>
          <w:rFonts w:ascii="Arial" w:hAnsi="Arial" w:cs="Arial"/>
          <w:lang w:val="it-IT"/>
        </w:rPr>
        <w:t xml:space="preserve">La </w:t>
      </w:r>
      <w:r w:rsidRPr="00983244">
        <w:rPr>
          <w:rFonts w:ascii="Arial" w:hAnsi="Arial" w:cs="Arial"/>
          <w:b/>
          <w:bCs/>
          <w:lang w:val="it-IT"/>
        </w:rPr>
        <w:t>F-Pace Greenstone</w:t>
      </w:r>
      <w:r w:rsidRPr="004C500D">
        <w:rPr>
          <w:rFonts w:ascii="Arial" w:hAnsi="Arial" w:cs="Arial"/>
          <w:lang w:val="it-IT"/>
        </w:rPr>
        <w:t xml:space="preserve">, </w:t>
      </w:r>
      <w:r>
        <w:rPr>
          <w:rFonts w:ascii="Arial" w:hAnsi="Arial" w:cs="Arial"/>
          <w:lang w:val="it-IT"/>
        </w:rPr>
        <w:t>D200,viene offerta con prezzo di</w:t>
      </w:r>
      <w:r w:rsidR="00CB0D24">
        <w:rPr>
          <w:rFonts w:ascii="Arial" w:hAnsi="Arial" w:cs="Arial"/>
          <w:lang w:val="it-IT"/>
        </w:rPr>
        <w:t xml:space="preserve"> Euro </w:t>
      </w:r>
      <w:r>
        <w:rPr>
          <w:rFonts w:ascii="Arial" w:hAnsi="Arial" w:cs="Arial"/>
          <w:lang w:val="it-IT"/>
        </w:rPr>
        <w:t>74.900 ed è disponibile in 25 esemplari</w:t>
      </w:r>
      <w:r w:rsidR="001B4D99">
        <w:rPr>
          <w:rFonts w:ascii="Arial" w:hAnsi="Arial" w:cs="Arial"/>
          <w:lang w:val="it-IT"/>
        </w:rPr>
        <w:t>.</w:t>
      </w:r>
    </w:p>
    <w:p w14:paraId="0E050C88" w14:textId="77777777" w:rsidR="00FA5C9E" w:rsidRPr="00983244" w:rsidRDefault="00FA5C9E" w:rsidP="00FA5C9E">
      <w:pPr>
        <w:pStyle w:val="BodyText"/>
        <w:spacing w:before="11"/>
        <w:rPr>
          <w:rFonts w:ascii="Arial" w:hAnsi="Arial" w:cs="Arial"/>
          <w:b/>
          <w:bCs/>
        </w:rPr>
      </w:pPr>
    </w:p>
    <w:p w14:paraId="72BE8256" w14:textId="77777777" w:rsidR="00FA5C9E" w:rsidRPr="00983244" w:rsidRDefault="00FA5C9E" w:rsidP="00FA5C9E">
      <w:pPr>
        <w:pStyle w:val="BodyText"/>
        <w:spacing w:before="11"/>
        <w:rPr>
          <w:rFonts w:ascii="Arial" w:hAnsi="Arial" w:cs="Arial"/>
          <w:b/>
          <w:bCs/>
        </w:rPr>
      </w:pPr>
    </w:p>
    <w:p w14:paraId="076668EC" w14:textId="77777777" w:rsidR="00FA5C9E" w:rsidRPr="00E36EA1" w:rsidRDefault="00FA5C9E" w:rsidP="00FA5C9E">
      <w:pPr>
        <w:pStyle w:val="BodyText"/>
        <w:rPr>
          <w:rFonts w:ascii="Arial" w:hAnsi="Arial" w:cs="Arial"/>
        </w:rPr>
      </w:pPr>
    </w:p>
    <w:p w14:paraId="7ED3DF20" w14:textId="5A7D75DC" w:rsidR="00FA5C9E" w:rsidRDefault="00FA5C9E" w:rsidP="00FA5C9E">
      <w:pPr>
        <w:pStyle w:val="BodyText"/>
        <w:rPr>
          <w:rFonts w:ascii="Arial" w:hAnsi="Arial" w:cs="Arial"/>
        </w:rPr>
      </w:pPr>
      <w:r>
        <w:rPr>
          <w:rFonts w:ascii="Arial" w:hAnsi="Arial" w:cs="Arial"/>
        </w:rPr>
        <w:t>Note:</w:t>
      </w:r>
    </w:p>
    <w:p w14:paraId="1A1F5097" w14:textId="3E637843" w:rsidR="00FA5C9E" w:rsidRDefault="00FA5C9E" w:rsidP="00FA5C9E">
      <w:pPr>
        <w:pStyle w:val="BodyText"/>
        <w:rPr>
          <w:rFonts w:ascii="Arial" w:hAnsi="Arial" w:cs="Arial"/>
        </w:rPr>
      </w:pPr>
    </w:p>
    <w:p w14:paraId="39FB510D" w14:textId="77777777" w:rsidR="00FA5C9E" w:rsidRDefault="00FA5C9E" w:rsidP="00FA5C9E">
      <w:pPr>
        <w:spacing w:after="0" w:line="360" w:lineRule="auto"/>
        <w:jc w:val="both"/>
        <w:textAlignment w:val="baseline"/>
        <w:rPr>
          <w:rFonts w:ascii="Arial" w:hAnsi="Arial" w:cs="Arial"/>
          <w:b/>
          <w:bCs/>
          <w:color w:val="000000"/>
          <w:sz w:val="20"/>
          <w:szCs w:val="20"/>
          <w:bdr w:val="none" w:sz="0" w:space="0" w:color="auto" w:frame="1"/>
          <w:lang w:val="it-IT" w:eastAsia="zh-CN"/>
        </w:rPr>
      </w:pPr>
    </w:p>
    <w:p w14:paraId="621828CC" w14:textId="4A9E67A7" w:rsidR="00FA5C9E" w:rsidRDefault="00FA5C9E" w:rsidP="00FA5C9E">
      <w:pPr>
        <w:spacing w:after="0" w:line="360" w:lineRule="auto"/>
        <w:jc w:val="both"/>
        <w:textAlignment w:val="baseline"/>
        <w:rPr>
          <w:rFonts w:ascii="Arial" w:hAnsi="Arial" w:cs="Arial"/>
          <w:b/>
          <w:bCs/>
          <w:color w:val="000000"/>
          <w:sz w:val="20"/>
          <w:szCs w:val="20"/>
          <w:bdr w:val="none" w:sz="0" w:space="0" w:color="auto" w:frame="1"/>
          <w:lang w:val="it-IT" w:eastAsia="zh-CN"/>
        </w:rPr>
      </w:pPr>
      <w:r w:rsidRPr="00860D42">
        <w:rPr>
          <w:rFonts w:ascii="Arial" w:hAnsi="Arial" w:cs="Arial"/>
          <w:b/>
          <w:bCs/>
          <w:color w:val="000000"/>
          <w:sz w:val="20"/>
          <w:szCs w:val="20"/>
          <w:bdr w:val="none" w:sz="0" w:space="0" w:color="auto" w:frame="1"/>
          <w:lang w:val="it-IT" w:eastAsia="zh-CN"/>
        </w:rPr>
        <w:t>Jaguar</w:t>
      </w:r>
    </w:p>
    <w:p w14:paraId="53E213DE" w14:textId="77777777" w:rsidR="00FA5C9E" w:rsidRPr="00860D42" w:rsidRDefault="00FA5C9E" w:rsidP="00FA5C9E">
      <w:pPr>
        <w:spacing w:after="0" w:line="360" w:lineRule="auto"/>
        <w:jc w:val="both"/>
        <w:textAlignment w:val="baseline"/>
        <w:rPr>
          <w:color w:val="000000"/>
          <w:sz w:val="24"/>
          <w:szCs w:val="24"/>
          <w:lang w:val="it-IT" w:eastAsia="zh-CN"/>
        </w:rPr>
      </w:pPr>
    </w:p>
    <w:p w14:paraId="23210BDC" w14:textId="77777777" w:rsidR="00FA5C9E" w:rsidRPr="00860D42" w:rsidRDefault="00FA5C9E" w:rsidP="00FA5C9E">
      <w:pPr>
        <w:spacing w:after="0" w:line="360" w:lineRule="auto"/>
        <w:jc w:val="both"/>
        <w:textAlignment w:val="baseline"/>
        <w:rPr>
          <w:rFonts w:ascii="Arial" w:eastAsia="Arial" w:hAnsi="Arial" w:cs="Arial"/>
          <w:color w:val="000000"/>
          <w:sz w:val="20"/>
          <w:szCs w:val="20"/>
          <w:lang w:val="it-IT"/>
        </w:rPr>
      </w:pPr>
      <w:r w:rsidRPr="00860D42">
        <w:rPr>
          <w:rFonts w:ascii="Arial" w:eastAsia="Arial" w:hAnsi="Arial" w:cs="Arial"/>
          <w:color w:val="000000"/>
          <w:sz w:val="20"/>
          <w:szCs w:val="20"/>
          <w:lang w:val="it-IT"/>
        </w:rPr>
        <w:t>Sin dal 1935 Jaguar produce auto di lusso incredibilmente affascinanti, spinta dalla sua passione di rendere sempre più straordinaria la vita dei suoi clienti. L’attuale famiglia di vetture Jaguar comprende le berline XE, XF e la wagon XF Sportbrake, la sportiva F-TYPE, il performante SUV F-PACE, il compact SUV E-PACE e la I-PACE, il prestazionale SUV interamente elettrico. A partire dal 2025 Jaguar diventerà un moderno brand di lusso totalmente elettrico, con un rinnovato portfolio di prodotti di straordinaria bellezza, caratterizzati da un design coinvolgente e pioneristiche tecnologie di prossima generazione. Il viaggio verso l’elettrificazione è già iniziato grazie ad una serie di modelli mild hybrid, plug-in hybrid ed elettrici attualmente disponibili.</w:t>
      </w:r>
    </w:p>
    <w:p w14:paraId="13487439" w14:textId="6C8CE392" w:rsidR="00FA5C9E" w:rsidRDefault="00FA5C9E" w:rsidP="00FA5C9E">
      <w:pPr>
        <w:rPr>
          <w:rFonts w:ascii="Arial" w:hAnsi="Arial" w:cs="Arial"/>
          <w:sz w:val="20"/>
          <w:szCs w:val="20"/>
          <w:lang w:val="it-IT"/>
        </w:rPr>
      </w:pPr>
      <w:r w:rsidRPr="00FA177F">
        <w:rPr>
          <w:rFonts w:ascii="Arial" w:hAnsi="Arial" w:cs="Arial"/>
          <w:sz w:val="20"/>
          <w:szCs w:val="20"/>
          <w:lang w:val="it-IT"/>
        </w:rPr>
        <w:tab/>
      </w:r>
      <w:r>
        <w:rPr>
          <w:rFonts w:ascii="Arial" w:hAnsi="Arial" w:cs="Arial"/>
          <w:sz w:val="20"/>
          <w:szCs w:val="20"/>
          <w:lang w:val="it-IT"/>
        </w:rPr>
        <w:br/>
      </w:r>
    </w:p>
    <w:p w14:paraId="326D6A5D" w14:textId="77777777" w:rsidR="00FA5C9E" w:rsidRDefault="00FA5C9E" w:rsidP="00FA5C9E">
      <w:pPr>
        <w:rPr>
          <w:rFonts w:ascii="Arial" w:hAnsi="Arial" w:cs="Arial"/>
          <w:sz w:val="20"/>
          <w:szCs w:val="20"/>
          <w:lang w:val="it-IT"/>
        </w:rPr>
      </w:pPr>
    </w:p>
    <w:p w14:paraId="46A61553" w14:textId="77777777" w:rsidR="00FA5C9E" w:rsidRDefault="00FA5C9E" w:rsidP="00FA5C9E">
      <w:pPr>
        <w:rPr>
          <w:rFonts w:ascii="Arial" w:hAnsi="Arial" w:cs="Arial"/>
          <w:sz w:val="20"/>
          <w:szCs w:val="20"/>
          <w:lang w:val="it-IT"/>
        </w:rPr>
      </w:pPr>
    </w:p>
    <w:p w14:paraId="45D0B317" w14:textId="5D9F6301" w:rsidR="00FA5C9E" w:rsidRPr="00982032" w:rsidRDefault="00FA5C9E" w:rsidP="00FA5C9E">
      <w:pPr>
        <w:rPr>
          <w:rFonts w:ascii="Arial" w:eastAsia="Arial" w:hAnsi="Arial" w:cs="Arial"/>
          <w:b/>
          <w:bCs/>
          <w:sz w:val="20"/>
          <w:szCs w:val="20"/>
          <w:lang w:val="it-IT"/>
        </w:rPr>
      </w:pPr>
      <w:r w:rsidRPr="00FA177F">
        <w:rPr>
          <w:rFonts w:ascii="Arial" w:hAnsi="Arial" w:cs="Arial"/>
          <w:sz w:val="20"/>
          <w:szCs w:val="20"/>
          <w:lang w:val="it-IT"/>
        </w:rPr>
        <w:br/>
      </w:r>
      <w:r w:rsidRPr="00FA177F">
        <w:rPr>
          <w:rFonts w:ascii="Arial" w:eastAsia="Arial" w:hAnsi="Arial" w:cs="Arial"/>
          <w:b/>
          <w:bCs/>
          <w:sz w:val="20"/>
          <w:szCs w:val="20"/>
          <w:lang w:val="it-IT"/>
        </w:rPr>
        <w:br/>
      </w:r>
      <w:r w:rsidRPr="00982032">
        <w:rPr>
          <w:rFonts w:ascii="Arial" w:eastAsia="Arial" w:hAnsi="Arial" w:cs="Arial"/>
          <w:b/>
          <w:bCs/>
          <w:sz w:val="20"/>
          <w:szCs w:val="20"/>
          <w:lang w:val="it-IT"/>
        </w:rPr>
        <w:t>Canali social Jaguar</w:t>
      </w:r>
      <w:r>
        <w:rPr>
          <w:rFonts w:ascii="Arial" w:eastAsia="Arial" w:hAnsi="Arial" w:cs="Arial"/>
          <w:b/>
          <w:bCs/>
          <w:sz w:val="20"/>
          <w:szCs w:val="20"/>
          <w:lang w:val="it-IT"/>
        </w:rPr>
        <w:t xml:space="preserve"> </w:t>
      </w:r>
    </w:p>
    <w:p w14:paraId="72734DB9" w14:textId="77777777" w:rsidR="00FA5C9E" w:rsidRPr="00982032" w:rsidRDefault="00FA5C9E" w:rsidP="00FA5C9E">
      <w:pPr>
        <w:rPr>
          <w:rFonts w:ascii="Arial" w:eastAsia="Calibri" w:hAnsi="Arial" w:cs="Arial"/>
          <w:sz w:val="20"/>
          <w:szCs w:val="20"/>
          <w:lang w:val="it-IT"/>
        </w:rPr>
      </w:pPr>
      <w:r w:rsidRPr="00982032">
        <w:rPr>
          <w:rFonts w:ascii="Arial" w:eastAsia="Calibri" w:hAnsi="Arial" w:cs="Arial"/>
          <w:color w:val="000000"/>
          <w:sz w:val="20"/>
          <w:szCs w:val="20"/>
          <w:lang w:val="it-IT"/>
        </w:rPr>
        <w:t xml:space="preserve">Facebook: </w:t>
      </w:r>
      <w:hyperlink r:id="rId8" w:history="1">
        <w:r w:rsidRPr="00982032">
          <w:rPr>
            <w:rFonts w:ascii="Arial" w:eastAsia="Calibri" w:hAnsi="Arial" w:cs="Arial"/>
            <w:color w:val="0000FF"/>
            <w:sz w:val="20"/>
            <w:szCs w:val="20"/>
            <w:u w:val="single"/>
            <w:lang w:val="it-IT"/>
          </w:rPr>
          <w:t>https://it-it.facebook.com/JaguarItalia/</w:t>
        </w:r>
      </w:hyperlink>
    </w:p>
    <w:p w14:paraId="4C79A047" w14:textId="77777777" w:rsidR="00FA5C9E" w:rsidRPr="00982032" w:rsidRDefault="00FA5C9E" w:rsidP="00FA5C9E">
      <w:pPr>
        <w:rPr>
          <w:rFonts w:ascii="Arial" w:eastAsia="Calibri" w:hAnsi="Arial" w:cs="Arial"/>
          <w:sz w:val="20"/>
          <w:szCs w:val="20"/>
          <w:lang w:val="it-IT"/>
        </w:rPr>
      </w:pPr>
      <w:r w:rsidRPr="00982032">
        <w:rPr>
          <w:rFonts w:ascii="Arial" w:eastAsia="Calibri" w:hAnsi="Arial" w:cs="Arial"/>
          <w:color w:val="000000"/>
          <w:sz w:val="20"/>
          <w:szCs w:val="20"/>
          <w:lang w:val="de-DE"/>
        </w:rPr>
        <w:t xml:space="preserve">Instagram: </w:t>
      </w:r>
      <w:hyperlink r:id="rId9" w:history="1">
        <w:r w:rsidRPr="00982032">
          <w:rPr>
            <w:rFonts w:ascii="Arial" w:eastAsia="Calibri" w:hAnsi="Arial" w:cs="Arial"/>
            <w:color w:val="0000FF"/>
            <w:sz w:val="20"/>
            <w:szCs w:val="20"/>
            <w:u w:val="single"/>
            <w:lang w:val="it-IT"/>
          </w:rPr>
          <w:t>https://www.instagram.com/jaguar/?hl=it</w:t>
        </w:r>
      </w:hyperlink>
    </w:p>
    <w:p w14:paraId="7106972F" w14:textId="77777777" w:rsidR="00FA5C9E" w:rsidRPr="00982032" w:rsidRDefault="00FA5C9E" w:rsidP="00FA5C9E">
      <w:pPr>
        <w:rPr>
          <w:rFonts w:ascii="Arial" w:eastAsia="Calibri" w:hAnsi="Arial" w:cs="Arial"/>
          <w:sz w:val="20"/>
          <w:szCs w:val="20"/>
          <w:lang w:val="it-IT"/>
        </w:rPr>
      </w:pPr>
      <w:r w:rsidRPr="00982032">
        <w:rPr>
          <w:rFonts w:ascii="Arial" w:eastAsia="Calibri" w:hAnsi="Arial" w:cs="Arial"/>
          <w:color w:val="000000"/>
          <w:sz w:val="20"/>
          <w:szCs w:val="20"/>
          <w:lang w:val="it-IT"/>
        </w:rPr>
        <w:t xml:space="preserve">Twitter: </w:t>
      </w:r>
      <w:hyperlink r:id="rId10" w:history="1">
        <w:r w:rsidRPr="00982032">
          <w:rPr>
            <w:rFonts w:ascii="Arial" w:eastAsia="Calibri" w:hAnsi="Arial" w:cs="Arial"/>
            <w:color w:val="0000FF"/>
            <w:sz w:val="20"/>
            <w:szCs w:val="20"/>
            <w:u w:val="single"/>
            <w:lang w:val="it-IT"/>
          </w:rPr>
          <w:t>https://twitter.com/JaguarItalia</w:t>
        </w:r>
      </w:hyperlink>
    </w:p>
    <w:p w14:paraId="24E2ECA6" w14:textId="77777777" w:rsidR="00FA5C9E" w:rsidRPr="00982032" w:rsidRDefault="00FA5C9E" w:rsidP="00FA5C9E">
      <w:pPr>
        <w:rPr>
          <w:rFonts w:ascii="Arial" w:eastAsia="Calibri" w:hAnsi="Arial" w:cs="Arial"/>
          <w:color w:val="0000FF"/>
          <w:sz w:val="20"/>
          <w:szCs w:val="20"/>
          <w:u w:val="single"/>
          <w:lang w:val="it-IT"/>
        </w:rPr>
      </w:pPr>
      <w:r w:rsidRPr="00982032">
        <w:rPr>
          <w:rFonts w:ascii="Arial" w:eastAsia="Calibri" w:hAnsi="Arial" w:cs="Arial"/>
          <w:color w:val="222222"/>
          <w:sz w:val="20"/>
          <w:szCs w:val="20"/>
          <w:lang w:val="it-IT"/>
        </w:rPr>
        <w:t>YouTube: </w:t>
      </w:r>
      <w:hyperlink r:id="rId11" w:history="1">
        <w:r w:rsidRPr="00982032">
          <w:rPr>
            <w:rFonts w:ascii="Arial" w:eastAsia="Calibri" w:hAnsi="Arial" w:cs="Arial"/>
            <w:color w:val="0000FF"/>
            <w:sz w:val="20"/>
            <w:szCs w:val="20"/>
            <w:u w:val="single"/>
            <w:lang w:val="it-IT"/>
          </w:rPr>
          <w:t>https://www.youtube.com/user/JaguarItalia</w:t>
        </w:r>
      </w:hyperlink>
    </w:p>
    <w:p w14:paraId="309D5879" w14:textId="77777777" w:rsidR="00FA5C9E" w:rsidRPr="00982032" w:rsidRDefault="00FA5C9E" w:rsidP="00FA5C9E">
      <w:pPr>
        <w:rPr>
          <w:rFonts w:ascii="Arial" w:eastAsia="Calibri" w:hAnsi="Arial" w:cs="Arial"/>
          <w:color w:val="222222"/>
          <w:sz w:val="20"/>
          <w:szCs w:val="20"/>
          <w:lang w:val="it-IT"/>
        </w:rPr>
      </w:pPr>
      <w:r w:rsidRPr="00982032">
        <w:rPr>
          <w:rFonts w:ascii="Arial" w:eastAsia="Calibri" w:hAnsi="Arial" w:cs="Arial"/>
          <w:color w:val="222222"/>
          <w:sz w:val="20"/>
          <w:szCs w:val="20"/>
          <w:lang w:val="it-IT"/>
        </w:rPr>
        <w:t>Linkedin: </w:t>
      </w:r>
      <w:hyperlink r:id="rId12" w:history="1">
        <w:r w:rsidRPr="00982032">
          <w:rPr>
            <w:rStyle w:val="Hyperlink"/>
            <w:rFonts w:ascii="Arial" w:eastAsia="Calibri" w:hAnsi="Arial" w:cs="Arial"/>
            <w:sz w:val="20"/>
            <w:szCs w:val="20"/>
            <w:lang w:val="it-IT"/>
          </w:rPr>
          <w:t>https://www.linkedin.com/company/jaguar-land-rover-italia</w:t>
        </w:r>
      </w:hyperlink>
    </w:p>
    <w:p w14:paraId="768BA3B5" w14:textId="50006207" w:rsidR="00FA5C9E" w:rsidRDefault="00FA5C9E" w:rsidP="00FA5C9E">
      <w:pPr>
        <w:pStyle w:val="BodyText"/>
        <w:rPr>
          <w:rFonts w:ascii="Arial" w:hAnsi="Arial" w:cs="Arial"/>
        </w:rPr>
      </w:pPr>
    </w:p>
    <w:p w14:paraId="39BD7FC9" w14:textId="35DC024F" w:rsidR="00FA5C9E" w:rsidRDefault="00FA5C9E" w:rsidP="00FA5C9E">
      <w:pPr>
        <w:pStyle w:val="BodyText"/>
        <w:rPr>
          <w:rFonts w:ascii="Arial" w:hAnsi="Arial" w:cs="Arial"/>
        </w:rPr>
      </w:pPr>
    </w:p>
    <w:p w14:paraId="545164B1" w14:textId="5190CBE4" w:rsidR="00FA5C9E" w:rsidRDefault="00FA5C9E" w:rsidP="00FA5C9E">
      <w:pPr>
        <w:pStyle w:val="BodyText"/>
        <w:rPr>
          <w:rFonts w:ascii="Arial" w:hAnsi="Arial" w:cs="Arial"/>
        </w:rPr>
      </w:pPr>
    </w:p>
    <w:p w14:paraId="16D33750" w14:textId="21CB5835" w:rsidR="00CB0D24" w:rsidRDefault="00CB0D24" w:rsidP="00FA5C9E">
      <w:pPr>
        <w:pStyle w:val="BodyText"/>
        <w:rPr>
          <w:rFonts w:ascii="Arial" w:hAnsi="Arial" w:cs="Arial"/>
        </w:rPr>
      </w:pPr>
    </w:p>
    <w:p w14:paraId="1103BE27" w14:textId="31514372" w:rsidR="002D7821" w:rsidRDefault="002D7821" w:rsidP="00FA5C9E">
      <w:pPr>
        <w:pStyle w:val="BodyText"/>
        <w:rPr>
          <w:rFonts w:ascii="Arial" w:hAnsi="Arial" w:cs="Arial"/>
        </w:rPr>
      </w:pPr>
      <w:r>
        <w:rPr>
          <w:rFonts w:ascii="Arial" w:hAnsi="Arial" w:cs="Arial"/>
        </w:rPr>
        <w:t xml:space="preserve">Per ulteriori informazion ed immagini: </w:t>
      </w:r>
      <w:hyperlink r:id="rId13" w:history="1">
        <w:r w:rsidRPr="0057632F">
          <w:rPr>
            <w:rStyle w:val="Hyperlink"/>
            <w:rFonts w:ascii="Arial" w:hAnsi="Arial" w:cs="Arial"/>
          </w:rPr>
          <w:t>www.media.j</w:t>
        </w:r>
        <w:r w:rsidRPr="0057632F">
          <w:rPr>
            <w:rStyle w:val="Hyperlink"/>
            <w:rFonts w:ascii="Arial" w:hAnsi="Arial" w:cs="Arial"/>
          </w:rPr>
          <w:t>a</w:t>
        </w:r>
        <w:r w:rsidRPr="0057632F">
          <w:rPr>
            <w:rStyle w:val="Hyperlink"/>
            <w:rFonts w:ascii="Arial" w:hAnsi="Arial" w:cs="Arial"/>
          </w:rPr>
          <w:t>g</w:t>
        </w:r>
        <w:r w:rsidRPr="0057632F">
          <w:rPr>
            <w:rStyle w:val="Hyperlink"/>
            <w:rFonts w:ascii="Arial" w:hAnsi="Arial" w:cs="Arial"/>
          </w:rPr>
          <w:t>uar.com/it-it</w:t>
        </w:r>
      </w:hyperlink>
    </w:p>
    <w:p w14:paraId="653BF411" w14:textId="77777777" w:rsidR="002D7821" w:rsidRDefault="002D7821" w:rsidP="00FA5C9E">
      <w:pPr>
        <w:pStyle w:val="BodyText"/>
        <w:rPr>
          <w:rFonts w:ascii="Arial" w:hAnsi="Arial" w:cs="Arial"/>
        </w:rPr>
      </w:pPr>
    </w:p>
    <w:p w14:paraId="4F4F114C" w14:textId="77777777" w:rsidR="002D7821" w:rsidRDefault="002D7821" w:rsidP="00FA5C9E">
      <w:pPr>
        <w:pStyle w:val="BodyText"/>
        <w:rPr>
          <w:rFonts w:ascii="Arial" w:hAnsi="Arial" w:cs="Arial"/>
        </w:rPr>
      </w:pPr>
    </w:p>
    <w:p w14:paraId="04FD7887" w14:textId="0B058DDE" w:rsidR="00CB0D24" w:rsidRDefault="00CB0D24" w:rsidP="00FA5C9E">
      <w:pPr>
        <w:pStyle w:val="BodyText"/>
        <w:rPr>
          <w:rFonts w:ascii="Arial" w:hAnsi="Arial" w:cs="Arial"/>
        </w:rPr>
      </w:pPr>
    </w:p>
    <w:p w14:paraId="6F202150" w14:textId="3EAAE596" w:rsidR="00CB0D24" w:rsidRDefault="00CB0D24" w:rsidP="00FA5C9E">
      <w:pPr>
        <w:pStyle w:val="BodyText"/>
        <w:rPr>
          <w:rFonts w:ascii="Arial" w:hAnsi="Arial" w:cs="Arial"/>
        </w:rPr>
      </w:pPr>
    </w:p>
    <w:p w14:paraId="3D367825" w14:textId="6DABF64F" w:rsidR="00CB0D24" w:rsidRDefault="00CB0D24" w:rsidP="00FA5C9E">
      <w:pPr>
        <w:pStyle w:val="BodyText"/>
        <w:rPr>
          <w:rFonts w:ascii="Arial" w:hAnsi="Arial" w:cs="Arial"/>
        </w:rPr>
      </w:pPr>
    </w:p>
    <w:p w14:paraId="791530DA" w14:textId="67A9ABCA" w:rsidR="00CB0D24" w:rsidRDefault="00CB0D24" w:rsidP="00FA5C9E">
      <w:pPr>
        <w:pStyle w:val="BodyText"/>
        <w:rPr>
          <w:rFonts w:ascii="Arial" w:hAnsi="Arial" w:cs="Arial"/>
        </w:rPr>
      </w:pPr>
    </w:p>
    <w:p w14:paraId="73304F14" w14:textId="1F56A548" w:rsidR="002D7821" w:rsidRDefault="002D7821" w:rsidP="00FA5C9E">
      <w:pPr>
        <w:pStyle w:val="BodyText"/>
        <w:rPr>
          <w:rFonts w:ascii="Arial" w:hAnsi="Arial" w:cs="Arial"/>
        </w:rPr>
      </w:pPr>
    </w:p>
    <w:p w14:paraId="5A0F8E1A" w14:textId="77777777" w:rsidR="002D7821" w:rsidRDefault="002D7821" w:rsidP="00FA5C9E">
      <w:pPr>
        <w:pStyle w:val="BodyText"/>
        <w:rPr>
          <w:rFonts w:ascii="Arial" w:hAnsi="Arial" w:cs="Arial"/>
        </w:rPr>
      </w:pPr>
    </w:p>
    <w:p w14:paraId="39E83095" w14:textId="1B9C8C10" w:rsidR="00FA5C9E" w:rsidRDefault="00FA5C9E" w:rsidP="00FA5C9E">
      <w:pPr>
        <w:pStyle w:val="BodyText"/>
        <w:rPr>
          <w:rFonts w:ascii="Arial" w:hAnsi="Arial" w:cs="Arial"/>
        </w:rPr>
      </w:pPr>
    </w:p>
    <w:p w14:paraId="5FB603AC" w14:textId="64B7D0B9" w:rsidR="00FA5C9E" w:rsidRDefault="00FA5C9E" w:rsidP="00FA5C9E">
      <w:pPr>
        <w:pStyle w:val="BodyText"/>
        <w:rPr>
          <w:rFonts w:ascii="Arial" w:hAnsi="Arial" w:cs="Arial"/>
        </w:rPr>
      </w:pPr>
    </w:p>
    <w:p w14:paraId="549548AB" w14:textId="329D0A83" w:rsidR="00FA5C9E" w:rsidRDefault="00FA5C9E" w:rsidP="00FA5C9E">
      <w:pPr>
        <w:pStyle w:val="BodyText"/>
        <w:rPr>
          <w:rFonts w:ascii="Arial" w:hAnsi="Arial" w:cs="Arial"/>
        </w:rPr>
      </w:pPr>
      <w:r>
        <w:rPr>
          <w:rFonts w:ascii="Arial" w:hAnsi="Arial" w:cs="Arial"/>
        </w:rPr>
        <w:t>Agosto 2021</w:t>
      </w:r>
      <w:bookmarkStart w:id="0" w:name="_GoBack"/>
      <w:bookmarkEnd w:id="0"/>
    </w:p>
    <w:p w14:paraId="7E119991" w14:textId="77777777" w:rsidR="00FA5C9E" w:rsidRDefault="00FA5C9E" w:rsidP="00FA5C9E">
      <w:pPr>
        <w:pStyle w:val="BodyText"/>
        <w:rPr>
          <w:rFonts w:ascii="Arial" w:hAnsi="Arial" w:cs="Arial"/>
        </w:rPr>
      </w:pPr>
    </w:p>
    <w:sectPr w:rsidR="00FA5C9E" w:rsidSect="00264A1F">
      <w:headerReference w:type="default" r:id="rId14"/>
      <w:footerReference w:type="default" r:id="rId15"/>
      <w:pgSz w:w="11906" w:h="16838"/>
      <w:pgMar w:top="1417" w:right="1134" w:bottom="1134" w:left="1134" w:header="227"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39D1CB" w14:textId="77777777" w:rsidR="00F072A0" w:rsidRDefault="00F072A0" w:rsidP="001058BE">
      <w:pPr>
        <w:spacing w:after="0" w:line="240" w:lineRule="auto"/>
      </w:pPr>
      <w:r>
        <w:separator/>
      </w:r>
    </w:p>
  </w:endnote>
  <w:endnote w:type="continuationSeparator" w:id="0">
    <w:p w14:paraId="26DA2C8A" w14:textId="77777777" w:rsidR="00F072A0" w:rsidRDefault="00F072A0" w:rsidP="001058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3B81A" w14:textId="3161BA24" w:rsidR="00007DD5" w:rsidRPr="00345FF1" w:rsidRDefault="002D44C0">
    <w:pPr>
      <w:pStyle w:val="Footer"/>
      <w:rPr>
        <w:lang w:val="it-IT"/>
      </w:rPr>
    </w:pPr>
    <w:r>
      <w:rPr>
        <w:noProof/>
      </w:rPr>
      <mc:AlternateContent>
        <mc:Choice Requires="wps">
          <w:drawing>
            <wp:anchor distT="0" distB="0" distL="114300" distR="114300" simplePos="0" relativeHeight="251659264" behindDoc="0" locked="0" layoutInCell="1" allowOverlap="1" wp14:anchorId="548EA627" wp14:editId="7D75F5C0">
              <wp:simplePos x="0" y="0"/>
              <wp:positionH relativeFrom="column">
                <wp:posOffset>-375920</wp:posOffset>
              </wp:positionH>
              <wp:positionV relativeFrom="paragraph">
                <wp:posOffset>112395</wp:posOffset>
              </wp:positionV>
              <wp:extent cx="6828790" cy="635"/>
              <wp:effectExtent l="0" t="0" r="10160" b="18415"/>
              <wp:wrapNone/>
              <wp:docPr id="4"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28790" cy="63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12E1B60D" id="_x0000_t32" coordsize="21600,21600" o:spt="32" o:oned="t" path="m,l21600,21600e" filled="f">
              <v:path arrowok="t" fillok="f" o:connecttype="none"/>
              <o:lock v:ext="edit" shapetype="t"/>
            </v:shapetype>
            <v:shape id="AutoShape 17" o:spid="_x0000_s1026" type="#_x0000_t32" style="position:absolute;margin-left:-29.6pt;margin-top:8.85pt;width:537.7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"/>
          </w:pict>
        </mc:Fallback>
      </mc:AlternateContent>
    </w:r>
    <w:r>
      <w:rPr>
        <w:noProof/>
      </w:rPr>
      <mc:AlternateContent>
        <mc:Choice Requires="wps">
          <w:drawing>
            <wp:anchor distT="0" distB="0" distL="114300" distR="114300" simplePos="0" relativeHeight="251658240" behindDoc="0" locked="0" layoutInCell="1" allowOverlap="1" wp14:anchorId="7F890A1E" wp14:editId="0FFCACCA">
              <wp:simplePos x="0" y="0"/>
              <wp:positionH relativeFrom="column">
                <wp:posOffset>-779780</wp:posOffset>
              </wp:positionH>
              <wp:positionV relativeFrom="paragraph">
                <wp:posOffset>183515</wp:posOffset>
              </wp:positionV>
              <wp:extent cx="7611110" cy="451485"/>
              <wp:effectExtent l="0" t="0" r="0" b="0"/>
              <wp:wrapNone/>
              <wp:docPr id="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11110" cy="451485"/>
                      </a:xfrm>
                      <a:prstGeom prst="rect">
                        <a:avLst/>
                      </a:prstGeom>
                      <a:solidFill>
                        <a:srgbClr val="FFFFFF"/>
                      </a:solidFill>
                      <a:ln>
                        <a:noFill/>
                      </a:ln>
                    </wps:spPr>
                    <wps:txbx>
                      <w:txbxContent>
                        <w:p w14:paraId="32C2F6E2" w14:textId="77777777" w:rsidR="00A71014" w:rsidRDefault="00A71014" w:rsidP="00A71014">
                          <w:pPr>
                            <w:pStyle w:val="Footer"/>
                            <w:jc w:val="center"/>
                            <w:rPr>
                              <w:rFonts w:ascii="Calibri" w:hAnsi="Calibri" w:cs="Calibri"/>
                              <w:lang w:val="it-IT"/>
                            </w:rPr>
                          </w:pPr>
                          <w:r>
                            <w:rPr>
                              <w:rFonts w:ascii="Calibri" w:hAnsi="Calibri" w:cs="Calibri"/>
                              <w:lang w:val="it-IT"/>
                            </w:rPr>
                            <w:t xml:space="preserve">• Ufficio Stampa Jaguar Land Rover • Cinzia Carta, </w:t>
                          </w:r>
                          <w:r>
                            <w:rPr>
                              <w:rFonts w:ascii="Calibri" w:hAnsi="Calibri" w:cs="Calibri"/>
                              <w:i/>
                              <w:lang w:val="it-IT"/>
                            </w:rPr>
                            <w:t>Press Office Manager</w:t>
                          </w:r>
                          <w:r>
                            <w:rPr>
                              <w:rFonts w:ascii="Calibri" w:hAnsi="Calibri" w:cs="Calibri"/>
                              <w:lang w:val="it-IT"/>
                            </w:rPr>
                            <w:t xml:space="preserve">  •</w:t>
                          </w:r>
                        </w:p>
                        <w:p w14:paraId="7C861B08" w14:textId="77777777" w:rsidR="00A71014" w:rsidRDefault="00A71014" w:rsidP="00A71014">
                          <w:pPr>
                            <w:pStyle w:val="Footer"/>
                            <w:jc w:val="center"/>
                            <w:rPr>
                              <w:lang w:val="it-IT"/>
                            </w:rPr>
                          </w:pPr>
                          <w:r>
                            <w:rPr>
                              <w:rFonts w:ascii="Calibri" w:hAnsi="Calibri" w:cs="Calibri"/>
                              <w:lang w:val="it-IT"/>
                            </w:rPr>
                            <w:t>ccarta@jaguarlandrover.com • Viale Alessandro Marchetti, 105 – 00148 Roma</w:t>
                          </w:r>
                        </w:p>
                        <w:p w14:paraId="3FC8076E" w14:textId="77777777" w:rsidR="00007DD5" w:rsidRPr="00CE74BE" w:rsidRDefault="00007DD5" w:rsidP="009B12FF">
                          <w:pPr>
                            <w:jc w:val="center"/>
                            <w:rPr>
                              <w:lang w:val="it-IT"/>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F890A1E" id="_x0000_t202" coordsize="21600,21600" o:spt="202" path="m,l,21600r21600,l21600,xe">
              <v:stroke joinstyle="miter"/>
              <v:path gradientshapeok="t" o:connecttype="rect"/>
            </v:shapetype>
            <v:shape id="Text Box 15" o:spid="_x0000_s1027" type="#_x0000_t202" style="position:absolute;margin-left:-61.4pt;margin-top:14.45pt;width:599.3pt;height:35.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" stroked="f">
              <v:textbox>
                <w:txbxContent>
                  <w:p w14:paraId="32C2F6E2" w14:textId="77777777" w:rsidR="00A71014" w:rsidRDefault="00A71014" w:rsidP="00A71014">
                    <w:pPr>
                      <w:pStyle w:val="Footer"/>
                      <w:jc w:val="center"/>
                      <w:rPr>
                        <w:rFonts w:ascii="Calibri" w:hAnsi="Calibri" w:cs="Calibri"/>
                        <w:lang w:val="it-IT"/>
                      </w:rPr>
                    </w:pPr>
                    <w:r>
                      <w:rPr>
                        <w:rFonts w:ascii="Calibri" w:hAnsi="Calibri" w:cs="Calibri"/>
                        <w:lang w:val="it-IT"/>
                      </w:rPr>
                      <w:t xml:space="preserve">• Ufficio Stampa Jaguar Land Rover • Cinzia Carta, </w:t>
                    </w:r>
                    <w:r>
                      <w:rPr>
                        <w:rFonts w:ascii="Calibri" w:hAnsi="Calibri" w:cs="Calibri"/>
                        <w:i/>
                        <w:lang w:val="it-IT"/>
                      </w:rPr>
                      <w:t>Press Office Manager</w:t>
                    </w:r>
                    <w:r>
                      <w:rPr>
                        <w:rFonts w:ascii="Calibri" w:hAnsi="Calibri" w:cs="Calibri"/>
                        <w:lang w:val="it-IT"/>
                      </w:rPr>
                      <w:t xml:space="preserve">  •</w:t>
                    </w:r>
                  </w:p>
                  <w:p w14:paraId="7C861B08" w14:textId="77777777" w:rsidR="00A71014" w:rsidRDefault="00A71014" w:rsidP="00A71014">
                    <w:pPr>
                      <w:pStyle w:val="Footer"/>
                      <w:jc w:val="center"/>
                      <w:rPr>
                        <w:lang w:val="it-IT"/>
                      </w:rPr>
                    </w:pPr>
                    <w:r>
                      <w:rPr>
                        <w:rFonts w:ascii="Calibri" w:hAnsi="Calibri" w:cs="Calibri"/>
                        <w:lang w:val="it-IT"/>
                      </w:rPr>
                      <w:t>ccarta@jaguarlandrover.com • Viale Alessandro Marchetti, 105 – 00148 Roma</w:t>
                    </w:r>
                  </w:p>
                  <w:p w14:paraId="3FC8076E" w14:textId="77777777" w:rsidR="00007DD5" w:rsidRPr="00CE74BE" w:rsidRDefault="00007DD5" w:rsidP="009B12FF">
                    <w:pPr>
                      <w:jc w:val="center"/>
                      <w:rPr>
                        <w:lang w:val="it-IT"/>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C8A29D" w14:textId="77777777" w:rsidR="00F072A0" w:rsidRDefault="00F072A0" w:rsidP="001058BE">
      <w:pPr>
        <w:spacing w:after="0" w:line="240" w:lineRule="auto"/>
      </w:pPr>
      <w:r>
        <w:separator/>
      </w:r>
    </w:p>
  </w:footnote>
  <w:footnote w:type="continuationSeparator" w:id="0">
    <w:p w14:paraId="7F1A53D3" w14:textId="77777777" w:rsidR="00F072A0" w:rsidRDefault="00F072A0" w:rsidP="001058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FAF8E3" w14:textId="4B2B0CF0" w:rsidR="00007DD5" w:rsidRPr="00C92D8C" w:rsidRDefault="002D44C0" w:rsidP="00104699">
    <w:pPr>
      <w:pStyle w:val="Header"/>
      <w:tabs>
        <w:tab w:val="clear" w:pos="9638"/>
        <w:tab w:val="right" w:pos="10065"/>
      </w:tabs>
      <w:rPr>
        <w:rFonts w:ascii="Arial Unicode MS" w:eastAsia="Arial Unicode MS" w:hAnsi="Arial Unicode MS" w:cs="Arial Unicode MS"/>
        <w:sz w:val="24"/>
        <w:szCs w:val="24"/>
      </w:rPr>
    </w:pPr>
    <w:r>
      <w:rPr>
        <w:noProof/>
      </w:rPr>
      <mc:AlternateContent>
        <mc:Choice Requires="wps">
          <w:drawing>
            <wp:anchor distT="0" distB="0" distL="114300" distR="114300" simplePos="0" relativeHeight="251656192" behindDoc="0" locked="0" layoutInCell="1" allowOverlap="1" wp14:anchorId="583FA67F" wp14:editId="7CA7C485">
              <wp:simplePos x="0" y="0"/>
              <wp:positionH relativeFrom="column">
                <wp:posOffset>-718820</wp:posOffset>
              </wp:positionH>
              <wp:positionV relativeFrom="paragraph">
                <wp:posOffset>338455</wp:posOffset>
              </wp:positionV>
              <wp:extent cx="2443480" cy="348615"/>
              <wp:effectExtent l="0" t="0" r="0" b="0"/>
              <wp:wrapNone/>
              <wp:docPr id="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3480" cy="348615"/>
                      </a:xfrm>
                      <a:prstGeom prst="rect">
                        <a:avLst/>
                      </a:prstGeom>
                      <a:solidFill>
                        <a:srgbClr val="FFFFFF"/>
                      </a:solidFill>
                      <a:ln>
                        <a:noFill/>
                      </a:ln>
                    </wps:spPr>
                    <wps:txbx>
                      <w:txbxContent>
                        <w:p w14:paraId="47562CF0" w14:textId="77777777" w:rsidR="00007DD5" w:rsidRPr="007A6A4A" w:rsidRDefault="00007DD5" w:rsidP="00C92D8C">
                          <w:pPr>
                            <w:jc w:val="center"/>
                            <w:rPr>
                              <w:rFonts w:ascii="Calibri" w:eastAsia="Arial Unicode MS" w:hAnsi="Calibri" w:cs="Calibri"/>
                              <w:b/>
                              <w:color w:val="C00000"/>
                              <w:sz w:val="36"/>
                              <w:szCs w:val="36"/>
                              <w:lang w:val="it-IT"/>
                            </w:rPr>
                          </w:pPr>
                          <w:r w:rsidRPr="007A6A4A">
                            <w:rPr>
                              <w:rFonts w:ascii="Calibri" w:eastAsia="Arial Unicode MS" w:hAnsi="Calibri" w:cs="Calibri"/>
                              <w:b/>
                              <w:color w:val="C00000"/>
                              <w:sz w:val="36"/>
                              <w:szCs w:val="36"/>
                              <w:lang w:val="it-IT"/>
                            </w:rPr>
                            <w:t>MEDIA INFORMATION</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583FA67F" id="_x0000_t202" coordsize="21600,21600" o:spt="202" path="m,l,21600r21600,l21600,xe">
              <v:stroke joinstyle="miter"/>
              <v:path gradientshapeok="t" o:connecttype="rect"/>
            </v:shapetype>
            <v:shape id="Text Box 12" o:spid="_x0000_s1026" type="#_x0000_t202" style="position:absolute;margin-left:-56.6pt;margin-top:26.65pt;width:192.4pt;height:27.45pt;z-index:251656192;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" stroked="f">
              <v:textbox>
                <w:txbxContent>
                  <w:p w14:paraId="47562CF0" w14:textId="77777777" w:rsidR="00007DD5" w:rsidRPr="007A6A4A" w:rsidRDefault="00007DD5" w:rsidP="00C92D8C">
                    <w:pPr>
                      <w:jc w:val="center"/>
                      <w:rPr>
                        <w:rFonts w:ascii="Calibri" w:eastAsia="Arial Unicode MS" w:hAnsi="Calibri" w:cs="Calibri"/>
                        <w:b/>
                        <w:color w:val="C00000"/>
                        <w:sz w:val="36"/>
                        <w:szCs w:val="36"/>
                        <w:lang w:val="it-IT"/>
                      </w:rPr>
                    </w:pPr>
                    <w:r w:rsidRPr="007A6A4A">
                      <w:rPr>
                        <w:rFonts w:ascii="Calibri" w:eastAsia="Arial Unicode MS" w:hAnsi="Calibri" w:cs="Calibri"/>
                        <w:b/>
                        <w:color w:val="C00000"/>
                        <w:sz w:val="36"/>
                        <w:szCs w:val="36"/>
                        <w:lang w:val="it-IT"/>
                      </w:rPr>
                      <w:t>MEDIA INFORMATION</w:t>
                    </w:r>
                  </w:p>
                </w:txbxContent>
              </v:textbox>
            </v:shape>
          </w:pict>
        </mc:Fallback>
      </mc:AlternateContent>
    </w:r>
    <w:r w:rsidR="00007DD5">
      <w:rPr>
        <w:rFonts w:ascii="Arial Unicode MS" w:eastAsia="Arial Unicode MS" w:hAnsi="Arial Unicode MS" w:cs="Arial Unicode MS"/>
        <w:sz w:val="24"/>
        <w:szCs w:val="24"/>
      </w:rPr>
      <w:t xml:space="preserve">                                                                                                             </w:t>
    </w:r>
    <w:r w:rsidRPr="000C6BF6">
      <w:rPr>
        <w:rFonts w:ascii="Arial Unicode MS" w:eastAsia="Arial Unicode MS" w:hAnsi="Arial Unicode MS" w:cs="Arial Unicode MS"/>
        <w:noProof/>
        <w:sz w:val="24"/>
        <w:szCs w:val="24"/>
        <w:lang w:val="it-IT" w:eastAsia="it-IT" w:bidi="ar-SA"/>
      </w:rPr>
      <w:drawing>
        <wp:inline distT="0" distB="0" distL="0" distR="0" wp14:anchorId="77F1B57A" wp14:editId="44C309FA">
          <wp:extent cx="1379220" cy="617220"/>
          <wp:effectExtent l="0" t="0" r="0" b="0"/>
          <wp:docPr id="1" name="Immagine 1" descr="7cm_RGB_Clear-bkgrd-Light_Jag-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7cm_RGB_Clear-bkgrd-Light_Jag-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9220" cy="617220"/>
                  </a:xfrm>
                  <a:prstGeom prst="rect">
                    <a:avLst/>
                  </a:prstGeom>
                  <a:noFill/>
                  <a:ln>
                    <a:noFill/>
                  </a:ln>
                </pic:spPr>
              </pic:pic>
            </a:graphicData>
          </a:graphic>
        </wp:inline>
      </w:drawing>
    </w:r>
  </w:p>
  <w:p w14:paraId="732B1CBD" w14:textId="3485A3E5" w:rsidR="00007DD5" w:rsidRPr="005B79A1" w:rsidRDefault="002D44C0" w:rsidP="00C92D8C">
    <w:pPr>
      <w:pStyle w:val="Header"/>
      <w:jc w:val="right"/>
    </w:pPr>
    <w:r>
      <w:rPr>
        <w:noProof/>
      </w:rPr>
      <mc:AlternateContent>
        <mc:Choice Requires="wps">
          <w:drawing>
            <wp:anchor distT="4294967295" distB="4294967295" distL="114300" distR="114300" simplePos="0" relativeHeight="251657216" behindDoc="0" locked="0" layoutInCell="1" allowOverlap="1" wp14:anchorId="1CE33C57" wp14:editId="13440BCE">
              <wp:simplePos x="0" y="0"/>
              <wp:positionH relativeFrom="column">
                <wp:posOffset>-720090</wp:posOffset>
              </wp:positionH>
              <wp:positionV relativeFrom="paragraph">
                <wp:posOffset>123824</wp:posOffset>
              </wp:positionV>
              <wp:extent cx="7551420" cy="0"/>
              <wp:effectExtent l="0" t="0" r="0" b="0"/>
              <wp:wrapNone/>
              <wp:docPr id="5"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51420" cy="0"/>
                      </a:xfrm>
                      <a:prstGeom prst="straightConnector1">
                        <a:avLst/>
                      </a:prstGeom>
                      <a:noFill/>
                      <a:ln w="222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1944AD2A" id="_x0000_t32" coordsize="21600,21600" o:spt="32" o:oned="t" path="m,l21600,21600e" filled="f">
              <v:path arrowok="t" fillok="f" o:connecttype="none"/>
              <o:lock v:ext="edit" shapetype="t"/>
            </v:shapetype>
            <v:shape id="AutoShape 13" o:spid="_x0000_s1026" type="#_x0000_t32" style="position:absolute;margin-left:-56.7pt;margin-top:9.75pt;width:594.6pt;height:0;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" strokeweight="1.7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33723A"/>
    <w:multiLevelType w:val="multilevel"/>
    <w:tmpl w:val="C0C4A0C8"/>
    <w:lvl w:ilvl="0">
      <w:start w:val="1"/>
      <w:numFmt w:val="bullet"/>
      <w:lvlText w:val=""/>
      <w:lvlJc w:val="left"/>
      <w:pPr>
        <w:ind w:left="36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7F606E"/>
    <w:multiLevelType w:val="hybridMultilevel"/>
    <w:tmpl w:val="2D5ED3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31891C7E"/>
    <w:multiLevelType w:val="hybridMultilevel"/>
    <w:tmpl w:val="FFFFFFFF"/>
    <w:lvl w:ilvl="0" w:tplc="91722DDA">
      <w:start w:val="1"/>
      <w:numFmt w:val="bullet"/>
      <w:lvlText w:val="§"/>
      <w:lvlJc w:val="left"/>
      <w:pPr>
        <w:ind w:left="720" w:hanging="360"/>
      </w:pPr>
      <w:rPr>
        <w:rFonts w:ascii="Wingdings" w:hAnsi="Wingdings" w:hint="default"/>
      </w:rPr>
    </w:lvl>
    <w:lvl w:ilvl="1" w:tplc="6546B33C">
      <w:start w:val="1"/>
      <w:numFmt w:val="bullet"/>
      <w:lvlText w:val="o"/>
      <w:lvlJc w:val="left"/>
      <w:pPr>
        <w:ind w:left="1440" w:hanging="360"/>
      </w:pPr>
      <w:rPr>
        <w:rFonts w:ascii="Courier New" w:hAnsi="Courier New" w:hint="default"/>
      </w:rPr>
    </w:lvl>
    <w:lvl w:ilvl="2" w:tplc="AF48D200">
      <w:start w:val="1"/>
      <w:numFmt w:val="bullet"/>
      <w:lvlText w:val=""/>
      <w:lvlJc w:val="left"/>
      <w:pPr>
        <w:ind w:left="2160" w:hanging="360"/>
      </w:pPr>
      <w:rPr>
        <w:rFonts w:ascii="Wingdings" w:hAnsi="Wingdings" w:hint="default"/>
      </w:rPr>
    </w:lvl>
    <w:lvl w:ilvl="3" w:tplc="DA2C690C">
      <w:start w:val="1"/>
      <w:numFmt w:val="bullet"/>
      <w:lvlText w:val=""/>
      <w:lvlJc w:val="left"/>
      <w:pPr>
        <w:ind w:left="2880" w:hanging="360"/>
      </w:pPr>
      <w:rPr>
        <w:rFonts w:ascii="Symbol" w:hAnsi="Symbol" w:hint="default"/>
      </w:rPr>
    </w:lvl>
    <w:lvl w:ilvl="4" w:tplc="7DE410A4">
      <w:start w:val="1"/>
      <w:numFmt w:val="bullet"/>
      <w:lvlText w:val="o"/>
      <w:lvlJc w:val="left"/>
      <w:pPr>
        <w:ind w:left="3600" w:hanging="360"/>
      </w:pPr>
      <w:rPr>
        <w:rFonts w:ascii="Courier New" w:hAnsi="Courier New" w:hint="default"/>
      </w:rPr>
    </w:lvl>
    <w:lvl w:ilvl="5" w:tplc="D9CE4E90">
      <w:start w:val="1"/>
      <w:numFmt w:val="bullet"/>
      <w:lvlText w:val=""/>
      <w:lvlJc w:val="left"/>
      <w:pPr>
        <w:ind w:left="4320" w:hanging="360"/>
      </w:pPr>
      <w:rPr>
        <w:rFonts w:ascii="Wingdings" w:hAnsi="Wingdings" w:hint="default"/>
      </w:rPr>
    </w:lvl>
    <w:lvl w:ilvl="6" w:tplc="50B8058E">
      <w:start w:val="1"/>
      <w:numFmt w:val="bullet"/>
      <w:lvlText w:val=""/>
      <w:lvlJc w:val="left"/>
      <w:pPr>
        <w:ind w:left="5040" w:hanging="360"/>
      </w:pPr>
      <w:rPr>
        <w:rFonts w:ascii="Symbol" w:hAnsi="Symbol" w:hint="default"/>
      </w:rPr>
    </w:lvl>
    <w:lvl w:ilvl="7" w:tplc="8A8A7618">
      <w:start w:val="1"/>
      <w:numFmt w:val="bullet"/>
      <w:lvlText w:val="o"/>
      <w:lvlJc w:val="left"/>
      <w:pPr>
        <w:ind w:left="5760" w:hanging="360"/>
      </w:pPr>
      <w:rPr>
        <w:rFonts w:ascii="Courier New" w:hAnsi="Courier New" w:hint="default"/>
      </w:rPr>
    </w:lvl>
    <w:lvl w:ilvl="8" w:tplc="F940B9D2">
      <w:start w:val="1"/>
      <w:numFmt w:val="bullet"/>
      <w:lvlText w:val=""/>
      <w:lvlJc w:val="left"/>
      <w:pPr>
        <w:ind w:left="6480" w:hanging="360"/>
      </w:pPr>
      <w:rPr>
        <w:rFonts w:ascii="Wingdings" w:hAnsi="Wingdings" w:hint="default"/>
      </w:rPr>
    </w:lvl>
  </w:abstractNum>
  <w:abstractNum w:abstractNumId="3" w15:restartNumberingAfterBreak="0">
    <w:nsid w:val="3207025E"/>
    <w:multiLevelType w:val="hybridMultilevel"/>
    <w:tmpl w:val="0908BD10"/>
    <w:lvl w:ilvl="0" w:tplc="A2C6FD1A">
      <w:numFmt w:val="bullet"/>
      <w:lvlText w:val=""/>
      <w:lvlJc w:val="left"/>
      <w:pPr>
        <w:ind w:left="533" w:hanging="361"/>
      </w:pPr>
      <w:rPr>
        <w:rFonts w:hint="default"/>
        <w:w w:val="100"/>
        <w:lang w:val="it-IT" w:eastAsia="en-US" w:bidi="ar-SA"/>
      </w:rPr>
    </w:lvl>
    <w:lvl w:ilvl="1" w:tplc="5F36EE1E">
      <w:numFmt w:val="bullet"/>
      <w:lvlText w:val="•"/>
      <w:lvlJc w:val="left"/>
      <w:pPr>
        <w:ind w:left="1508" w:hanging="361"/>
      </w:pPr>
      <w:rPr>
        <w:rFonts w:hint="default"/>
        <w:lang w:val="it-IT" w:eastAsia="en-US" w:bidi="ar-SA"/>
      </w:rPr>
    </w:lvl>
    <w:lvl w:ilvl="2" w:tplc="A0126D0C">
      <w:numFmt w:val="bullet"/>
      <w:lvlText w:val="•"/>
      <w:lvlJc w:val="left"/>
      <w:pPr>
        <w:ind w:left="2477" w:hanging="361"/>
      </w:pPr>
      <w:rPr>
        <w:rFonts w:hint="default"/>
        <w:lang w:val="it-IT" w:eastAsia="en-US" w:bidi="ar-SA"/>
      </w:rPr>
    </w:lvl>
    <w:lvl w:ilvl="3" w:tplc="F6B292BE">
      <w:numFmt w:val="bullet"/>
      <w:lvlText w:val="•"/>
      <w:lvlJc w:val="left"/>
      <w:pPr>
        <w:ind w:left="3445" w:hanging="361"/>
      </w:pPr>
      <w:rPr>
        <w:rFonts w:hint="default"/>
        <w:lang w:val="it-IT" w:eastAsia="en-US" w:bidi="ar-SA"/>
      </w:rPr>
    </w:lvl>
    <w:lvl w:ilvl="4" w:tplc="16C017A0">
      <w:numFmt w:val="bullet"/>
      <w:lvlText w:val="•"/>
      <w:lvlJc w:val="left"/>
      <w:pPr>
        <w:ind w:left="4414" w:hanging="361"/>
      </w:pPr>
      <w:rPr>
        <w:rFonts w:hint="default"/>
        <w:lang w:val="it-IT" w:eastAsia="en-US" w:bidi="ar-SA"/>
      </w:rPr>
    </w:lvl>
    <w:lvl w:ilvl="5" w:tplc="CD98D46C">
      <w:numFmt w:val="bullet"/>
      <w:lvlText w:val="•"/>
      <w:lvlJc w:val="left"/>
      <w:pPr>
        <w:ind w:left="5383" w:hanging="361"/>
      </w:pPr>
      <w:rPr>
        <w:rFonts w:hint="default"/>
        <w:lang w:val="it-IT" w:eastAsia="en-US" w:bidi="ar-SA"/>
      </w:rPr>
    </w:lvl>
    <w:lvl w:ilvl="6" w:tplc="C2C23E4A">
      <w:numFmt w:val="bullet"/>
      <w:lvlText w:val="•"/>
      <w:lvlJc w:val="left"/>
      <w:pPr>
        <w:ind w:left="6351" w:hanging="361"/>
      </w:pPr>
      <w:rPr>
        <w:rFonts w:hint="default"/>
        <w:lang w:val="it-IT" w:eastAsia="en-US" w:bidi="ar-SA"/>
      </w:rPr>
    </w:lvl>
    <w:lvl w:ilvl="7" w:tplc="133C3A18">
      <w:numFmt w:val="bullet"/>
      <w:lvlText w:val="•"/>
      <w:lvlJc w:val="left"/>
      <w:pPr>
        <w:ind w:left="7320" w:hanging="361"/>
      </w:pPr>
      <w:rPr>
        <w:rFonts w:hint="default"/>
        <w:lang w:val="it-IT" w:eastAsia="en-US" w:bidi="ar-SA"/>
      </w:rPr>
    </w:lvl>
    <w:lvl w:ilvl="8" w:tplc="2028F45E">
      <w:numFmt w:val="bullet"/>
      <w:lvlText w:val="•"/>
      <w:lvlJc w:val="left"/>
      <w:pPr>
        <w:ind w:left="8289" w:hanging="361"/>
      </w:pPr>
      <w:rPr>
        <w:rFonts w:hint="default"/>
        <w:lang w:val="it-IT" w:eastAsia="en-US" w:bidi="ar-SA"/>
      </w:rPr>
    </w:lvl>
  </w:abstractNum>
  <w:abstractNum w:abstractNumId="4" w15:restartNumberingAfterBreak="0">
    <w:nsid w:val="3D8B2EE6"/>
    <w:multiLevelType w:val="hybridMultilevel"/>
    <w:tmpl w:val="D2405AD2"/>
    <w:lvl w:ilvl="0" w:tplc="08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433A4C92"/>
    <w:multiLevelType w:val="multilevel"/>
    <w:tmpl w:val="A33497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4378105E"/>
    <w:multiLevelType w:val="hybridMultilevel"/>
    <w:tmpl w:val="41A26B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5A62B2A"/>
    <w:multiLevelType w:val="hybridMultilevel"/>
    <w:tmpl w:val="2884D3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FF07447"/>
    <w:multiLevelType w:val="hybridMultilevel"/>
    <w:tmpl w:val="1416F9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AF507C1"/>
    <w:multiLevelType w:val="hybridMultilevel"/>
    <w:tmpl w:val="FFFFFFFF"/>
    <w:lvl w:ilvl="0" w:tplc="6436F840">
      <w:start w:val="1"/>
      <w:numFmt w:val="bullet"/>
      <w:lvlText w:val="§"/>
      <w:lvlJc w:val="left"/>
      <w:pPr>
        <w:ind w:left="720" w:hanging="360"/>
      </w:pPr>
      <w:rPr>
        <w:rFonts w:ascii="Wingdings" w:hAnsi="Wingdings" w:hint="default"/>
      </w:rPr>
    </w:lvl>
    <w:lvl w:ilvl="1" w:tplc="419A36B6">
      <w:start w:val="1"/>
      <w:numFmt w:val="bullet"/>
      <w:lvlText w:val="o"/>
      <w:lvlJc w:val="left"/>
      <w:pPr>
        <w:ind w:left="1440" w:hanging="360"/>
      </w:pPr>
      <w:rPr>
        <w:rFonts w:ascii="Courier New" w:hAnsi="Courier New" w:hint="default"/>
      </w:rPr>
    </w:lvl>
    <w:lvl w:ilvl="2" w:tplc="68563822">
      <w:start w:val="1"/>
      <w:numFmt w:val="bullet"/>
      <w:lvlText w:val=""/>
      <w:lvlJc w:val="left"/>
      <w:pPr>
        <w:ind w:left="2160" w:hanging="360"/>
      </w:pPr>
      <w:rPr>
        <w:rFonts w:ascii="Wingdings" w:hAnsi="Wingdings" w:hint="default"/>
      </w:rPr>
    </w:lvl>
    <w:lvl w:ilvl="3" w:tplc="BE1A6E2C">
      <w:start w:val="1"/>
      <w:numFmt w:val="bullet"/>
      <w:lvlText w:val=""/>
      <w:lvlJc w:val="left"/>
      <w:pPr>
        <w:ind w:left="2880" w:hanging="360"/>
      </w:pPr>
      <w:rPr>
        <w:rFonts w:ascii="Symbol" w:hAnsi="Symbol" w:hint="default"/>
      </w:rPr>
    </w:lvl>
    <w:lvl w:ilvl="4" w:tplc="0B26F66A">
      <w:start w:val="1"/>
      <w:numFmt w:val="bullet"/>
      <w:lvlText w:val="o"/>
      <w:lvlJc w:val="left"/>
      <w:pPr>
        <w:ind w:left="3600" w:hanging="360"/>
      </w:pPr>
      <w:rPr>
        <w:rFonts w:ascii="Courier New" w:hAnsi="Courier New" w:hint="default"/>
      </w:rPr>
    </w:lvl>
    <w:lvl w:ilvl="5" w:tplc="C2362C52">
      <w:start w:val="1"/>
      <w:numFmt w:val="bullet"/>
      <w:lvlText w:val=""/>
      <w:lvlJc w:val="left"/>
      <w:pPr>
        <w:ind w:left="4320" w:hanging="360"/>
      </w:pPr>
      <w:rPr>
        <w:rFonts w:ascii="Wingdings" w:hAnsi="Wingdings" w:hint="default"/>
      </w:rPr>
    </w:lvl>
    <w:lvl w:ilvl="6" w:tplc="CA082816">
      <w:start w:val="1"/>
      <w:numFmt w:val="bullet"/>
      <w:lvlText w:val=""/>
      <w:lvlJc w:val="left"/>
      <w:pPr>
        <w:ind w:left="5040" w:hanging="360"/>
      </w:pPr>
      <w:rPr>
        <w:rFonts w:ascii="Symbol" w:hAnsi="Symbol" w:hint="default"/>
      </w:rPr>
    </w:lvl>
    <w:lvl w:ilvl="7" w:tplc="42C6087E">
      <w:start w:val="1"/>
      <w:numFmt w:val="bullet"/>
      <w:lvlText w:val="o"/>
      <w:lvlJc w:val="left"/>
      <w:pPr>
        <w:ind w:left="5760" w:hanging="360"/>
      </w:pPr>
      <w:rPr>
        <w:rFonts w:ascii="Courier New" w:hAnsi="Courier New" w:hint="default"/>
      </w:rPr>
    </w:lvl>
    <w:lvl w:ilvl="8" w:tplc="4446AF3E">
      <w:start w:val="1"/>
      <w:numFmt w:val="bullet"/>
      <w:lvlText w:val=""/>
      <w:lvlJc w:val="left"/>
      <w:pPr>
        <w:ind w:left="6480" w:hanging="360"/>
      </w:pPr>
      <w:rPr>
        <w:rFonts w:ascii="Wingdings" w:hAnsi="Wingdings" w:hint="default"/>
      </w:rPr>
    </w:lvl>
  </w:abstractNum>
  <w:abstractNum w:abstractNumId="10" w15:restartNumberingAfterBreak="0">
    <w:nsid w:val="788D0910"/>
    <w:multiLevelType w:val="hybridMultilevel"/>
    <w:tmpl w:val="B044C5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9"/>
  </w:num>
  <w:num w:numId="5">
    <w:abstractNumId w:val="2"/>
  </w:num>
  <w:num w:numId="6">
    <w:abstractNumId w:val="8"/>
  </w:num>
  <w:num w:numId="7">
    <w:abstractNumId w:val="5"/>
  </w:num>
  <w:num w:numId="8">
    <w:abstractNumId w:val="10"/>
  </w:num>
  <w:num w:numId="9">
    <w:abstractNumId w:val="7"/>
  </w:num>
  <w:num w:numId="10">
    <w:abstractNumId w:val="6"/>
  </w:num>
  <w:num w:numId="11">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oNotTrackFormatting/>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D47"/>
    <w:rsid w:val="00001993"/>
    <w:rsid w:val="00001CD0"/>
    <w:rsid w:val="0000225B"/>
    <w:rsid w:val="00002292"/>
    <w:rsid w:val="000024FE"/>
    <w:rsid w:val="00003414"/>
    <w:rsid w:val="000039E6"/>
    <w:rsid w:val="0000404A"/>
    <w:rsid w:val="00004688"/>
    <w:rsid w:val="000058FD"/>
    <w:rsid w:val="00007DD5"/>
    <w:rsid w:val="00010756"/>
    <w:rsid w:val="000124A1"/>
    <w:rsid w:val="00012AB4"/>
    <w:rsid w:val="000134DB"/>
    <w:rsid w:val="000143A5"/>
    <w:rsid w:val="00016FE8"/>
    <w:rsid w:val="00020682"/>
    <w:rsid w:val="0002129B"/>
    <w:rsid w:val="00021B7F"/>
    <w:rsid w:val="00021F88"/>
    <w:rsid w:val="000238FE"/>
    <w:rsid w:val="000249F8"/>
    <w:rsid w:val="00024F73"/>
    <w:rsid w:val="000250E6"/>
    <w:rsid w:val="0002674A"/>
    <w:rsid w:val="0002694F"/>
    <w:rsid w:val="000276C7"/>
    <w:rsid w:val="000310B0"/>
    <w:rsid w:val="000321E3"/>
    <w:rsid w:val="00033533"/>
    <w:rsid w:val="000338A5"/>
    <w:rsid w:val="00033B6F"/>
    <w:rsid w:val="00033F9B"/>
    <w:rsid w:val="0003473F"/>
    <w:rsid w:val="00037E0C"/>
    <w:rsid w:val="000401B9"/>
    <w:rsid w:val="00041505"/>
    <w:rsid w:val="00041714"/>
    <w:rsid w:val="0004205B"/>
    <w:rsid w:val="00042388"/>
    <w:rsid w:val="0004289A"/>
    <w:rsid w:val="000428D0"/>
    <w:rsid w:val="00043D9B"/>
    <w:rsid w:val="00044822"/>
    <w:rsid w:val="00046FA7"/>
    <w:rsid w:val="00050263"/>
    <w:rsid w:val="00050714"/>
    <w:rsid w:val="0005097E"/>
    <w:rsid w:val="00052A63"/>
    <w:rsid w:val="00053B21"/>
    <w:rsid w:val="00054CD8"/>
    <w:rsid w:val="00054D07"/>
    <w:rsid w:val="000550E2"/>
    <w:rsid w:val="00055431"/>
    <w:rsid w:val="00056A40"/>
    <w:rsid w:val="00057232"/>
    <w:rsid w:val="000577D5"/>
    <w:rsid w:val="00057A35"/>
    <w:rsid w:val="0006049C"/>
    <w:rsid w:val="00061129"/>
    <w:rsid w:val="00065373"/>
    <w:rsid w:val="00066545"/>
    <w:rsid w:val="00066615"/>
    <w:rsid w:val="0006751A"/>
    <w:rsid w:val="00067A73"/>
    <w:rsid w:val="0007008B"/>
    <w:rsid w:val="00070AEC"/>
    <w:rsid w:val="00070F53"/>
    <w:rsid w:val="0007278F"/>
    <w:rsid w:val="00073829"/>
    <w:rsid w:val="00074051"/>
    <w:rsid w:val="00074A84"/>
    <w:rsid w:val="00075C76"/>
    <w:rsid w:val="00075F24"/>
    <w:rsid w:val="00076076"/>
    <w:rsid w:val="0007609F"/>
    <w:rsid w:val="00077BD4"/>
    <w:rsid w:val="00080376"/>
    <w:rsid w:val="00080CAD"/>
    <w:rsid w:val="00080D39"/>
    <w:rsid w:val="00080D5D"/>
    <w:rsid w:val="000822F5"/>
    <w:rsid w:val="000825AC"/>
    <w:rsid w:val="00083D4C"/>
    <w:rsid w:val="000853C7"/>
    <w:rsid w:val="000860E9"/>
    <w:rsid w:val="00086BD4"/>
    <w:rsid w:val="000909D7"/>
    <w:rsid w:val="00091BF2"/>
    <w:rsid w:val="00092FA0"/>
    <w:rsid w:val="00093DF5"/>
    <w:rsid w:val="00093E47"/>
    <w:rsid w:val="000942ED"/>
    <w:rsid w:val="00095E2B"/>
    <w:rsid w:val="00095FF8"/>
    <w:rsid w:val="00096124"/>
    <w:rsid w:val="000964F2"/>
    <w:rsid w:val="00097147"/>
    <w:rsid w:val="000977B4"/>
    <w:rsid w:val="00097A24"/>
    <w:rsid w:val="000A24FF"/>
    <w:rsid w:val="000A2B87"/>
    <w:rsid w:val="000A2D6A"/>
    <w:rsid w:val="000A2F1C"/>
    <w:rsid w:val="000A4315"/>
    <w:rsid w:val="000A45A0"/>
    <w:rsid w:val="000A5CB9"/>
    <w:rsid w:val="000A6B3E"/>
    <w:rsid w:val="000A77E2"/>
    <w:rsid w:val="000B1E38"/>
    <w:rsid w:val="000B2FD1"/>
    <w:rsid w:val="000B431D"/>
    <w:rsid w:val="000B4FC2"/>
    <w:rsid w:val="000B673C"/>
    <w:rsid w:val="000B7449"/>
    <w:rsid w:val="000B7C17"/>
    <w:rsid w:val="000B7CA3"/>
    <w:rsid w:val="000C029B"/>
    <w:rsid w:val="000C072B"/>
    <w:rsid w:val="000C108B"/>
    <w:rsid w:val="000C14D3"/>
    <w:rsid w:val="000C15AE"/>
    <w:rsid w:val="000C1A07"/>
    <w:rsid w:val="000C1BF7"/>
    <w:rsid w:val="000C1FA2"/>
    <w:rsid w:val="000C2542"/>
    <w:rsid w:val="000C2FAF"/>
    <w:rsid w:val="000C30AC"/>
    <w:rsid w:val="000C30ED"/>
    <w:rsid w:val="000C4007"/>
    <w:rsid w:val="000C493A"/>
    <w:rsid w:val="000C6BF6"/>
    <w:rsid w:val="000C6FE9"/>
    <w:rsid w:val="000C76DB"/>
    <w:rsid w:val="000C7FA9"/>
    <w:rsid w:val="000D0C1A"/>
    <w:rsid w:val="000D103C"/>
    <w:rsid w:val="000D2557"/>
    <w:rsid w:val="000D3E85"/>
    <w:rsid w:val="000D495A"/>
    <w:rsid w:val="000D4FB9"/>
    <w:rsid w:val="000D5773"/>
    <w:rsid w:val="000D5877"/>
    <w:rsid w:val="000D5A8C"/>
    <w:rsid w:val="000D64C0"/>
    <w:rsid w:val="000D7F33"/>
    <w:rsid w:val="000D7F57"/>
    <w:rsid w:val="000E0590"/>
    <w:rsid w:val="000E2442"/>
    <w:rsid w:val="000E2842"/>
    <w:rsid w:val="000E2BEC"/>
    <w:rsid w:val="000E360A"/>
    <w:rsid w:val="000E38F7"/>
    <w:rsid w:val="000E733B"/>
    <w:rsid w:val="000E74E8"/>
    <w:rsid w:val="000E7FDE"/>
    <w:rsid w:val="000F02C1"/>
    <w:rsid w:val="000F276E"/>
    <w:rsid w:val="000F2C0C"/>
    <w:rsid w:val="000F37A8"/>
    <w:rsid w:val="000F3A61"/>
    <w:rsid w:val="000F52F2"/>
    <w:rsid w:val="000F54F1"/>
    <w:rsid w:val="000F5C37"/>
    <w:rsid w:val="000F62C9"/>
    <w:rsid w:val="000F63C8"/>
    <w:rsid w:val="00101025"/>
    <w:rsid w:val="00101317"/>
    <w:rsid w:val="00101852"/>
    <w:rsid w:val="00101DC6"/>
    <w:rsid w:val="00102E78"/>
    <w:rsid w:val="00104699"/>
    <w:rsid w:val="001058BE"/>
    <w:rsid w:val="00105E38"/>
    <w:rsid w:val="00105FFB"/>
    <w:rsid w:val="001062FD"/>
    <w:rsid w:val="001066E6"/>
    <w:rsid w:val="0010712B"/>
    <w:rsid w:val="00107888"/>
    <w:rsid w:val="001102EB"/>
    <w:rsid w:val="00111DBF"/>
    <w:rsid w:val="00111E21"/>
    <w:rsid w:val="0011242E"/>
    <w:rsid w:val="00115DED"/>
    <w:rsid w:val="00116EA3"/>
    <w:rsid w:val="0012027E"/>
    <w:rsid w:val="0012177A"/>
    <w:rsid w:val="00121A4C"/>
    <w:rsid w:val="00122B94"/>
    <w:rsid w:val="0012514C"/>
    <w:rsid w:val="00125690"/>
    <w:rsid w:val="00127D60"/>
    <w:rsid w:val="00131A8C"/>
    <w:rsid w:val="0013208F"/>
    <w:rsid w:val="00133940"/>
    <w:rsid w:val="00134185"/>
    <w:rsid w:val="00135257"/>
    <w:rsid w:val="00142436"/>
    <w:rsid w:val="00142F7F"/>
    <w:rsid w:val="00143A43"/>
    <w:rsid w:val="00143B5E"/>
    <w:rsid w:val="00144578"/>
    <w:rsid w:val="00144722"/>
    <w:rsid w:val="00144D0A"/>
    <w:rsid w:val="00145667"/>
    <w:rsid w:val="00145F79"/>
    <w:rsid w:val="00146DD7"/>
    <w:rsid w:val="00147FBC"/>
    <w:rsid w:val="0015009A"/>
    <w:rsid w:val="00152257"/>
    <w:rsid w:val="001529C4"/>
    <w:rsid w:val="0015300E"/>
    <w:rsid w:val="00153F27"/>
    <w:rsid w:val="00153F7B"/>
    <w:rsid w:val="001544BC"/>
    <w:rsid w:val="00156180"/>
    <w:rsid w:val="00161E22"/>
    <w:rsid w:val="0016212F"/>
    <w:rsid w:val="00162187"/>
    <w:rsid w:val="0016420C"/>
    <w:rsid w:val="001645CA"/>
    <w:rsid w:val="0016485A"/>
    <w:rsid w:val="00165450"/>
    <w:rsid w:val="00165FB3"/>
    <w:rsid w:val="00170124"/>
    <w:rsid w:val="00171383"/>
    <w:rsid w:val="00173736"/>
    <w:rsid w:val="00173F38"/>
    <w:rsid w:val="00174510"/>
    <w:rsid w:val="00174DD7"/>
    <w:rsid w:val="0017561E"/>
    <w:rsid w:val="0017565A"/>
    <w:rsid w:val="00175F5F"/>
    <w:rsid w:val="00176136"/>
    <w:rsid w:val="00176850"/>
    <w:rsid w:val="00177883"/>
    <w:rsid w:val="00177E11"/>
    <w:rsid w:val="00177FCD"/>
    <w:rsid w:val="0018416F"/>
    <w:rsid w:val="001843C0"/>
    <w:rsid w:val="001844BE"/>
    <w:rsid w:val="0018562B"/>
    <w:rsid w:val="00185D45"/>
    <w:rsid w:val="00185D8A"/>
    <w:rsid w:val="00187284"/>
    <w:rsid w:val="0019072A"/>
    <w:rsid w:val="00190CE3"/>
    <w:rsid w:val="001922BA"/>
    <w:rsid w:val="0019463F"/>
    <w:rsid w:val="00195404"/>
    <w:rsid w:val="00195853"/>
    <w:rsid w:val="001A0839"/>
    <w:rsid w:val="001A0D49"/>
    <w:rsid w:val="001A1B66"/>
    <w:rsid w:val="001A3501"/>
    <w:rsid w:val="001A47D4"/>
    <w:rsid w:val="001A512E"/>
    <w:rsid w:val="001A5481"/>
    <w:rsid w:val="001A5C9B"/>
    <w:rsid w:val="001A70C3"/>
    <w:rsid w:val="001A792A"/>
    <w:rsid w:val="001B0C1E"/>
    <w:rsid w:val="001B1183"/>
    <w:rsid w:val="001B25A2"/>
    <w:rsid w:val="001B2FC8"/>
    <w:rsid w:val="001B4D99"/>
    <w:rsid w:val="001B5921"/>
    <w:rsid w:val="001B6F30"/>
    <w:rsid w:val="001B70D0"/>
    <w:rsid w:val="001B7594"/>
    <w:rsid w:val="001C1286"/>
    <w:rsid w:val="001C4590"/>
    <w:rsid w:val="001C4D92"/>
    <w:rsid w:val="001C54D5"/>
    <w:rsid w:val="001C689B"/>
    <w:rsid w:val="001C7670"/>
    <w:rsid w:val="001D0661"/>
    <w:rsid w:val="001D1110"/>
    <w:rsid w:val="001D1E2C"/>
    <w:rsid w:val="001D30BC"/>
    <w:rsid w:val="001D38D7"/>
    <w:rsid w:val="001D3F30"/>
    <w:rsid w:val="001D41DD"/>
    <w:rsid w:val="001D4773"/>
    <w:rsid w:val="001D50F7"/>
    <w:rsid w:val="001D595E"/>
    <w:rsid w:val="001E03D1"/>
    <w:rsid w:val="001E248B"/>
    <w:rsid w:val="001E3395"/>
    <w:rsid w:val="001E379F"/>
    <w:rsid w:val="001E4A30"/>
    <w:rsid w:val="001E6367"/>
    <w:rsid w:val="001E6EA1"/>
    <w:rsid w:val="001F09D3"/>
    <w:rsid w:val="001F0F38"/>
    <w:rsid w:val="001F28D5"/>
    <w:rsid w:val="001F2927"/>
    <w:rsid w:val="001F5606"/>
    <w:rsid w:val="001F6161"/>
    <w:rsid w:val="001F6D5A"/>
    <w:rsid w:val="001F6DB9"/>
    <w:rsid w:val="001F7197"/>
    <w:rsid w:val="001F73C7"/>
    <w:rsid w:val="001F754F"/>
    <w:rsid w:val="001F7EAA"/>
    <w:rsid w:val="002000DE"/>
    <w:rsid w:val="00200836"/>
    <w:rsid w:val="00200B96"/>
    <w:rsid w:val="00205AE4"/>
    <w:rsid w:val="00211528"/>
    <w:rsid w:val="00212392"/>
    <w:rsid w:val="00216891"/>
    <w:rsid w:val="00217FC4"/>
    <w:rsid w:val="002206FF"/>
    <w:rsid w:val="00220CC9"/>
    <w:rsid w:val="00221261"/>
    <w:rsid w:val="00221F75"/>
    <w:rsid w:val="0022343E"/>
    <w:rsid w:val="0022345E"/>
    <w:rsid w:val="0022354D"/>
    <w:rsid w:val="00223785"/>
    <w:rsid w:val="00226DB1"/>
    <w:rsid w:val="002323C9"/>
    <w:rsid w:val="00232A41"/>
    <w:rsid w:val="00233B98"/>
    <w:rsid w:val="00233F01"/>
    <w:rsid w:val="002345BE"/>
    <w:rsid w:val="0023476C"/>
    <w:rsid w:val="00234B71"/>
    <w:rsid w:val="00234D64"/>
    <w:rsid w:val="00236632"/>
    <w:rsid w:val="00236BB6"/>
    <w:rsid w:val="002379D6"/>
    <w:rsid w:val="00237A19"/>
    <w:rsid w:val="00241017"/>
    <w:rsid w:val="002411A9"/>
    <w:rsid w:val="0024242A"/>
    <w:rsid w:val="002429A3"/>
    <w:rsid w:val="002431E2"/>
    <w:rsid w:val="00244C02"/>
    <w:rsid w:val="00245A62"/>
    <w:rsid w:val="00245CBE"/>
    <w:rsid w:val="0024639D"/>
    <w:rsid w:val="0024659B"/>
    <w:rsid w:val="0024797F"/>
    <w:rsid w:val="00250C48"/>
    <w:rsid w:val="00252567"/>
    <w:rsid w:val="00252DD3"/>
    <w:rsid w:val="00253A92"/>
    <w:rsid w:val="002544C0"/>
    <w:rsid w:val="00254879"/>
    <w:rsid w:val="0025573F"/>
    <w:rsid w:val="00256E05"/>
    <w:rsid w:val="002572A6"/>
    <w:rsid w:val="00257419"/>
    <w:rsid w:val="00257D9A"/>
    <w:rsid w:val="00260915"/>
    <w:rsid w:val="00260E51"/>
    <w:rsid w:val="00260F87"/>
    <w:rsid w:val="00261BFD"/>
    <w:rsid w:val="00261FC4"/>
    <w:rsid w:val="00262813"/>
    <w:rsid w:val="0026404C"/>
    <w:rsid w:val="00264A1F"/>
    <w:rsid w:val="00265B9D"/>
    <w:rsid w:val="002675BA"/>
    <w:rsid w:val="00271CCB"/>
    <w:rsid w:val="0027201A"/>
    <w:rsid w:val="00275126"/>
    <w:rsid w:val="00275DD3"/>
    <w:rsid w:val="00276574"/>
    <w:rsid w:val="00277AA8"/>
    <w:rsid w:val="0028171B"/>
    <w:rsid w:val="00281FBC"/>
    <w:rsid w:val="002824B2"/>
    <w:rsid w:val="00282751"/>
    <w:rsid w:val="00285063"/>
    <w:rsid w:val="00287A2B"/>
    <w:rsid w:val="00287E16"/>
    <w:rsid w:val="002903FC"/>
    <w:rsid w:val="00292435"/>
    <w:rsid w:val="00292C7B"/>
    <w:rsid w:val="0029363E"/>
    <w:rsid w:val="00293899"/>
    <w:rsid w:val="002949A5"/>
    <w:rsid w:val="00294EA5"/>
    <w:rsid w:val="00294FED"/>
    <w:rsid w:val="00295801"/>
    <w:rsid w:val="0029696F"/>
    <w:rsid w:val="002979A5"/>
    <w:rsid w:val="002A1BF8"/>
    <w:rsid w:val="002A430A"/>
    <w:rsid w:val="002A5F33"/>
    <w:rsid w:val="002A609A"/>
    <w:rsid w:val="002A6357"/>
    <w:rsid w:val="002B0434"/>
    <w:rsid w:val="002B0FD5"/>
    <w:rsid w:val="002B12F0"/>
    <w:rsid w:val="002B24E0"/>
    <w:rsid w:val="002B2C82"/>
    <w:rsid w:val="002B407E"/>
    <w:rsid w:val="002B498A"/>
    <w:rsid w:val="002B5629"/>
    <w:rsid w:val="002B699B"/>
    <w:rsid w:val="002B6B23"/>
    <w:rsid w:val="002B74BD"/>
    <w:rsid w:val="002B75BC"/>
    <w:rsid w:val="002C0934"/>
    <w:rsid w:val="002C1612"/>
    <w:rsid w:val="002C18BF"/>
    <w:rsid w:val="002C3389"/>
    <w:rsid w:val="002C3764"/>
    <w:rsid w:val="002C3D12"/>
    <w:rsid w:val="002C7778"/>
    <w:rsid w:val="002C7DDD"/>
    <w:rsid w:val="002D05EC"/>
    <w:rsid w:val="002D1BBA"/>
    <w:rsid w:val="002D3004"/>
    <w:rsid w:val="002D3221"/>
    <w:rsid w:val="002D3DD7"/>
    <w:rsid w:val="002D44C0"/>
    <w:rsid w:val="002D6041"/>
    <w:rsid w:val="002D74B0"/>
    <w:rsid w:val="002D7821"/>
    <w:rsid w:val="002E0495"/>
    <w:rsid w:val="002E0951"/>
    <w:rsid w:val="002E13C6"/>
    <w:rsid w:val="002E13D0"/>
    <w:rsid w:val="002E1A7D"/>
    <w:rsid w:val="002E1B58"/>
    <w:rsid w:val="002E2CFC"/>
    <w:rsid w:val="002E2D46"/>
    <w:rsid w:val="002E2F18"/>
    <w:rsid w:val="002E443D"/>
    <w:rsid w:val="002E5238"/>
    <w:rsid w:val="002E5257"/>
    <w:rsid w:val="002E589B"/>
    <w:rsid w:val="002E6AD2"/>
    <w:rsid w:val="002E6BA8"/>
    <w:rsid w:val="002F0145"/>
    <w:rsid w:val="002F08BA"/>
    <w:rsid w:val="002F175A"/>
    <w:rsid w:val="002F192E"/>
    <w:rsid w:val="002F1A61"/>
    <w:rsid w:val="002F2213"/>
    <w:rsid w:val="002F3C42"/>
    <w:rsid w:val="002F4630"/>
    <w:rsid w:val="002F4BC4"/>
    <w:rsid w:val="002F512D"/>
    <w:rsid w:val="002F58AD"/>
    <w:rsid w:val="00300F92"/>
    <w:rsid w:val="0030125D"/>
    <w:rsid w:val="00301822"/>
    <w:rsid w:val="00301F80"/>
    <w:rsid w:val="00302553"/>
    <w:rsid w:val="00302736"/>
    <w:rsid w:val="00303D42"/>
    <w:rsid w:val="00304C99"/>
    <w:rsid w:val="00305929"/>
    <w:rsid w:val="003059ED"/>
    <w:rsid w:val="0030608A"/>
    <w:rsid w:val="003106E4"/>
    <w:rsid w:val="00311401"/>
    <w:rsid w:val="00311C7B"/>
    <w:rsid w:val="00312B0D"/>
    <w:rsid w:val="0031436C"/>
    <w:rsid w:val="00314774"/>
    <w:rsid w:val="00315D50"/>
    <w:rsid w:val="00317063"/>
    <w:rsid w:val="003171C6"/>
    <w:rsid w:val="00317758"/>
    <w:rsid w:val="00317C38"/>
    <w:rsid w:val="00320169"/>
    <w:rsid w:val="003211F1"/>
    <w:rsid w:val="0032195C"/>
    <w:rsid w:val="00322C0C"/>
    <w:rsid w:val="00324821"/>
    <w:rsid w:val="00324A2A"/>
    <w:rsid w:val="00324A5F"/>
    <w:rsid w:val="00325473"/>
    <w:rsid w:val="00327881"/>
    <w:rsid w:val="00327B3E"/>
    <w:rsid w:val="00330D09"/>
    <w:rsid w:val="003317F4"/>
    <w:rsid w:val="003320FE"/>
    <w:rsid w:val="00334D35"/>
    <w:rsid w:val="003354FA"/>
    <w:rsid w:val="003364D9"/>
    <w:rsid w:val="003377FD"/>
    <w:rsid w:val="00342371"/>
    <w:rsid w:val="00342972"/>
    <w:rsid w:val="00342A1B"/>
    <w:rsid w:val="00342E14"/>
    <w:rsid w:val="00343AD9"/>
    <w:rsid w:val="003441E0"/>
    <w:rsid w:val="0034449E"/>
    <w:rsid w:val="00345FF1"/>
    <w:rsid w:val="00350050"/>
    <w:rsid w:val="00350B5F"/>
    <w:rsid w:val="003512A2"/>
    <w:rsid w:val="003515CA"/>
    <w:rsid w:val="00351CC0"/>
    <w:rsid w:val="00353F92"/>
    <w:rsid w:val="00355C30"/>
    <w:rsid w:val="0035684C"/>
    <w:rsid w:val="00357B6B"/>
    <w:rsid w:val="00360013"/>
    <w:rsid w:val="00360753"/>
    <w:rsid w:val="00360FAF"/>
    <w:rsid w:val="00362A3F"/>
    <w:rsid w:val="003640A4"/>
    <w:rsid w:val="0036418D"/>
    <w:rsid w:val="003667E0"/>
    <w:rsid w:val="00366885"/>
    <w:rsid w:val="00366DD1"/>
    <w:rsid w:val="00366F4E"/>
    <w:rsid w:val="003676D5"/>
    <w:rsid w:val="00370165"/>
    <w:rsid w:val="00371CBE"/>
    <w:rsid w:val="00371E70"/>
    <w:rsid w:val="003738FC"/>
    <w:rsid w:val="003749E7"/>
    <w:rsid w:val="00374E68"/>
    <w:rsid w:val="00375429"/>
    <w:rsid w:val="00375BBC"/>
    <w:rsid w:val="00375C59"/>
    <w:rsid w:val="0037779B"/>
    <w:rsid w:val="003801D4"/>
    <w:rsid w:val="003803B2"/>
    <w:rsid w:val="003816D8"/>
    <w:rsid w:val="003818C0"/>
    <w:rsid w:val="003824DF"/>
    <w:rsid w:val="003830F5"/>
    <w:rsid w:val="0038587A"/>
    <w:rsid w:val="00387ED7"/>
    <w:rsid w:val="003902D3"/>
    <w:rsid w:val="00390399"/>
    <w:rsid w:val="00390673"/>
    <w:rsid w:val="0039128A"/>
    <w:rsid w:val="003920DE"/>
    <w:rsid w:val="0039459C"/>
    <w:rsid w:val="0039486A"/>
    <w:rsid w:val="0039512A"/>
    <w:rsid w:val="00396E42"/>
    <w:rsid w:val="003977A5"/>
    <w:rsid w:val="003A05EE"/>
    <w:rsid w:val="003A3F36"/>
    <w:rsid w:val="003A4111"/>
    <w:rsid w:val="003A4533"/>
    <w:rsid w:val="003A466D"/>
    <w:rsid w:val="003A548D"/>
    <w:rsid w:val="003A6040"/>
    <w:rsid w:val="003A6E96"/>
    <w:rsid w:val="003B09E2"/>
    <w:rsid w:val="003B12C6"/>
    <w:rsid w:val="003B1B1B"/>
    <w:rsid w:val="003B3173"/>
    <w:rsid w:val="003B3924"/>
    <w:rsid w:val="003B4078"/>
    <w:rsid w:val="003B5838"/>
    <w:rsid w:val="003B6A9C"/>
    <w:rsid w:val="003C156E"/>
    <w:rsid w:val="003C1630"/>
    <w:rsid w:val="003C2B1D"/>
    <w:rsid w:val="003C2FF8"/>
    <w:rsid w:val="003C3368"/>
    <w:rsid w:val="003D07BC"/>
    <w:rsid w:val="003D22AB"/>
    <w:rsid w:val="003D2430"/>
    <w:rsid w:val="003D362F"/>
    <w:rsid w:val="003D4979"/>
    <w:rsid w:val="003D528D"/>
    <w:rsid w:val="003D6B56"/>
    <w:rsid w:val="003D7576"/>
    <w:rsid w:val="003D77B6"/>
    <w:rsid w:val="003E0389"/>
    <w:rsid w:val="003E130A"/>
    <w:rsid w:val="003E147C"/>
    <w:rsid w:val="003E155B"/>
    <w:rsid w:val="003E1BB5"/>
    <w:rsid w:val="003E2A2B"/>
    <w:rsid w:val="003E2BE2"/>
    <w:rsid w:val="003E34E6"/>
    <w:rsid w:val="003E45C8"/>
    <w:rsid w:val="003E77A2"/>
    <w:rsid w:val="003F1854"/>
    <w:rsid w:val="003F1E4F"/>
    <w:rsid w:val="003F214F"/>
    <w:rsid w:val="003F322A"/>
    <w:rsid w:val="003F3AD0"/>
    <w:rsid w:val="00400643"/>
    <w:rsid w:val="00402354"/>
    <w:rsid w:val="00403286"/>
    <w:rsid w:val="00404F39"/>
    <w:rsid w:val="0040514E"/>
    <w:rsid w:val="00405B48"/>
    <w:rsid w:val="004124E8"/>
    <w:rsid w:val="00413666"/>
    <w:rsid w:val="0041465F"/>
    <w:rsid w:val="004154E6"/>
    <w:rsid w:val="0041683E"/>
    <w:rsid w:val="004179E3"/>
    <w:rsid w:val="00417FD6"/>
    <w:rsid w:val="00420B6D"/>
    <w:rsid w:val="00421E6E"/>
    <w:rsid w:val="00421F62"/>
    <w:rsid w:val="004226CC"/>
    <w:rsid w:val="00422859"/>
    <w:rsid w:val="00424579"/>
    <w:rsid w:val="00424C56"/>
    <w:rsid w:val="00424EA8"/>
    <w:rsid w:val="0042520D"/>
    <w:rsid w:val="004252DE"/>
    <w:rsid w:val="0042575B"/>
    <w:rsid w:val="00427A28"/>
    <w:rsid w:val="00430A9A"/>
    <w:rsid w:val="00432591"/>
    <w:rsid w:val="004327FF"/>
    <w:rsid w:val="004336E2"/>
    <w:rsid w:val="0043401E"/>
    <w:rsid w:val="0043424C"/>
    <w:rsid w:val="00434717"/>
    <w:rsid w:val="00434B1D"/>
    <w:rsid w:val="004358E6"/>
    <w:rsid w:val="00435914"/>
    <w:rsid w:val="0043634A"/>
    <w:rsid w:val="004376ED"/>
    <w:rsid w:val="0044018A"/>
    <w:rsid w:val="004412C8"/>
    <w:rsid w:val="00441A64"/>
    <w:rsid w:val="00441DFB"/>
    <w:rsid w:val="00442602"/>
    <w:rsid w:val="0044377F"/>
    <w:rsid w:val="004444B2"/>
    <w:rsid w:val="00445686"/>
    <w:rsid w:val="0044639C"/>
    <w:rsid w:val="00446479"/>
    <w:rsid w:val="00446C46"/>
    <w:rsid w:val="004473AF"/>
    <w:rsid w:val="00450C58"/>
    <w:rsid w:val="00453AD1"/>
    <w:rsid w:val="00454D06"/>
    <w:rsid w:val="00455ACE"/>
    <w:rsid w:val="00456C8E"/>
    <w:rsid w:val="00457479"/>
    <w:rsid w:val="004600D3"/>
    <w:rsid w:val="00460CF5"/>
    <w:rsid w:val="00461D47"/>
    <w:rsid w:val="00461FE5"/>
    <w:rsid w:val="00462E2C"/>
    <w:rsid w:val="0046348B"/>
    <w:rsid w:val="00463F43"/>
    <w:rsid w:val="004654A3"/>
    <w:rsid w:val="00465F2C"/>
    <w:rsid w:val="004674C0"/>
    <w:rsid w:val="004703D0"/>
    <w:rsid w:val="0047069E"/>
    <w:rsid w:val="00471936"/>
    <w:rsid w:val="00471B52"/>
    <w:rsid w:val="00471C4D"/>
    <w:rsid w:val="00472305"/>
    <w:rsid w:val="004742B4"/>
    <w:rsid w:val="00474A42"/>
    <w:rsid w:val="00474C66"/>
    <w:rsid w:val="00475D8B"/>
    <w:rsid w:val="00476676"/>
    <w:rsid w:val="00476B66"/>
    <w:rsid w:val="00477078"/>
    <w:rsid w:val="0047728C"/>
    <w:rsid w:val="00480C34"/>
    <w:rsid w:val="004823CD"/>
    <w:rsid w:val="00483FC4"/>
    <w:rsid w:val="004842CE"/>
    <w:rsid w:val="004855A5"/>
    <w:rsid w:val="00485680"/>
    <w:rsid w:val="00485EEE"/>
    <w:rsid w:val="00486103"/>
    <w:rsid w:val="004874A1"/>
    <w:rsid w:val="00487FA1"/>
    <w:rsid w:val="00490249"/>
    <w:rsid w:val="00490527"/>
    <w:rsid w:val="00490E1C"/>
    <w:rsid w:val="00491A61"/>
    <w:rsid w:val="00491B47"/>
    <w:rsid w:val="004949EC"/>
    <w:rsid w:val="00495F77"/>
    <w:rsid w:val="00496680"/>
    <w:rsid w:val="004975B1"/>
    <w:rsid w:val="004977E1"/>
    <w:rsid w:val="00497E32"/>
    <w:rsid w:val="004A1776"/>
    <w:rsid w:val="004A1C11"/>
    <w:rsid w:val="004A1CBF"/>
    <w:rsid w:val="004A3951"/>
    <w:rsid w:val="004A6339"/>
    <w:rsid w:val="004B0102"/>
    <w:rsid w:val="004B19C2"/>
    <w:rsid w:val="004B2933"/>
    <w:rsid w:val="004B2E24"/>
    <w:rsid w:val="004B39E7"/>
    <w:rsid w:val="004B3AC0"/>
    <w:rsid w:val="004B449F"/>
    <w:rsid w:val="004B4A65"/>
    <w:rsid w:val="004B4C5C"/>
    <w:rsid w:val="004B4FB7"/>
    <w:rsid w:val="004B6144"/>
    <w:rsid w:val="004B664C"/>
    <w:rsid w:val="004C0F39"/>
    <w:rsid w:val="004C4BAC"/>
    <w:rsid w:val="004C500D"/>
    <w:rsid w:val="004C553D"/>
    <w:rsid w:val="004C5A28"/>
    <w:rsid w:val="004C60E7"/>
    <w:rsid w:val="004C6AE5"/>
    <w:rsid w:val="004C7540"/>
    <w:rsid w:val="004C769C"/>
    <w:rsid w:val="004C7960"/>
    <w:rsid w:val="004D0197"/>
    <w:rsid w:val="004D0ECD"/>
    <w:rsid w:val="004D125B"/>
    <w:rsid w:val="004D2378"/>
    <w:rsid w:val="004D25B1"/>
    <w:rsid w:val="004D4202"/>
    <w:rsid w:val="004D4E57"/>
    <w:rsid w:val="004D5237"/>
    <w:rsid w:val="004D6C19"/>
    <w:rsid w:val="004D7E00"/>
    <w:rsid w:val="004E0F03"/>
    <w:rsid w:val="004E132A"/>
    <w:rsid w:val="004E20A5"/>
    <w:rsid w:val="004E28A3"/>
    <w:rsid w:val="004E41A1"/>
    <w:rsid w:val="004E5DF9"/>
    <w:rsid w:val="004E6A7A"/>
    <w:rsid w:val="004E70C4"/>
    <w:rsid w:val="004E764C"/>
    <w:rsid w:val="004F0FA3"/>
    <w:rsid w:val="004F483F"/>
    <w:rsid w:val="004F48A0"/>
    <w:rsid w:val="004F52FF"/>
    <w:rsid w:val="004F5B4B"/>
    <w:rsid w:val="004F7375"/>
    <w:rsid w:val="004F7F0C"/>
    <w:rsid w:val="00500C0F"/>
    <w:rsid w:val="0050302E"/>
    <w:rsid w:val="005046F0"/>
    <w:rsid w:val="00504C30"/>
    <w:rsid w:val="005054EC"/>
    <w:rsid w:val="00506AFB"/>
    <w:rsid w:val="00506ED0"/>
    <w:rsid w:val="005071F9"/>
    <w:rsid w:val="005079D3"/>
    <w:rsid w:val="00510259"/>
    <w:rsid w:val="005103BC"/>
    <w:rsid w:val="005105A9"/>
    <w:rsid w:val="00510A90"/>
    <w:rsid w:val="00511067"/>
    <w:rsid w:val="005121D6"/>
    <w:rsid w:val="00513BEE"/>
    <w:rsid w:val="0051501D"/>
    <w:rsid w:val="005174BA"/>
    <w:rsid w:val="005206B4"/>
    <w:rsid w:val="0052075F"/>
    <w:rsid w:val="00520BF0"/>
    <w:rsid w:val="00521A3E"/>
    <w:rsid w:val="00522F73"/>
    <w:rsid w:val="00524AC1"/>
    <w:rsid w:val="00525675"/>
    <w:rsid w:val="005262B2"/>
    <w:rsid w:val="00526E96"/>
    <w:rsid w:val="00527DDF"/>
    <w:rsid w:val="00532003"/>
    <w:rsid w:val="00533430"/>
    <w:rsid w:val="005338FC"/>
    <w:rsid w:val="0053429C"/>
    <w:rsid w:val="005344E4"/>
    <w:rsid w:val="00534AF2"/>
    <w:rsid w:val="00535F60"/>
    <w:rsid w:val="00536352"/>
    <w:rsid w:val="00537010"/>
    <w:rsid w:val="005373EA"/>
    <w:rsid w:val="005374DE"/>
    <w:rsid w:val="00537B33"/>
    <w:rsid w:val="00541524"/>
    <w:rsid w:val="00541BE8"/>
    <w:rsid w:val="00543B78"/>
    <w:rsid w:val="00543C90"/>
    <w:rsid w:val="005447A4"/>
    <w:rsid w:val="00545007"/>
    <w:rsid w:val="005450DF"/>
    <w:rsid w:val="00546C1E"/>
    <w:rsid w:val="0055112E"/>
    <w:rsid w:val="00552466"/>
    <w:rsid w:val="005528A0"/>
    <w:rsid w:val="00552BED"/>
    <w:rsid w:val="00553838"/>
    <w:rsid w:val="005543E5"/>
    <w:rsid w:val="00555B47"/>
    <w:rsid w:val="00555DCC"/>
    <w:rsid w:val="00556868"/>
    <w:rsid w:val="005579EC"/>
    <w:rsid w:val="005626A8"/>
    <w:rsid w:val="00562A5A"/>
    <w:rsid w:val="00562CED"/>
    <w:rsid w:val="005635F6"/>
    <w:rsid w:val="00563FEC"/>
    <w:rsid w:val="0056418C"/>
    <w:rsid w:val="0056653A"/>
    <w:rsid w:val="0056752D"/>
    <w:rsid w:val="00567841"/>
    <w:rsid w:val="0057036E"/>
    <w:rsid w:val="00570B35"/>
    <w:rsid w:val="00570D07"/>
    <w:rsid w:val="00571562"/>
    <w:rsid w:val="0057364E"/>
    <w:rsid w:val="00573EAD"/>
    <w:rsid w:val="005743DF"/>
    <w:rsid w:val="005744B1"/>
    <w:rsid w:val="00574B6C"/>
    <w:rsid w:val="005757AF"/>
    <w:rsid w:val="00575BEB"/>
    <w:rsid w:val="00575F7A"/>
    <w:rsid w:val="005761BA"/>
    <w:rsid w:val="00576DD8"/>
    <w:rsid w:val="00577073"/>
    <w:rsid w:val="00577223"/>
    <w:rsid w:val="00577602"/>
    <w:rsid w:val="005835CB"/>
    <w:rsid w:val="0058397A"/>
    <w:rsid w:val="00584A0E"/>
    <w:rsid w:val="00584AA7"/>
    <w:rsid w:val="00584C2E"/>
    <w:rsid w:val="00584EBB"/>
    <w:rsid w:val="005850D8"/>
    <w:rsid w:val="00585D9A"/>
    <w:rsid w:val="00585E8A"/>
    <w:rsid w:val="00586537"/>
    <w:rsid w:val="00587B58"/>
    <w:rsid w:val="00587B68"/>
    <w:rsid w:val="00587E32"/>
    <w:rsid w:val="00587E82"/>
    <w:rsid w:val="005917AC"/>
    <w:rsid w:val="00592510"/>
    <w:rsid w:val="00592CE4"/>
    <w:rsid w:val="00593C8C"/>
    <w:rsid w:val="00595847"/>
    <w:rsid w:val="0059694D"/>
    <w:rsid w:val="00596A47"/>
    <w:rsid w:val="005A1C17"/>
    <w:rsid w:val="005A2839"/>
    <w:rsid w:val="005A439C"/>
    <w:rsid w:val="005A47CE"/>
    <w:rsid w:val="005A4FDC"/>
    <w:rsid w:val="005A56CE"/>
    <w:rsid w:val="005A62C7"/>
    <w:rsid w:val="005A6CAB"/>
    <w:rsid w:val="005B08B3"/>
    <w:rsid w:val="005B170B"/>
    <w:rsid w:val="005B1AEF"/>
    <w:rsid w:val="005B1C1C"/>
    <w:rsid w:val="005B1D3E"/>
    <w:rsid w:val="005B1ED5"/>
    <w:rsid w:val="005B2120"/>
    <w:rsid w:val="005B2704"/>
    <w:rsid w:val="005B46C7"/>
    <w:rsid w:val="005B48DC"/>
    <w:rsid w:val="005B4FDB"/>
    <w:rsid w:val="005B5975"/>
    <w:rsid w:val="005B76C7"/>
    <w:rsid w:val="005B79A1"/>
    <w:rsid w:val="005B7A67"/>
    <w:rsid w:val="005C1481"/>
    <w:rsid w:val="005C37F8"/>
    <w:rsid w:val="005C3A3E"/>
    <w:rsid w:val="005C5B7D"/>
    <w:rsid w:val="005C64D4"/>
    <w:rsid w:val="005C693F"/>
    <w:rsid w:val="005C70DF"/>
    <w:rsid w:val="005C7867"/>
    <w:rsid w:val="005C7AB9"/>
    <w:rsid w:val="005D0B98"/>
    <w:rsid w:val="005D122B"/>
    <w:rsid w:val="005D1420"/>
    <w:rsid w:val="005D1490"/>
    <w:rsid w:val="005D41D9"/>
    <w:rsid w:val="005D4ED4"/>
    <w:rsid w:val="005D5D3C"/>
    <w:rsid w:val="005D5FB0"/>
    <w:rsid w:val="005D619B"/>
    <w:rsid w:val="005E0367"/>
    <w:rsid w:val="005E1534"/>
    <w:rsid w:val="005E255A"/>
    <w:rsid w:val="005E2C1F"/>
    <w:rsid w:val="005E4E09"/>
    <w:rsid w:val="005E523F"/>
    <w:rsid w:val="005E6D52"/>
    <w:rsid w:val="005F00E2"/>
    <w:rsid w:val="005F0155"/>
    <w:rsid w:val="005F039B"/>
    <w:rsid w:val="005F043A"/>
    <w:rsid w:val="005F0B1F"/>
    <w:rsid w:val="005F17DE"/>
    <w:rsid w:val="005F1F80"/>
    <w:rsid w:val="005F2D04"/>
    <w:rsid w:val="005F2F35"/>
    <w:rsid w:val="005F457D"/>
    <w:rsid w:val="005F4969"/>
    <w:rsid w:val="005F62FC"/>
    <w:rsid w:val="005F7928"/>
    <w:rsid w:val="005F7C6F"/>
    <w:rsid w:val="006009EE"/>
    <w:rsid w:val="00600EC0"/>
    <w:rsid w:val="00604195"/>
    <w:rsid w:val="0060444F"/>
    <w:rsid w:val="00605D22"/>
    <w:rsid w:val="00606100"/>
    <w:rsid w:val="00606A8A"/>
    <w:rsid w:val="00606B12"/>
    <w:rsid w:val="00611D8F"/>
    <w:rsid w:val="0061348A"/>
    <w:rsid w:val="0061464D"/>
    <w:rsid w:val="0061489E"/>
    <w:rsid w:val="00615DF0"/>
    <w:rsid w:val="0061798B"/>
    <w:rsid w:val="00617BC6"/>
    <w:rsid w:val="00620E82"/>
    <w:rsid w:val="00620FB1"/>
    <w:rsid w:val="0062195D"/>
    <w:rsid w:val="006230C0"/>
    <w:rsid w:val="0062647B"/>
    <w:rsid w:val="006270C3"/>
    <w:rsid w:val="00630469"/>
    <w:rsid w:val="0063164A"/>
    <w:rsid w:val="00631C8A"/>
    <w:rsid w:val="006329AE"/>
    <w:rsid w:val="00632D7F"/>
    <w:rsid w:val="00633FDC"/>
    <w:rsid w:val="00634E96"/>
    <w:rsid w:val="0063668E"/>
    <w:rsid w:val="00636696"/>
    <w:rsid w:val="006373F6"/>
    <w:rsid w:val="00637C1D"/>
    <w:rsid w:val="00641749"/>
    <w:rsid w:val="00642188"/>
    <w:rsid w:val="00642A36"/>
    <w:rsid w:val="006439BE"/>
    <w:rsid w:val="00643E16"/>
    <w:rsid w:val="00645D34"/>
    <w:rsid w:val="00646158"/>
    <w:rsid w:val="00646297"/>
    <w:rsid w:val="0064718A"/>
    <w:rsid w:val="0065061F"/>
    <w:rsid w:val="00650E0E"/>
    <w:rsid w:val="0065359F"/>
    <w:rsid w:val="00653CBD"/>
    <w:rsid w:val="00653DEF"/>
    <w:rsid w:val="006557FA"/>
    <w:rsid w:val="00656040"/>
    <w:rsid w:val="0065652E"/>
    <w:rsid w:val="00657332"/>
    <w:rsid w:val="006600DD"/>
    <w:rsid w:val="00660E23"/>
    <w:rsid w:val="00661358"/>
    <w:rsid w:val="00661366"/>
    <w:rsid w:val="00662252"/>
    <w:rsid w:val="00663017"/>
    <w:rsid w:val="006633FF"/>
    <w:rsid w:val="00666B70"/>
    <w:rsid w:val="006678F0"/>
    <w:rsid w:val="00671EFE"/>
    <w:rsid w:val="00671F72"/>
    <w:rsid w:val="00671F8D"/>
    <w:rsid w:val="00672525"/>
    <w:rsid w:val="00673879"/>
    <w:rsid w:val="00673A68"/>
    <w:rsid w:val="00673CBA"/>
    <w:rsid w:val="00674610"/>
    <w:rsid w:val="00674D08"/>
    <w:rsid w:val="00675836"/>
    <w:rsid w:val="00675949"/>
    <w:rsid w:val="00680852"/>
    <w:rsid w:val="00681EA0"/>
    <w:rsid w:val="0068231A"/>
    <w:rsid w:val="0068355D"/>
    <w:rsid w:val="00684167"/>
    <w:rsid w:val="00684F53"/>
    <w:rsid w:val="00684FD2"/>
    <w:rsid w:val="006859FA"/>
    <w:rsid w:val="00686AC6"/>
    <w:rsid w:val="00686E90"/>
    <w:rsid w:val="00687054"/>
    <w:rsid w:val="006874C2"/>
    <w:rsid w:val="00687855"/>
    <w:rsid w:val="00687931"/>
    <w:rsid w:val="006923DE"/>
    <w:rsid w:val="00693D4C"/>
    <w:rsid w:val="0069553D"/>
    <w:rsid w:val="00695B21"/>
    <w:rsid w:val="006967FB"/>
    <w:rsid w:val="006A009F"/>
    <w:rsid w:val="006A1043"/>
    <w:rsid w:val="006A1F10"/>
    <w:rsid w:val="006A236B"/>
    <w:rsid w:val="006A373A"/>
    <w:rsid w:val="006A58D5"/>
    <w:rsid w:val="006A65BC"/>
    <w:rsid w:val="006A6817"/>
    <w:rsid w:val="006A6B15"/>
    <w:rsid w:val="006A77A1"/>
    <w:rsid w:val="006A7A32"/>
    <w:rsid w:val="006B06C1"/>
    <w:rsid w:val="006B09F6"/>
    <w:rsid w:val="006B1405"/>
    <w:rsid w:val="006B24AE"/>
    <w:rsid w:val="006B35E5"/>
    <w:rsid w:val="006B369B"/>
    <w:rsid w:val="006B38B6"/>
    <w:rsid w:val="006B41EA"/>
    <w:rsid w:val="006B6035"/>
    <w:rsid w:val="006B625F"/>
    <w:rsid w:val="006B7B1F"/>
    <w:rsid w:val="006B7D43"/>
    <w:rsid w:val="006B7F18"/>
    <w:rsid w:val="006C027B"/>
    <w:rsid w:val="006C0500"/>
    <w:rsid w:val="006C181D"/>
    <w:rsid w:val="006C2D19"/>
    <w:rsid w:val="006C4C75"/>
    <w:rsid w:val="006C6135"/>
    <w:rsid w:val="006C67CD"/>
    <w:rsid w:val="006D1310"/>
    <w:rsid w:val="006D2F67"/>
    <w:rsid w:val="006D3DCB"/>
    <w:rsid w:val="006D58D8"/>
    <w:rsid w:val="006D6128"/>
    <w:rsid w:val="006E08CF"/>
    <w:rsid w:val="006E0C86"/>
    <w:rsid w:val="006E164F"/>
    <w:rsid w:val="006E2111"/>
    <w:rsid w:val="006E237A"/>
    <w:rsid w:val="006E4D13"/>
    <w:rsid w:val="006E7204"/>
    <w:rsid w:val="006E786D"/>
    <w:rsid w:val="006F222D"/>
    <w:rsid w:val="006F2C8B"/>
    <w:rsid w:val="006F3552"/>
    <w:rsid w:val="006F3E90"/>
    <w:rsid w:val="006F482B"/>
    <w:rsid w:val="006F603F"/>
    <w:rsid w:val="007003CF"/>
    <w:rsid w:val="00700985"/>
    <w:rsid w:val="0070184D"/>
    <w:rsid w:val="00701AFA"/>
    <w:rsid w:val="00702278"/>
    <w:rsid w:val="007027FB"/>
    <w:rsid w:val="0070326D"/>
    <w:rsid w:val="00703B35"/>
    <w:rsid w:val="0070402D"/>
    <w:rsid w:val="007060A7"/>
    <w:rsid w:val="007063E2"/>
    <w:rsid w:val="00706536"/>
    <w:rsid w:val="00706BAE"/>
    <w:rsid w:val="00707029"/>
    <w:rsid w:val="00707E2B"/>
    <w:rsid w:val="0071184E"/>
    <w:rsid w:val="00714ACC"/>
    <w:rsid w:val="00715FA0"/>
    <w:rsid w:val="0071721F"/>
    <w:rsid w:val="007215F2"/>
    <w:rsid w:val="00721DF3"/>
    <w:rsid w:val="007225AA"/>
    <w:rsid w:val="00723804"/>
    <w:rsid w:val="00725692"/>
    <w:rsid w:val="007267C4"/>
    <w:rsid w:val="00727F9F"/>
    <w:rsid w:val="00731208"/>
    <w:rsid w:val="00731690"/>
    <w:rsid w:val="00733288"/>
    <w:rsid w:val="007333AC"/>
    <w:rsid w:val="00734EB8"/>
    <w:rsid w:val="00734EF5"/>
    <w:rsid w:val="0073525D"/>
    <w:rsid w:val="007353FB"/>
    <w:rsid w:val="00735423"/>
    <w:rsid w:val="00736581"/>
    <w:rsid w:val="007407B7"/>
    <w:rsid w:val="00744093"/>
    <w:rsid w:val="0074524A"/>
    <w:rsid w:val="00747BFA"/>
    <w:rsid w:val="007500FE"/>
    <w:rsid w:val="007506F2"/>
    <w:rsid w:val="00750934"/>
    <w:rsid w:val="00750CCA"/>
    <w:rsid w:val="00750D03"/>
    <w:rsid w:val="00750E01"/>
    <w:rsid w:val="00750FC0"/>
    <w:rsid w:val="00751EF3"/>
    <w:rsid w:val="007534C0"/>
    <w:rsid w:val="00754210"/>
    <w:rsid w:val="00754225"/>
    <w:rsid w:val="00754377"/>
    <w:rsid w:val="0075660B"/>
    <w:rsid w:val="00757052"/>
    <w:rsid w:val="007570FB"/>
    <w:rsid w:val="0075797E"/>
    <w:rsid w:val="00760838"/>
    <w:rsid w:val="0076124D"/>
    <w:rsid w:val="007614EF"/>
    <w:rsid w:val="00761682"/>
    <w:rsid w:val="0076186B"/>
    <w:rsid w:val="007618E6"/>
    <w:rsid w:val="00761BF9"/>
    <w:rsid w:val="00763780"/>
    <w:rsid w:val="00763C3C"/>
    <w:rsid w:val="007644CC"/>
    <w:rsid w:val="00764808"/>
    <w:rsid w:val="00764C4B"/>
    <w:rsid w:val="0076580E"/>
    <w:rsid w:val="00765B9C"/>
    <w:rsid w:val="007660BE"/>
    <w:rsid w:val="007665B3"/>
    <w:rsid w:val="00766747"/>
    <w:rsid w:val="00766CED"/>
    <w:rsid w:val="007708AF"/>
    <w:rsid w:val="00771AFB"/>
    <w:rsid w:val="00772A1A"/>
    <w:rsid w:val="007758A3"/>
    <w:rsid w:val="00775C98"/>
    <w:rsid w:val="00776B98"/>
    <w:rsid w:val="007779C6"/>
    <w:rsid w:val="00777D4F"/>
    <w:rsid w:val="00780EB7"/>
    <w:rsid w:val="0078329E"/>
    <w:rsid w:val="00784AEF"/>
    <w:rsid w:val="00784DD5"/>
    <w:rsid w:val="007852A3"/>
    <w:rsid w:val="00790A25"/>
    <w:rsid w:val="00790B9B"/>
    <w:rsid w:val="00791F6A"/>
    <w:rsid w:val="0079348F"/>
    <w:rsid w:val="00794ABB"/>
    <w:rsid w:val="00794EC4"/>
    <w:rsid w:val="00795CAE"/>
    <w:rsid w:val="00797C5C"/>
    <w:rsid w:val="007A0CF5"/>
    <w:rsid w:val="007A3A75"/>
    <w:rsid w:val="007A3C07"/>
    <w:rsid w:val="007A3E59"/>
    <w:rsid w:val="007A5D1B"/>
    <w:rsid w:val="007A5E7C"/>
    <w:rsid w:val="007A6A4A"/>
    <w:rsid w:val="007A74F2"/>
    <w:rsid w:val="007A7E04"/>
    <w:rsid w:val="007B0E02"/>
    <w:rsid w:val="007B4868"/>
    <w:rsid w:val="007B51EA"/>
    <w:rsid w:val="007B5EF7"/>
    <w:rsid w:val="007B6789"/>
    <w:rsid w:val="007B6AF1"/>
    <w:rsid w:val="007B72BA"/>
    <w:rsid w:val="007C02E5"/>
    <w:rsid w:val="007C190C"/>
    <w:rsid w:val="007C2617"/>
    <w:rsid w:val="007C28F4"/>
    <w:rsid w:val="007C312C"/>
    <w:rsid w:val="007C3375"/>
    <w:rsid w:val="007C4190"/>
    <w:rsid w:val="007C45AD"/>
    <w:rsid w:val="007C5805"/>
    <w:rsid w:val="007C5D4C"/>
    <w:rsid w:val="007C6984"/>
    <w:rsid w:val="007C75BD"/>
    <w:rsid w:val="007D06B7"/>
    <w:rsid w:val="007D0A39"/>
    <w:rsid w:val="007D10A5"/>
    <w:rsid w:val="007D1AC4"/>
    <w:rsid w:val="007D29AA"/>
    <w:rsid w:val="007D3090"/>
    <w:rsid w:val="007D44E6"/>
    <w:rsid w:val="007D671B"/>
    <w:rsid w:val="007E1A3F"/>
    <w:rsid w:val="007E1C45"/>
    <w:rsid w:val="007E4A6D"/>
    <w:rsid w:val="007E4BDC"/>
    <w:rsid w:val="007E4F67"/>
    <w:rsid w:val="007E5C8A"/>
    <w:rsid w:val="007E61F7"/>
    <w:rsid w:val="007E663A"/>
    <w:rsid w:val="007E68D0"/>
    <w:rsid w:val="007E710B"/>
    <w:rsid w:val="007F066A"/>
    <w:rsid w:val="007F1205"/>
    <w:rsid w:val="007F2012"/>
    <w:rsid w:val="007F3B29"/>
    <w:rsid w:val="007F54CA"/>
    <w:rsid w:val="007F55F1"/>
    <w:rsid w:val="007F5D95"/>
    <w:rsid w:val="007F6A8B"/>
    <w:rsid w:val="00801C84"/>
    <w:rsid w:val="008028E7"/>
    <w:rsid w:val="00802E92"/>
    <w:rsid w:val="00803228"/>
    <w:rsid w:val="008057AC"/>
    <w:rsid w:val="00805B19"/>
    <w:rsid w:val="00806483"/>
    <w:rsid w:val="00806F7B"/>
    <w:rsid w:val="008074D3"/>
    <w:rsid w:val="00807AD4"/>
    <w:rsid w:val="00807F4B"/>
    <w:rsid w:val="00810315"/>
    <w:rsid w:val="008109AF"/>
    <w:rsid w:val="008131F5"/>
    <w:rsid w:val="00813615"/>
    <w:rsid w:val="00813FEC"/>
    <w:rsid w:val="008142A8"/>
    <w:rsid w:val="00816C12"/>
    <w:rsid w:val="00817E02"/>
    <w:rsid w:val="0082017E"/>
    <w:rsid w:val="00823CCF"/>
    <w:rsid w:val="00824B3A"/>
    <w:rsid w:val="008256AF"/>
    <w:rsid w:val="00826809"/>
    <w:rsid w:val="00827744"/>
    <w:rsid w:val="00827975"/>
    <w:rsid w:val="008279F7"/>
    <w:rsid w:val="00827BF4"/>
    <w:rsid w:val="00827D20"/>
    <w:rsid w:val="00827F11"/>
    <w:rsid w:val="008304F3"/>
    <w:rsid w:val="00833537"/>
    <w:rsid w:val="0083366A"/>
    <w:rsid w:val="008340DC"/>
    <w:rsid w:val="00835553"/>
    <w:rsid w:val="008366BD"/>
    <w:rsid w:val="008373C6"/>
    <w:rsid w:val="008404C1"/>
    <w:rsid w:val="00840AB7"/>
    <w:rsid w:val="0084159A"/>
    <w:rsid w:val="00841B22"/>
    <w:rsid w:val="00842E63"/>
    <w:rsid w:val="00844152"/>
    <w:rsid w:val="0084470E"/>
    <w:rsid w:val="008450F9"/>
    <w:rsid w:val="00845107"/>
    <w:rsid w:val="0084514E"/>
    <w:rsid w:val="0084601A"/>
    <w:rsid w:val="00850264"/>
    <w:rsid w:val="00851172"/>
    <w:rsid w:val="00851D66"/>
    <w:rsid w:val="008522E1"/>
    <w:rsid w:val="00852333"/>
    <w:rsid w:val="00857DC5"/>
    <w:rsid w:val="008617D5"/>
    <w:rsid w:val="008637A0"/>
    <w:rsid w:val="0086398C"/>
    <w:rsid w:val="00863F8B"/>
    <w:rsid w:val="008641E0"/>
    <w:rsid w:val="00864F43"/>
    <w:rsid w:val="0086541E"/>
    <w:rsid w:val="00865DFE"/>
    <w:rsid w:val="00866B10"/>
    <w:rsid w:val="00870DFE"/>
    <w:rsid w:val="0087110B"/>
    <w:rsid w:val="008713FC"/>
    <w:rsid w:val="008717A3"/>
    <w:rsid w:val="00871CA7"/>
    <w:rsid w:val="0087245D"/>
    <w:rsid w:val="00872598"/>
    <w:rsid w:val="0087311E"/>
    <w:rsid w:val="0087335E"/>
    <w:rsid w:val="00873718"/>
    <w:rsid w:val="008750AA"/>
    <w:rsid w:val="008779D9"/>
    <w:rsid w:val="00877C1F"/>
    <w:rsid w:val="00877ED7"/>
    <w:rsid w:val="008805E5"/>
    <w:rsid w:val="00881687"/>
    <w:rsid w:val="00881C2F"/>
    <w:rsid w:val="00882F32"/>
    <w:rsid w:val="00884406"/>
    <w:rsid w:val="00885379"/>
    <w:rsid w:val="00885E74"/>
    <w:rsid w:val="00886D65"/>
    <w:rsid w:val="008909DA"/>
    <w:rsid w:val="00890C87"/>
    <w:rsid w:val="008936C5"/>
    <w:rsid w:val="00895237"/>
    <w:rsid w:val="00895A6F"/>
    <w:rsid w:val="008962F4"/>
    <w:rsid w:val="00896F06"/>
    <w:rsid w:val="008979F3"/>
    <w:rsid w:val="00897E67"/>
    <w:rsid w:val="008A2789"/>
    <w:rsid w:val="008A2CEF"/>
    <w:rsid w:val="008A35CC"/>
    <w:rsid w:val="008A4157"/>
    <w:rsid w:val="008A53C1"/>
    <w:rsid w:val="008A588A"/>
    <w:rsid w:val="008A687C"/>
    <w:rsid w:val="008A68ED"/>
    <w:rsid w:val="008B1478"/>
    <w:rsid w:val="008B16A0"/>
    <w:rsid w:val="008B2076"/>
    <w:rsid w:val="008B24EB"/>
    <w:rsid w:val="008B2A54"/>
    <w:rsid w:val="008B31B5"/>
    <w:rsid w:val="008B517C"/>
    <w:rsid w:val="008B568D"/>
    <w:rsid w:val="008B6FA1"/>
    <w:rsid w:val="008C0307"/>
    <w:rsid w:val="008C0465"/>
    <w:rsid w:val="008C0965"/>
    <w:rsid w:val="008C124F"/>
    <w:rsid w:val="008C2602"/>
    <w:rsid w:val="008C33DC"/>
    <w:rsid w:val="008C4ADE"/>
    <w:rsid w:val="008C5091"/>
    <w:rsid w:val="008C6078"/>
    <w:rsid w:val="008C69F6"/>
    <w:rsid w:val="008D060C"/>
    <w:rsid w:val="008D0C61"/>
    <w:rsid w:val="008D3BF3"/>
    <w:rsid w:val="008D4CFE"/>
    <w:rsid w:val="008D543C"/>
    <w:rsid w:val="008D598A"/>
    <w:rsid w:val="008D6C5D"/>
    <w:rsid w:val="008D7566"/>
    <w:rsid w:val="008E0E6D"/>
    <w:rsid w:val="008E43E9"/>
    <w:rsid w:val="008E54DE"/>
    <w:rsid w:val="008E5CC2"/>
    <w:rsid w:val="008E63EF"/>
    <w:rsid w:val="008E7405"/>
    <w:rsid w:val="008F108E"/>
    <w:rsid w:val="008F43E2"/>
    <w:rsid w:val="008F56A0"/>
    <w:rsid w:val="008F6EC5"/>
    <w:rsid w:val="008F6FBC"/>
    <w:rsid w:val="008F76D1"/>
    <w:rsid w:val="008F7AB0"/>
    <w:rsid w:val="00900804"/>
    <w:rsid w:val="00900B50"/>
    <w:rsid w:val="00900C99"/>
    <w:rsid w:val="0090105D"/>
    <w:rsid w:val="00901BE3"/>
    <w:rsid w:val="00901F70"/>
    <w:rsid w:val="00903B3D"/>
    <w:rsid w:val="00903FB9"/>
    <w:rsid w:val="00905870"/>
    <w:rsid w:val="009058CC"/>
    <w:rsid w:val="0090644B"/>
    <w:rsid w:val="00906462"/>
    <w:rsid w:val="00907FC7"/>
    <w:rsid w:val="00910842"/>
    <w:rsid w:val="00912616"/>
    <w:rsid w:val="00912E2D"/>
    <w:rsid w:val="00912E75"/>
    <w:rsid w:val="00913109"/>
    <w:rsid w:val="00913E08"/>
    <w:rsid w:val="00914021"/>
    <w:rsid w:val="00915B9D"/>
    <w:rsid w:val="0091774A"/>
    <w:rsid w:val="009213D0"/>
    <w:rsid w:val="00921624"/>
    <w:rsid w:val="00921A61"/>
    <w:rsid w:val="00921C05"/>
    <w:rsid w:val="009224AD"/>
    <w:rsid w:val="00926185"/>
    <w:rsid w:val="0092785F"/>
    <w:rsid w:val="00927998"/>
    <w:rsid w:val="00927A23"/>
    <w:rsid w:val="00927AEE"/>
    <w:rsid w:val="009301A9"/>
    <w:rsid w:val="00931CF1"/>
    <w:rsid w:val="00931F9E"/>
    <w:rsid w:val="00932639"/>
    <w:rsid w:val="00932ACF"/>
    <w:rsid w:val="009342C6"/>
    <w:rsid w:val="00934806"/>
    <w:rsid w:val="00934DDC"/>
    <w:rsid w:val="009358B7"/>
    <w:rsid w:val="009366AB"/>
    <w:rsid w:val="00941B23"/>
    <w:rsid w:val="009443F5"/>
    <w:rsid w:val="00944450"/>
    <w:rsid w:val="009444A9"/>
    <w:rsid w:val="009444F7"/>
    <w:rsid w:val="00945291"/>
    <w:rsid w:val="0094664D"/>
    <w:rsid w:val="009469DB"/>
    <w:rsid w:val="00946DEC"/>
    <w:rsid w:val="0094721E"/>
    <w:rsid w:val="00953649"/>
    <w:rsid w:val="00953705"/>
    <w:rsid w:val="0095453A"/>
    <w:rsid w:val="0095499B"/>
    <w:rsid w:val="009550F5"/>
    <w:rsid w:val="009552B0"/>
    <w:rsid w:val="00956A20"/>
    <w:rsid w:val="00956C64"/>
    <w:rsid w:val="0096098A"/>
    <w:rsid w:val="00961045"/>
    <w:rsid w:val="00961882"/>
    <w:rsid w:val="0096254F"/>
    <w:rsid w:val="009628BA"/>
    <w:rsid w:val="00962DC8"/>
    <w:rsid w:val="00964E0B"/>
    <w:rsid w:val="0096548A"/>
    <w:rsid w:val="00965B41"/>
    <w:rsid w:val="00965BC2"/>
    <w:rsid w:val="00965C36"/>
    <w:rsid w:val="009677C7"/>
    <w:rsid w:val="00967D00"/>
    <w:rsid w:val="00970215"/>
    <w:rsid w:val="009708CC"/>
    <w:rsid w:val="00971DAC"/>
    <w:rsid w:val="0097267C"/>
    <w:rsid w:val="00972D7A"/>
    <w:rsid w:val="00974270"/>
    <w:rsid w:val="00974752"/>
    <w:rsid w:val="00974AEE"/>
    <w:rsid w:val="00975529"/>
    <w:rsid w:val="00975C52"/>
    <w:rsid w:val="00976ABC"/>
    <w:rsid w:val="00977FDE"/>
    <w:rsid w:val="0098064A"/>
    <w:rsid w:val="0098064C"/>
    <w:rsid w:val="00980766"/>
    <w:rsid w:val="009807C3"/>
    <w:rsid w:val="00983244"/>
    <w:rsid w:val="00985A54"/>
    <w:rsid w:val="00985D42"/>
    <w:rsid w:val="009877A9"/>
    <w:rsid w:val="00990CD4"/>
    <w:rsid w:val="00991029"/>
    <w:rsid w:val="009915A8"/>
    <w:rsid w:val="0099195C"/>
    <w:rsid w:val="00991BE7"/>
    <w:rsid w:val="0099235D"/>
    <w:rsid w:val="00994494"/>
    <w:rsid w:val="00995C58"/>
    <w:rsid w:val="00996D71"/>
    <w:rsid w:val="009972E8"/>
    <w:rsid w:val="009A2145"/>
    <w:rsid w:val="009A2BF7"/>
    <w:rsid w:val="009A3279"/>
    <w:rsid w:val="009A3450"/>
    <w:rsid w:val="009A4BA1"/>
    <w:rsid w:val="009A4BA6"/>
    <w:rsid w:val="009A530F"/>
    <w:rsid w:val="009A5934"/>
    <w:rsid w:val="009A69BD"/>
    <w:rsid w:val="009A6CA2"/>
    <w:rsid w:val="009A6F26"/>
    <w:rsid w:val="009A7713"/>
    <w:rsid w:val="009A7CA0"/>
    <w:rsid w:val="009A7F86"/>
    <w:rsid w:val="009B12FF"/>
    <w:rsid w:val="009B1AA8"/>
    <w:rsid w:val="009B346A"/>
    <w:rsid w:val="009B35A0"/>
    <w:rsid w:val="009B3FF7"/>
    <w:rsid w:val="009B484C"/>
    <w:rsid w:val="009B5D69"/>
    <w:rsid w:val="009B6AF0"/>
    <w:rsid w:val="009B7D73"/>
    <w:rsid w:val="009B7E7F"/>
    <w:rsid w:val="009B7EE2"/>
    <w:rsid w:val="009C0ABD"/>
    <w:rsid w:val="009C1B04"/>
    <w:rsid w:val="009C272C"/>
    <w:rsid w:val="009C38FB"/>
    <w:rsid w:val="009C38FD"/>
    <w:rsid w:val="009C3ABE"/>
    <w:rsid w:val="009C416C"/>
    <w:rsid w:val="009C643E"/>
    <w:rsid w:val="009C6529"/>
    <w:rsid w:val="009C6C42"/>
    <w:rsid w:val="009C7745"/>
    <w:rsid w:val="009C7FBD"/>
    <w:rsid w:val="009D31F5"/>
    <w:rsid w:val="009D5854"/>
    <w:rsid w:val="009D634F"/>
    <w:rsid w:val="009D69FC"/>
    <w:rsid w:val="009E184E"/>
    <w:rsid w:val="009E1A16"/>
    <w:rsid w:val="009E3367"/>
    <w:rsid w:val="009E5801"/>
    <w:rsid w:val="009E634C"/>
    <w:rsid w:val="009F10E6"/>
    <w:rsid w:val="009F346B"/>
    <w:rsid w:val="009F44F8"/>
    <w:rsid w:val="009F45A3"/>
    <w:rsid w:val="009F4CB3"/>
    <w:rsid w:val="009F5974"/>
    <w:rsid w:val="009F6360"/>
    <w:rsid w:val="009F7021"/>
    <w:rsid w:val="009F72D5"/>
    <w:rsid w:val="009F72DB"/>
    <w:rsid w:val="009F7929"/>
    <w:rsid w:val="00A026C3"/>
    <w:rsid w:val="00A02E0B"/>
    <w:rsid w:val="00A03BCD"/>
    <w:rsid w:val="00A070E6"/>
    <w:rsid w:val="00A13D02"/>
    <w:rsid w:val="00A13F90"/>
    <w:rsid w:val="00A169A5"/>
    <w:rsid w:val="00A17605"/>
    <w:rsid w:val="00A17A05"/>
    <w:rsid w:val="00A20488"/>
    <w:rsid w:val="00A20630"/>
    <w:rsid w:val="00A21679"/>
    <w:rsid w:val="00A21B58"/>
    <w:rsid w:val="00A21EDE"/>
    <w:rsid w:val="00A221FE"/>
    <w:rsid w:val="00A22646"/>
    <w:rsid w:val="00A234AD"/>
    <w:rsid w:val="00A23DA7"/>
    <w:rsid w:val="00A246A0"/>
    <w:rsid w:val="00A24908"/>
    <w:rsid w:val="00A258F1"/>
    <w:rsid w:val="00A25968"/>
    <w:rsid w:val="00A25A3B"/>
    <w:rsid w:val="00A26880"/>
    <w:rsid w:val="00A26CF6"/>
    <w:rsid w:val="00A27E27"/>
    <w:rsid w:val="00A30119"/>
    <w:rsid w:val="00A32CB9"/>
    <w:rsid w:val="00A32F21"/>
    <w:rsid w:val="00A3333D"/>
    <w:rsid w:val="00A3411A"/>
    <w:rsid w:val="00A365D3"/>
    <w:rsid w:val="00A36980"/>
    <w:rsid w:val="00A40F6A"/>
    <w:rsid w:val="00A4263E"/>
    <w:rsid w:val="00A42F2D"/>
    <w:rsid w:val="00A431E5"/>
    <w:rsid w:val="00A43946"/>
    <w:rsid w:val="00A43C6B"/>
    <w:rsid w:val="00A4492A"/>
    <w:rsid w:val="00A44C59"/>
    <w:rsid w:val="00A45157"/>
    <w:rsid w:val="00A45B56"/>
    <w:rsid w:val="00A472F5"/>
    <w:rsid w:val="00A47AED"/>
    <w:rsid w:val="00A526FA"/>
    <w:rsid w:val="00A528F6"/>
    <w:rsid w:val="00A55B8B"/>
    <w:rsid w:val="00A573A2"/>
    <w:rsid w:val="00A57808"/>
    <w:rsid w:val="00A61208"/>
    <w:rsid w:val="00A612C3"/>
    <w:rsid w:val="00A631CC"/>
    <w:rsid w:val="00A634A5"/>
    <w:rsid w:val="00A634CE"/>
    <w:rsid w:val="00A65435"/>
    <w:rsid w:val="00A66C32"/>
    <w:rsid w:val="00A67162"/>
    <w:rsid w:val="00A6728E"/>
    <w:rsid w:val="00A6732F"/>
    <w:rsid w:val="00A67E9C"/>
    <w:rsid w:val="00A70121"/>
    <w:rsid w:val="00A70711"/>
    <w:rsid w:val="00A70B12"/>
    <w:rsid w:val="00A71014"/>
    <w:rsid w:val="00A71027"/>
    <w:rsid w:val="00A714D3"/>
    <w:rsid w:val="00A7159A"/>
    <w:rsid w:val="00A73707"/>
    <w:rsid w:val="00A743FA"/>
    <w:rsid w:val="00A7522E"/>
    <w:rsid w:val="00A760F7"/>
    <w:rsid w:val="00A76138"/>
    <w:rsid w:val="00A80A8A"/>
    <w:rsid w:val="00A810A9"/>
    <w:rsid w:val="00A8181C"/>
    <w:rsid w:val="00A826D3"/>
    <w:rsid w:val="00A83B18"/>
    <w:rsid w:val="00A87436"/>
    <w:rsid w:val="00A92DDF"/>
    <w:rsid w:val="00A935C0"/>
    <w:rsid w:val="00A9424F"/>
    <w:rsid w:val="00A94C19"/>
    <w:rsid w:val="00A957AD"/>
    <w:rsid w:val="00A96209"/>
    <w:rsid w:val="00A962A8"/>
    <w:rsid w:val="00A962D4"/>
    <w:rsid w:val="00A96CE9"/>
    <w:rsid w:val="00A97469"/>
    <w:rsid w:val="00A9763A"/>
    <w:rsid w:val="00AA032D"/>
    <w:rsid w:val="00AA1206"/>
    <w:rsid w:val="00AA214A"/>
    <w:rsid w:val="00AA3314"/>
    <w:rsid w:val="00AA3F12"/>
    <w:rsid w:val="00AA4313"/>
    <w:rsid w:val="00AA66CA"/>
    <w:rsid w:val="00AB2B2C"/>
    <w:rsid w:val="00AB331E"/>
    <w:rsid w:val="00AB3AC8"/>
    <w:rsid w:val="00AB3BCC"/>
    <w:rsid w:val="00AB4631"/>
    <w:rsid w:val="00AB463A"/>
    <w:rsid w:val="00AB4A0C"/>
    <w:rsid w:val="00AB523D"/>
    <w:rsid w:val="00AB715E"/>
    <w:rsid w:val="00AB7B86"/>
    <w:rsid w:val="00AB7CD1"/>
    <w:rsid w:val="00AB7FD4"/>
    <w:rsid w:val="00AC022C"/>
    <w:rsid w:val="00AC100C"/>
    <w:rsid w:val="00AC3D86"/>
    <w:rsid w:val="00AC3F8A"/>
    <w:rsid w:val="00AC4F0A"/>
    <w:rsid w:val="00AC547D"/>
    <w:rsid w:val="00AC564D"/>
    <w:rsid w:val="00AC5EF2"/>
    <w:rsid w:val="00AC6B57"/>
    <w:rsid w:val="00AC707C"/>
    <w:rsid w:val="00AD04F9"/>
    <w:rsid w:val="00AD1250"/>
    <w:rsid w:val="00AD159A"/>
    <w:rsid w:val="00AD21B2"/>
    <w:rsid w:val="00AD25A7"/>
    <w:rsid w:val="00AD3570"/>
    <w:rsid w:val="00AD62A5"/>
    <w:rsid w:val="00AD633F"/>
    <w:rsid w:val="00AD78A8"/>
    <w:rsid w:val="00AD7FF1"/>
    <w:rsid w:val="00AE0251"/>
    <w:rsid w:val="00AE05A4"/>
    <w:rsid w:val="00AE0996"/>
    <w:rsid w:val="00AE1077"/>
    <w:rsid w:val="00AE1619"/>
    <w:rsid w:val="00AE208A"/>
    <w:rsid w:val="00AE2F45"/>
    <w:rsid w:val="00AE3279"/>
    <w:rsid w:val="00AE381C"/>
    <w:rsid w:val="00AE39BB"/>
    <w:rsid w:val="00AE432A"/>
    <w:rsid w:val="00AE4897"/>
    <w:rsid w:val="00AE5618"/>
    <w:rsid w:val="00AE67D1"/>
    <w:rsid w:val="00AE6CF3"/>
    <w:rsid w:val="00AE71AA"/>
    <w:rsid w:val="00AE728E"/>
    <w:rsid w:val="00AE75A8"/>
    <w:rsid w:val="00AE763A"/>
    <w:rsid w:val="00AF054C"/>
    <w:rsid w:val="00AF173C"/>
    <w:rsid w:val="00AF1A5F"/>
    <w:rsid w:val="00AF6B10"/>
    <w:rsid w:val="00AF6B7E"/>
    <w:rsid w:val="00AF7C9B"/>
    <w:rsid w:val="00AF7CAA"/>
    <w:rsid w:val="00B00268"/>
    <w:rsid w:val="00B007DB"/>
    <w:rsid w:val="00B012BC"/>
    <w:rsid w:val="00B018FE"/>
    <w:rsid w:val="00B02195"/>
    <w:rsid w:val="00B0249D"/>
    <w:rsid w:val="00B0362C"/>
    <w:rsid w:val="00B04830"/>
    <w:rsid w:val="00B05183"/>
    <w:rsid w:val="00B07206"/>
    <w:rsid w:val="00B0743A"/>
    <w:rsid w:val="00B10086"/>
    <w:rsid w:val="00B103FD"/>
    <w:rsid w:val="00B10592"/>
    <w:rsid w:val="00B1089E"/>
    <w:rsid w:val="00B1146B"/>
    <w:rsid w:val="00B117A6"/>
    <w:rsid w:val="00B13729"/>
    <w:rsid w:val="00B1404E"/>
    <w:rsid w:val="00B15DAF"/>
    <w:rsid w:val="00B16A59"/>
    <w:rsid w:val="00B1725D"/>
    <w:rsid w:val="00B2132A"/>
    <w:rsid w:val="00B2419D"/>
    <w:rsid w:val="00B24A7B"/>
    <w:rsid w:val="00B24AF1"/>
    <w:rsid w:val="00B25643"/>
    <w:rsid w:val="00B25F34"/>
    <w:rsid w:val="00B27B93"/>
    <w:rsid w:val="00B30FE0"/>
    <w:rsid w:val="00B31257"/>
    <w:rsid w:val="00B317D4"/>
    <w:rsid w:val="00B31CDF"/>
    <w:rsid w:val="00B3454C"/>
    <w:rsid w:val="00B3768C"/>
    <w:rsid w:val="00B37977"/>
    <w:rsid w:val="00B37D27"/>
    <w:rsid w:val="00B412F7"/>
    <w:rsid w:val="00B41E63"/>
    <w:rsid w:val="00B42639"/>
    <w:rsid w:val="00B42F50"/>
    <w:rsid w:val="00B42FCE"/>
    <w:rsid w:val="00B434BE"/>
    <w:rsid w:val="00B441F0"/>
    <w:rsid w:val="00B44E82"/>
    <w:rsid w:val="00B459D7"/>
    <w:rsid w:val="00B466F6"/>
    <w:rsid w:val="00B4677F"/>
    <w:rsid w:val="00B46826"/>
    <w:rsid w:val="00B470B6"/>
    <w:rsid w:val="00B47512"/>
    <w:rsid w:val="00B50315"/>
    <w:rsid w:val="00B50AA8"/>
    <w:rsid w:val="00B543CA"/>
    <w:rsid w:val="00B54A17"/>
    <w:rsid w:val="00B552BE"/>
    <w:rsid w:val="00B55A18"/>
    <w:rsid w:val="00B5698C"/>
    <w:rsid w:val="00B5699B"/>
    <w:rsid w:val="00B6138E"/>
    <w:rsid w:val="00B6148A"/>
    <w:rsid w:val="00B61528"/>
    <w:rsid w:val="00B61858"/>
    <w:rsid w:val="00B6362E"/>
    <w:rsid w:val="00B63D02"/>
    <w:rsid w:val="00B64234"/>
    <w:rsid w:val="00B64636"/>
    <w:rsid w:val="00B653E2"/>
    <w:rsid w:val="00B657A5"/>
    <w:rsid w:val="00B6652B"/>
    <w:rsid w:val="00B704A3"/>
    <w:rsid w:val="00B7193B"/>
    <w:rsid w:val="00B72E7E"/>
    <w:rsid w:val="00B72ED5"/>
    <w:rsid w:val="00B74D15"/>
    <w:rsid w:val="00B74FA6"/>
    <w:rsid w:val="00B76264"/>
    <w:rsid w:val="00B76A1B"/>
    <w:rsid w:val="00B76D4B"/>
    <w:rsid w:val="00B77298"/>
    <w:rsid w:val="00B7747F"/>
    <w:rsid w:val="00B80252"/>
    <w:rsid w:val="00B80D42"/>
    <w:rsid w:val="00B85B18"/>
    <w:rsid w:val="00B85E33"/>
    <w:rsid w:val="00B8712D"/>
    <w:rsid w:val="00B9031A"/>
    <w:rsid w:val="00B90CB5"/>
    <w:rsid w:val="00B90D77"/>
    <w:rsid w:val="00B91639"/>
    <w:rsid w:val="00B9292A"/>
    <w:rsid w:val="00B93422"/>
    <w:rsid w:val="00B93E61"/>
    <w:rsid w:val="00B94835"/>
    <w:rsid w:val="00B95738"/>
    <w:rsid w:val="00B96BAE"/>
    <w:rsid w:val="00B974B1"/>
    <w:rsid w:val="00BA0269"/>
    <w:rsid w:val="00BA0610"/>
    <w:rsid w:val="00BA12CD"/>
    <w:rsid w:val="00BA2E4B"/>
    <w:rsid w:val="00BA2FB3"/>
    <w:rsid w:val="00BA38B0"/>
    <w:rsid w:val="00BA53AC"/>
    <w:rsid w:val="00BA5A26"/>
    <w:rsid w:val="00BB05A9"/>
    <w:rsid w:val="00BB13B5"/>
    <w:rsid w:val="00BB15D5"/>
    <w:rsid w:val="00BB18DA"/>
    <w:rsid w:val="00BB3408"/>
    <w:rsid w:val="00BB36F1"/>
    <w:rsid w:val="00BB3D33"/>
    <w:rsid w:val="00BB436A"/>
    <w:rsid w:val="00BB48F5"/>
    <w:rsid w:val="00BB73DA"/>
    <w:rsid w:val="00BC1518"/>
    <w:rsid w:val="00BC1707"/>
    <w:rsid w:val="00BC2EA8"/>
    <w:rsid w:val="00BC34FA"/>
    <w:rsid w:val="00BC37FE"/>
    <w:rsid w:val="00BC3EFB"/>
    <w:rsid w:val="00BC467E"/>
    <w:rsid w:val="00BC4F50"/>
    <w:rsid w:val="00BC5221"/>
    <w:rsid w:val="00BC6BAD"/>
    <w:rsid w:val="00BC771A"/>
    <w:rsid w:val="00BD2005"/>
    <w:rsid w:val="00BD2B6E"/>
    <w:rsid w:val="00BD2F2A"/>
    <w:rsid w:val="00BD2FAA"/>
    <w:rsid w:val="00BD3098"/>
    <w:rsid w:val="00BD3490"/>
    <w:rsid w:val="00BD39EC"/>
    <w:rsid w:val="00BD4CB3"/>
    <w:rsid w:val="00BD506D"/>
    <w:rsid w:val="00BE04EC"/>
    <w:rsid w:val="00BE4165"/>
    <w:rsid w:val="00BE5CB8"/>
    <w:rsid w:val="00BE62AC"/>
    <w:rsid w:val="00BE6DEE"/>
    <w:rsid w:val="00BE7E53"/>
    <w:rsid w:val="00BF07E7"/>
    <w:rsid w:val="00BF394C"/>
    <w:rsid w:val="00BF5421"/>
    <w:rsid w:val="00BF6437"/>
    <w:rsid w:val="00BF6A66"/>
    <w:rsid w:val="00BF6BF8"/>
    <w:rsid w:val="00BF6DB4"/>
    <w:rsid w:val="00C00D4D"/>
    <w:rsid w:val="00C0466E"/>
    <w:rsid w:val="00C04969"/>
    <w:rsid w:val="00C05728"/>
    <w:rsid w:val="00C05D3A"/>
    <w:rsid w:val="00C072C1"/>
    <w:rsid w:val="00C07780"/>
    <w:rsid w:val="00C111AA"/>
    <w:rsid w:val="00C120B0"/>
    <w:rsid w:val="00C121F8"/>
    <w:rsid w:val="00C136A3"/>
    <w:rsid w:val="00C13B18"/>
    <w:rsid w:val="00C15DF2"/>
    <w:rsid w:val="00C20E17"/>
    <w:rsid w:val="00C20FC2"/>
    <w:rsid w:val="00C22482"/>
    <w:rsid w:val="00C24BB9"/>
    <w:rsid w:val="00C2500C"/>
    <w:rsid w:val="00C25E74"/>
    <w:rsid w:val="00C26D47"/>
    <w:rsid w:val="00C2704E"/>
    <w:rsid w:val="00C3006D"/>
    <w:rsid w:val="00C301D2"/>
    <w:rsid w:val="00C30A25"/>
    <w:rsid w:val="00C30DC9"/>
    <w:rsid w:val="00C32B93"/>
    <w:rsid w:val="00C337E9"/>
    <w:rsid w:val="00C33C2A"/>
    <w:rsid w:val="00C34413"/>
    <w:rsid w:val="00C353AB"/>
    <w:rsid w:val="00C359AE"/>
    <w:rsid w:val="00C36C4F"/>
    <w:rsid w:val="00C40CEB"/>
    <w:rsid w:val="00C4181C"/>
    <w:rsid w:val="00C41A22"/>
    <w:rsid w:val="00C43B28"/>
    <w:rsid w:val="00C44891"/>
    <w:rsid w:val="00C44C53"/>
    <w:rsid w:val="00C44E74"/>
    <w:rsid w:val="00C45A86"/>
    <w:rsid w:val="00C465F0"/>
    <w:rsid w:val="00C475A2"/>
    <w:rsid w:val="00C478E3"/>
    <w:rsid w:val="00C5029F"/>
    <w:rsid w:val="00C50FB5"/>
    <w:rsid w:val="00C51008"/>
    <w:rsid w:val="00C51F64"/>
    <w:rsid w:val="00C535DB"/>
    <w:rsid w:val="00C55A93"/>
    <w:rsid w:val="00C55B43"/>
    <w:rsid w:val="00C564A4"/>
    <w:rsid w:val="00C568F3"/>
    <w:rsid w:val="00C575C6"/>
    <w:rsid w:val="00C57BC8"/>
    <w:rsid w:val="00C610AE"/>
    <w:rsid w:val="00C616AB"/>
    <w:rsid w:val="00C62020"/>
    <w:rsid w:val="00C63884"/>
    <w:rsid w:val="00C648AE"/>
    <w:rsid w:val="00C674C0"/>
    <w:rsid w:val="00C67EA9"/>
    <w:rsid w:val="00C7006D"/>
    <w:rsid w:val="00C70AC3"/>
    <w:rsid w:val="00C70D2F"/>
    <w:rsid w:val="00C732BE"/>
    <w:rsid w:val="00C764B7"/>
    <w:rsid w:val="00C7777F"/>
    <w:rsid w:val="00C81206"/>
    <w:rsid w:val="00C81710"/>
    <w:rsid w:val="00C81F6F"/>
    <w:rsid w:val="00C83674"/>
    <w:rsid w:val="00C84B4A"/>
    <w:rsid w:val="00C84E89"/>
    <w:rsid w:val="00C852EA"/>
    <w:rsid w:val="00C853FC"/>
    <w:rsid w:val="00C87E2F"/>
    <w:rsid w:val="00C90928"/>
    <w:rsid w:val="00C91072"/>
    <w:rsid w:val="00C91344"/>
    <w:rsid w:val="00C91467"/>
    <w:rsid w:val="00C9243C"/>
    <w:rsid w:val="00C92D8C"/>
    <w:rsid w:val="00C92E72"/>
    <w:rsid w:val="00C93D65"/>
    <w:rsid w:val="00C93DEA"/>
    <w:rsid w:val="00C93DEC"/>
    <w:rsid w:val="00C93F38"/>
    <w:rsid w:val="00C9404C"/>
    <w:rsid w:val="00C94F32"/>
    <w:rsid w:val="00C95681"/>
    <w:rsid w:val="00C95972"/>
    <w:rsid w:val="00C97A4B"/>
    <w:rsid w:val="00CA00D9"/>
    <w:rsid w:val="00CA1017"/>
    <w:rsid w:val="00CA1CE2"/>
    <w:rsid w:val="00CA24E6"/>
    <w:rsid w:val="00CA457D"/>
    <w:rsid w:val="00CA51A4"/>
    <w:rsid w:val="00CA5812"/>
    <w:rsid w:val="00CA6633"/>
    <w:rsid w:val="00CA7B21"/>
    <w:rsid w:val="00CB05DB"/>
    <w:rsid w:val="00CB0793"/>
    <w:rsid w:val="00CB0D24"/>
    <w:rsid w:val="00CB18B1"/>
    <w:rsid w:val="00CB2636"/>
    <w:rsid w:val="00CB2971"/>
    <w:rsid w:val="00CB334F"/>
    <w:rsid w:val="00CB34F4"/>
    <w:rsid w:val="00CB3B51"/>
    <w:rsid w:val="00CB6632"/>
    <w:rsid w:val="00CB70F9"/>
    <w:rsid w:val="00CB745A"/>
    <w:rsid w:val="00CB7522"/>
    <w:rsid w:val="00CC18F6"/>
    <w:rsid w:val="00CC2CD1"/>
    <w:rsid w:val="00CC3D21"/>
    <w:rsid w:val="00CC5D79"/>
    <w:rsid w:val="00CC6249"/>
    <w:rsid w:val="00CC6CD7"/>
    <w:rsid w:val="00CC7E8C"/>
    <w:rsid w:val="00CD1436"/>
    <w:rsid w:val="00CD1CA6"/>
    <w:rsid w:val="00CD1F16"/>
    <w:rsid w:val="00CD3332"/>
    <w:rsid w:val="00CD3D0C"/>
    <w:rsid w:val="00CD472F"/>
    <w:rsid w:val="00CD4E1D"/>
    <w:rsid w:val="00CD5032"/>
    <w:rsid w:val="00CD6F4D"/>
    <w:rsid w:val="00CD7793"/>
    <w:rsid w:val="00CE0580"/>
    <w:rsid w:val="00CE08D5"/>
    <w:rsid w:val="00CE0D64"/>
    <w:rsid w:val="00CE1221"/>
    <w:rsid w:val="00CE31B0"/>
    <w:rsid w:val="00CE446F"/>
    <w:rsid w:val="00CE4D61"/>
    <w:rsid w:val="00CE4FA5"/>
    <w:rsid w:val="00CE5D24"/>
    <w:rsid w:val="00CE72F7"/>
    <w:rsid w:val="00CE74BE"/>
    <w:rsid w:val="00CE7BB8"/>
    <w:rsid w:val="00CF0CD7"/>
    <w:rsid w:val="00CF135D"/>
    <w:rsid w:val="00CF1B51"/>
    <w:rsid w:val="00CF24D2"/>
    <w:rsid w:val="00CF334E"/>
    <w:rsid w:val="00CF381E"/>
    <w:rsid w:val="00CF3874"/>
    <w:rsid w:val="00CF44A2"/>
    <w:rsid w:val="00CF48C5"/>
    <w:rsid w:val="00CF5929"/>
    <w:rsid w:val="00CF59D1"/>
    <w:rsid w:val="00D007E1"/>
    <w:rsid w:val="00D00D51"/>
    <w:rsid w:val="00D0162D"/>
    <w:rsid w:val="00D01BD1"/>
    <w:rsid w:val="00D02DD1"/>
    <w:rsid w:val="00D035CD"/>
    <w:rsid w:val="00D03708"/>
    <w:rsid w:val="00D03C3E"/>
    <w:rsid w:val="00D04861"/>
    <w:rsid w:val="00D04D79"/>
    <w:rsid w:val="00D05625"/>
    <w:rsid w:val="00D0567F"/>
    <w:rsid w:val="00D059A8"/>
    <w:rsid w:val="00D06032"/>
    <w:rsid w:val="00D0684A"/>
    <w:rsid w:val="00D07F75"/>
    <w:rsid w:val="00D1193D"/>
    <w:rsid w:val="00D12696"/>
    <w:rsid w:val="00D12CB9"/>
    <w:rsid w:val="00D130C0"/>
    <w:rsid w:val="00D15035"/>
    <w:rsid w:val="00D1537F"/>
    <w:rsid w:val="00D172D0"/>
    <w:rsid w:val="00D17839"/>
    <w:rsid w:val="00D17E04"/>
    <w:rsid w:val="00D20028"/>
    <w:rsid w:val="00D215FE"/>
    <w:rsid w:val="00D22B04"/>
    <w:rsid w:val="00D23519"/>
    <w:rsid w:val="00D25388"/>
    <w:rsid w:val="00D25E10"/>
    <w:rsid w:val="00D27095"/>
    <w:rsid w:val="00D31555"/>
    <w:rsid w:val="00D31BA1"/>
    <w:rsid w:val="00D31F3C"/>
    <w:rsid w:val="00D32812"/>
    <w:rsid w:val="00D32B6A"/>
    <w:rsid w:val="00D34CE1"/>
    <w:rsid w:val="00D361F3"/>
    <w:rsid w:val="00D36AF2"/>
    <w:rsid w:val="00D370FB"/>
    <w:rsid w:val="00D37C27"/>
    <w:rsid w:val="00D40612"/>
    <w:rsid w:val="00D41AF5"/>
    <w:rsid w:val="00D41DBA"/>
    <w:rsid w:val="00D42EB4"/>
    <w:rsid w:val="00D437A8"/>
    <w:rsid w:val="00D4512A"/>
    <w:rsid w:val="00D4520C"/>
    <w:rsid w:val="00D45571"/>
    <w:rsid w:val="00D45A31"/>
    <w:rsid w:val="00D46660"/>
    <w:rsid w:val="00D51143"/>
    <w:rsid w:val="00D520D8"/>
    <w:rsid w:val="00D53B6B"/>
    <w:rsid w:val="00D574CA"/>
    <w:rsid w:val="00D62A57"/>
    <w:rsid w:val="00D62D18"/>
    <w:rsid w:val="00D631B1"/>
    <w:rsid w:val="00D64BB0"/>
    <w:rsid w:val="00D66D76"/>
    <w:rsid w:val="00D70DC7"/>
    <w:rsid w:val="00D71C6C"/>
    <w:rsid w:val="00D71CB3"/>
    <w:rsid w:val="00D71F8D"/>
    <w:rsid w:val="00D7234F"/>
    <w:rsid w:val="00D723F7"/>
    <w:rsid w:val="00D7345F"/>
    <w:rsid w:val="00D734DE"/>
    <w:rsid w:val="00D75232"/>
    <w:rsid w:val="00D75E97"/>
    <w:rsid w:val="00D767BB"/>
    <w:rsid w:val="00D80D8D"/>
    <w:rsid w:val="00D844A2"/>
    <w:rsid w:val="00D844EF"/>
    <w:rsid w:val="00D870A9"/>
    <w:rsid w:val="00D87E4C"/>
    <w:rsid w:val="00D90ACE"/>
    <w:rsid w:val="00D90F1C"/>
    <w:rsid w:val="00D95B83"/>
    <w:rsid w:val="00D960AA"/>
    <w:rsid w:val="00D96BA4"/>
    <w:rsid w:val="00D9711C"/>
    <w:rsid w:val="00D97199"/>
    <w:rsid w:val="00D97F3D"/>
    <w:rsid w:val="00DA14B9"/>
    <w:rsid w:val="00DA14E3"/>
    <w:rsid w:val="00DA1867"/>
    <w:rsid w:val="00DA1982"/>
    <w:rsid w:val="00DA26D6"/>
    <w:rsid w:val="00DA4116"/>
    <w:rsid w:val="00DA4CD0"/>
    <w:rsid w:val="00DA53F5"/>
    <w:rsid w:val="00DA550B"/>
    <w:rsid w:val="00DA7D39"/>
    <w:rsid w:val="00DB0FE6"/>
    <w:rsid w:val="00DB12C6"/>
    <w:rsid w:val="00DB18DB"/>
    <w:rsid w:val="00DB1ACA"/>
    <w:rsid w:val="00DB247B"/>
    <w:rsid w:val="00DB28BB"/>
    <w:rsid w:val="00DB305E"/>
    <w:rsid w:val="00DB339E"/>
    <w:rsid w:val="00DB3500"/>
    <w:rsid w:val="00DC18AD"/>
    <w:rsid w:val="00DC641E"/>
    <w:rsid w:val="00DC754E"/>
    <w:rsid w:val="00DC7887"/>
    <w:rsid w:val="00DD02C6"/>
    <w:rsid w:val="00DD035D"/>
    <w:rsid w:val="00DD0A05"/>
    <w:rsid w:val="00DD1021"/>
    <w:rsid w:val="00DD17B9"/>
    <w:rsid w:val="00DD3B66"/>
    <w:rsid w:val="00DD3D6F"/>
    <w:rsid w:val="00DD4F85"/>
    <w:rsid w:val="00DD6B12"/>
    <w:rsid w:val="00DD74CD"/>
    <w:rsid w:val="00DE073E"/>
    <w:rsid w:val="00DE17A2"/>
    <w:rsid w:val="00DE18E2"/>
    <w:rsid w:val="00DE2A8B"/>
    <w:rsid w:val="00DE45F8"/>
    <w:rsid w:val="00DE4740"/>
    <w:rsid w:val="00DE51C7"/>
    <w:rsid w:val="00DE5D17"/>
    <w:rsid w:val="00DE64BF"/>
    <w:rsid w:val="00DE6909"/>
    <w:rsid w:val="00DE6FB6"/>
    <w:rsid w:val="00DF00CC"/>
    <w:rsid w:val="00DF22AD"/>
    <w:rsid w:val="00DF25EF"/>
    <w:rsid w:val="00DF3ED2"/>
    <w:rsid w:val="00DF6563"/>
    <w:rsid w:val="00E00A25"/>
    <w:rsid w:val="00E00FCF"/>
    <w:rsid w:val="00E018DF"/>
    <w:rsid w:val="00E01B13"/>
    <w:rsid w:val="00E01EA8"/>
    <w:rsid w:val="00E02DCC"/>
    <w:rsid w:val="00E04A91"/>
    <w:rsid w:val="00E04C49"/>
    <w:rsid w:val="00E06B30"/>
    <w:rsid w:val="00E06CD5"/>
    <w:rsid w:val="00E1018B"/>
    <w:rsid w:val="00E1046C"/>
    <w:rsid w:val="00E10AF0"/>
    <w:rsid w:val="00E110EE"/>
    <w:rsid w:val="00E1170D"/>
    <w:rsid w:val="00E11783"/>
    <w:rsid w:val="00E11949"/>
    <w:rsid w:val="00E120B9"/>
    <w:rsid w:val="00E12113"/>
    <w:rsid w:val="00E1220C"/>
    <w:rsid w:val="00E12552"/>
    <w:rsid w:val="00E13D18"/>
    <w:rsid w:val="00E13F27"/>
    <w:rsid w:val="00E1415B"/>
    <w:rsid w:val="00E14BB8"/>
    <w:rsid w:val="00E17ACD"/>
    <w:rsid w:val="00E2173F"/>
    <w:rsid w:val="00E21AC6"/>
    <w:rsid w:val="00E223C3"/>
    <w:rsid w:val="00E22577"/>
    <w:rsid w:val="00E23100"/>
    <w:rsid w:val="00E23C89"/>
    <w:rsid w:val="00E24F1D"/>
    <w:rsid w:val="00E2602D"/>
    <w:rsid w:val="00E300DB"/>
    <w:rsid w:val="00E304E4"/>
    <w:rsid w:val="00E30C9E"/>
    <w:rsid w:val="00E3246E"/>
    <w:rsid w:val="00E32857"/>
    <w:rsid w:val="00E329FC"/>
    <w:rsid w:val="00E33FA5"/>
    <w:rsid w:val="00E343BC"/>
    <w:rsid w:val="00E35E3D"/>
    <w:rsid w:val="00E3692A"/>
    <w:rsid w:val="00E36C05"/>
    <w:rsid w:val="00E36EA1"/>
    <w:rsid w:val="00E3779C"/>
    <w:rsid w:val="00E37807"/>
    <w:rsid w:val="00E4012A"/>
    <w:rsid w:val="00E40692"/>
    <w:rsid w:val="00E415E2"/>
    <w:rsid w:val="00E41FED"/>
    <w:rsid w:val="00E42DF7"/>
    <w:rsid w:val="00E43219"/>
    <w:rsid w:val="00E45D65"/>
    <w:rsid w:val="00E4799C"/>
    <w:rsid w:val="00E515C4"/>
    <w:rsid w:val="00E5225A"/>
    <w:rsid w:val="00E5287F"/>
    <w:rsid w:val="00E53A28"/>
    <w:rsid w:val="00E54C8B"/>
    <w:rsid w:val="00E56AD8"/>
    <w:rsid w:val="00E572A0"/>
    <w:rsid w:val="00E574AC"/>
    <w:rsid w:val="00E577AF"/>
    <w:rsid w:val="00E60883"/>
    <w:rsid w:val="00E613D8"/>
    <w:rsid w:val="00E62A42"/>
    <w:rsid w:val="00E62D08"/>
    <w:rsid w:val="00E642D2"/>
    <w:rsid w:val="00E6468C"/>
    <w:rsid w:val="00E65910"/>
    <w:rsid w:val="00E65DBC"/>
    <w:rsid w:val="00E6653F"/>
    <w:rsid w:val="00E66A31"/>
    <w:rsid w:val="00E675EB"/>
    <w:rsid w:val="00E7039D"/>
    <w:rsid w:val="00E71849"/>
    <w:rsid w:val="00E719C6"/>
    <w:rsid w:val="00E71B80"/>
    <w:rsid w:val="00E71C68"/>
    <w:rsid w:val="00E721FA"/>
    <w:rsid w:val="00E75B24"/>
    <w:rsid w:val="00E75F00"/>
    <w:rsid w:val="00E76C94"/>
    <w:rsid w:val="00E8040B"/>
    <w:rsid w:val="00E80495"/>
    <w:rsid w:val="00E80E5A"/>
    <w:rsid w:val="00E80F78"/>
    <w:rsid w:val="00E81044"/>
    <w:rsid w:val="00E811A8"/>
    <w:rsid w:val="00E81595"/>
    <w:rsid w:val="00E82DA6"/>
    <w:rsid w:val="00E84231"/>
    <w:rsid w:val="00E8506A"/>
    <w:rsid w:val="00E854ED"/>
    <w:rsid w:val="00E85659"/>
    <w:rsid w:val="00E858DB"/>
    <w:rsid w:val="00E85A70"/>
    <w:rsid w:val="00E85DE0"/>
    <w:rsid w:val="00E878BB"/>
    <w:rsid w:val="00E90702"/>
    <w:rsid w:val="00E92E11"/>
    <w:rsid w:val="00E94033"/>
    <w:rsid w:val="00E964FF"/>
    <w:rsid w:val="00E96AD7"/>
    <w:rsid w:val="00E97304"/>
    <w:rsid w:val="00EA020A"/>
    <w:rsid w:val="00EA38E0"/>
    <w:rsid w:val="00EA45FE"/>
    <w:rsid w:val="00EA51F2"/>
    <w:rsid w:val="00EA5887"/>
    <w:rsid w:val="00EA6C84"/>
    <w:rsid w:val="00EA6FAA"/>
    <w:rsid w:val="00EA7FB4"/>
    <w:rsid w:val="00EB2892"/>
    <w:rsid w:val="00EB351A"/>
    <w:rsid w:val="00EB4450"/>
    <w:rsid w:val="00EB4D7A"/>
    <w:rsid w:val="00EB5C8F"/>
    <w:rsid w:val="00EB5EF2"/>
    <w:rsid w:val="00EB6207"/>
    <w:rsid w:val="00EB6D86"/>
    <w:rsid w:val="00EB71D9"/>
    <w:rsid w:val="00EC0BBC"/>
    <w:rsid w:val="00EC0FB9"/>
    <w:rsid w:val="00EC10FE"/>
    <w:rsid w:val="00EC23E0"/>
    <w:rsid w:val="00EC2C49"/>
    <w:rsid w:val="00EC461F"/>
    <w:rsid w:val="00EC4D12"/>
    <w:rsid w:val="00EC52AF"/>
    <w:rsid w:val="00EC5FCB"/>
    <w:rsid w:val="00EC7032"/>
    <w:rsid w:val="00EC7C25"/>
    <w:rsid w:val="00ED00ED"/>
    <w:rsid w:val="00ED0349"/>
    <w:rsid w:val="00ED096D"/>
    <w:rsid w:val="00ED0B09"/>
    <w:rsid w:val="00ED0BEB"/>
    <w:rsid w:val="00ED2C6E"/>
    <w:rsid w:val="00ED3584"/>
    <w:rsid w:val="00ED3D93"/>
    <w:rsid w:val="00ED54E1"/>
    <w:rsid w:val="00ED5941"/>
    <w:rsid w:val="00ED6B7D"/>
    <w:rsid w:val="00ED75EE"/>
    <w:rsid w:val="00EE0049"/>
    <w:rsid w:val="00EE14AD"/>
    <w:rsid w:val="00EE3886"/>
    <w:rsid w:val="00EE39C0"/>
    <w:rsid w:val="00EE3CFA"/>
    <w:rsid w:val="00EE4A50"/>
    <w:rsid w:val="00EE5CB9"/>
    <w:rsid w:val="00EE5CD8"/>
    <w:rsid w:val="00EE64DC"/>
    <w:rsid w:val="00EE69F4"/>
    <w:rsid w:val="00EE6F53"/>
    <w:rsid w:val="00EE7AF8"/>
    <w:rsid w:val="00EF223A"/>
    <w:rsid w:val="00EF25FD"/>
    <w:rsid w:val="00EF3A7E"/>
    <w:rsid w:val="00EF497F"/>
    <w:rsid w:val="00EF4F83"/>
    <w:rsid w:val="00EF58C7"/>
    <w:rsid w:val="00EF68FF"/>
    <w:rsid w:val="00EF7347"/>
    <w:rsid w:val="00EF7AE9"/>
    <w:rsid w:val="00F0042F"/>
    <w:rsid w:val="00F01280"/>
    <w:rsid w:val="00F016C3"/>
    <w:rsid w:val="00F02A3D"/>
    <w:rsid w:val="00F0372E"/>
    <w:rsid w:val="00F0519B"/>
    <w:rsid w:val="00F0595E"/>
    <w:rsid w:val="00F072A0"/>
    <w:rsid w:val="00F10ECB"/>
    <w:rsid w:val="00F10F13"/>
    <w:rsid w:val="00F11086"/>
    <w:rsid w:val="00F1301A"/>
    <w:rsid w:val="00F1345C"/>
    <w:rsid w:val="00F13B2A"/>
    <w:rsid w:val="00F14C59"/>
    <w:rsid w:val="00F159AC"/>
    <w:rsid w:val="00F15D45"/>
    <w:rsid w:val="00F16053"/>
    <w:rsid w:val="00F16E96"/>
    <w:rsid w:val="00F178BD"/>
    <w:rsid w:val="00F203BF"/>
    <w:rsid w:val="00F204FA"/>
    <w:rsid w:val="00F20601"/>
    <w:rsid w:val="00F20EFE"/>
    <w:rsid w:val="00F20FC5"/>
    <w:rsid w:val="00F21240"/>
    <w:rsid w:val="00F21B40"/>
    <w:rsid w:val="00F22D35"/>
    <w:rsid w:val="00F22F8E"/>
    <w:rsid w:val="00F235EB"/>
    <w:rsid w:val="00F23ED0"/>
    <w:rsid w:val="00F24AFD"/>
    <w:rsid w:val="00F25192"/>
    <w:rsid w:val="00F2628F"/>
    <w:rsid w:val="00F270B8"/>
    <w:rsid w:val="00F2720E"/>
    <w:rsid w:val="00F27EC6"/>
    <w:rsid w:val="00F31478"/>
    <w:rsid w:val="00F31F1E"/>
    <w:rsid w:val="00F33A96"/>
    <w:rsid w:val="00F34036"/>
    <w:rsid w:val="00F34320"/>
    <w:rsid w:val="00F36014"/>
    <w:rsid w:val="00F3655F"/>
    <w:rsid w:val="00F403F0"/>
    <w:rsid w:val="00F40430"/>
    <w:rsid w:val="00F41658"/>
    <w:rsid w:val="00F4263E"/>
    <w:rsid w:val="00F4337E"/>
    <w:rsid w:val="00F44D56"/>
    <w:rsid w:val="00F45B6C"/>
    <w:rsid w:val="00F46E21"/>
    <w:rsid w:val="00F51544"/>
    <w:rsid w:val="00F51CBB"/>
    <w:rsid w:val="00F531F7"/>
    <w:rsid w:val="00F53CA1"/>
    <w:rsid w:val="00F545D6"/>
    <w:rsid w:val="00F55CF0"/>
    <w:rsid w:val="00F560BF"/>
    <w:rsid w:val="00F56132"/>
    <w:rsid w:val="00F56A2B"/>
    <w:rsid w:val="00F56AA5"/>
    <w:rsid w:val="00F57B14"/>
    <w:rsid w:val="00F61610"/>
    <w:rsid w:val="00F617CF"/>
    <w:rsid w:val="00F629F9"/>
    <w:rsid w:val="00F63271"/>
    <w:rsid w:val="00F74A15"/>
    <w:rsid w:val="00F7546D"/>
    <w:rsid w:val="00F763D3"/>
    <w:rsid w:val="00F76EC1"/>
    <w:rsid w:val="00F76F11"/>
    <w:rsid w:val="00F80AD2"/>
    <w:rsid w:val="00F8177D"/>
    <w:rsid w:val="00F82398"/>
    <w:rsid w:val="00F824B9"/>
    <w:rsid w:val="00F83C2F"/>
    <w:rsid w:val="00F83CA5"/>
    <w:rsid w:val="00F857E8"/>
    <w:rsid w:val="00F85F5F"/>
    <w:rsid w:val="00F8625C"/>
    <w:rsid w:val="00F911D1"/>
    <w:rsid w:val="00F9298D"/>
    <w:rsid w:val="00F92CC5"/>
    <w:rsid w:val="00F9313E"/>
    <w:rsid w:val="00F937D1"/>
    <w:rsid w:val="00F93DAA"/>
    <w:rsid w:val="00F956A0"/>
    <w:rsid w:val="00FA1685"/>
    <w:rsid w:val="00FA17FC"/>
    <w:rsid w:val="00FA2519"/>
    <w:rsid w:val="00FA411F"/>
    <w:rsid w:val="00FA51D1"/>
    <w:rsid w:val="00FA5C9E"/>
    <w:rsid w:val="00FA664B"/>
    <w:rsid w:val="00FB0227"/>
    <w:rsid w:val="00FB0F29"/>
    <w:rsid w:val="00FB4167"/>
    <w:rsid w:val="00FB43EB"/>
    <w:rsid w:val="00FB4702"/>
    <w:rsid w:val="00FB5527"/>
    <w:rsid w:val="00FB6702"/>
    <w:rsid w:val="00FB7621"/>
    <w:rsid w:val="00FB7A3F"/>
    <w:rsid w:val="00FC0B30"/>
    <w:rsid w:val="00FC203D"/>
    <w:rsid w:val="00FC37B3"/>
    <w:rsid w:val="00FC4A83"/>
    <w:rsid w:val="00FC4D6F"/>
    <w:rsid w:val="00FC4D7C"/>
    <w:rsid w:val="00FC5EF4"/>
    <w:rsid w:val="00FC63E1"/>
    <w:rsid w:val="00FD126B"/>
    <w:rsid w:val="00FD2C54"/>
    <w:rsid w:val="00FD352F"/>
    <w:rsid w:val="00FD3F14"/>
    <w:rsid w:val="00FD4B89"/>
    <w:rsid w:val="00FD5001"/>
    <w:rsid w:val="00FD7B2A"/>
    <w:rsid w:val="00FE0196"/>
    <w:rsid w:val="00FE0C20"/>
    <w:rsid w:val="00FE0D63"/>
    <w:rsid w:val="00FE1AAD"/>
    <w:rsid w:val="00FE4AD5"/>
    <w:rsid w:val="00FE4B9A"/>
    <w:rsid w:val="00FE61DD"/>
    <w:rsid w:val="00FE7FA3"/>
    <w:rsid w:val="00FF12B4"/>
    <w:rsid w:val="00FF1696"/>
    <w:rsid w:val="00FF1B7A"/>
    <w:rsid w:val="00FF387B"/>
    <w:rsid w:val="00FF3AAD"/>
    <w:rsid w:val="00FF3B91"/>
    <w:rsid w:val="00FF3E23"/>
    <w:rsid w:val="00FF4AC6"/>
    <w:rsid w:val="00FF53DC"/>
    <w:rsid w:val="00FF5DC0"/>
    <w:rsid w:val="00FF6C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3166E6"/>
  <w15:docId w15:val="{8D154399-E625-471F-B611-DA6791F75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Times New Roman" w:hAnsi="Cambria"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3FC"/>
    <w:pPr>
      <w:spacing w:after="200" w:line="276" w:lineRule="auto"/>
    </w:pPr>
    <w:rPr>
      <w:sz w:val="22"/>
      <w:szCs w:val="22"/>
      <w:lang w:val="en-US" w:eastAsia="en-US" w:bidi="en-US"/>
    </w:rPr>
  </w:style>
  <w:style w:type="paragraph" w:styleId="Heading1">
    <w:name w:val="heading 1"/>
    <w:basedOn w:val="Normal"/>
    <w:next w:val="Normal"/>
    <w:link w:val="Heading1Char"/>
    <w:qFormat/>
    <w:rsid w:val="00BF5421"/>
    <w:pPr>
      <w:spacing w:before="480" w:after="0"/>
      <w:contextualSpacing/>
      <w:outlineLvl w:val="0"/>
    </w:pPr>
    <w:rPr>
      <w:smallCaps/>
      <w:spacing w:val="5"/>
      <w:sz w:val="36"/>
      <w:szCs w:val="36"/>
      <w:lang w:bidi="ar-SA"/>
    </w:rPr>
  </w:style>
  <w:style w:type="paragraph" w:styleId="Heading2">
    <w:name w:val="heading 2"/>
    <w:basedOn w:val="Normal"/>
    <w:next w:val="Normal"/>
    <w:link w:val="Heading2Char"/>
    <w:uiPriority w:val="9"/>
    <w:qFormat/>
    <w:rsid w:val="00BF5421"/>
    <w:pPr>
      <w:spacing w:before="200" w:after="0" w:line="271" w:lineRule="auto"/>
      <w:outlineLvl w:val="1"/>
    </w:pPr>
    <w:rPr>
      <w:smallCaps/>
      <w:sz w:val="28"/>
      <w:szCs w:val="28"/>
      <w:lang w:bidi="ar-SA"/>
    </w:rPr>
  </w:style>
  <w:style w:type="paragraph" w:styleId="Heading3">
    <w:name w:val="heading 3"/>
    <w:basedOn w:val="Normal"/>
    <w:next w:val="Normal"/>
    <w:link w:val="Heading3Char"/>
    <w:uiPriority w:val="9"/>
    <w:qFormat/>
    <w:rsid w:val="00BF5421"/>
    <w:pPr>
      <w:spacing w:before="200" w:after="0" w:line="271" w:lineRule="auto"/>
      <w:outlineLvl w:val="2"/>
    </w:pPr>
    <w:rPr>
      <w:i/>
      <w:iCs/>
      <w:smallCaps/>
      <w:spacing w:val="5"/>
      <w:sz w:val="26"/>
      <w:szCs w:val="26"/>
      <w:lang w:bidi="ar-SA"/>
    </w:rPr>
  </w:style>
  <w:style w:type="paragraph" w:styleId="Heading4">
    <w:name w:val="heading 4"/>
    <w:basedOn w:val="Normal"/>
    <w:next w:val="Normal"/>
    <w:link w:val="Heading4Char"/>
    <w:uiPriority w:val="9"/>
    <w:qFormat/>
    <w:rsid w:val="00BF5421"/>
    <w:pPr>
      <w:spacing w:after="0" w:line="271" w:lineRule="auto"/>
      <w:outlineLvl w:val="3"/>
    </w:pPr>
    <w:rPr>
      <w:b/>
      <w:bCs/>
      <w:spacing w:val="5"/>
      <w:sz w:val="24"/>
      <w:szCs w:val="24"/>
      <w:lang w:bidi="ar-SA"/>
    </w:rPr>
  </w:style>
  <w:style w:type="paragraph" w:styleId="Heading5">
    <w:name w:val="heading 5"/>
    <w:basedOn w:val="Normal"/>
    <w:next w:val="Normal"/>
    <w:link w:val="Heading5Char"/>
    <w:uiPriority w:val="9"/>
    <w:qFormat/>
    <w:rsid w:val="00BF5421"/>
    <w:pPr>
      <w:spacing w:after="0" w:line="271" w:lineRule="auto"/>
      <w:outlineLvl w:val="4"/>
    </w:pPr>
    <w:rPr>
      <w:i/>
      <w:iCs/>
      <w:sz w:val="24"/>
      <w:szCs w:val="24"/>
      <w:lang w:bidi="ar-SA"/>
    </w:rPr>
  </w:style>
  <w:style w:type="paragraph" w:styleId="Heading6">
    <w:name w:val="heading 6"/>
    <w:basedOn w:val="Normal"/>
    <w:next w:val="Normal"/>
    <w:link w:val="Heading6Char"/>
    <w:uiPriority w:val="9"/>
    <w:qFormat/>
    <w:rsid w:val="00BF5421"/>
    <w:pPr>
      <w:shd w:val="clear" w:color="auto" w:fill="FFFFFF"/>
      <w:spacing w:after="0" w:line="271" w:lineRule="auto"/>
      <w:outlineLvl w:val="5"/>
    </w:pPr>
    <w:rPr>
      <w:b/>
      <w:bCs/>
      <w:color w:val="595959"/>
      <w:spacing w:val="5"/>
      <w:sz w:val="20"/>
      <w:szCs w:val="20"/>
      <w:lang w:bidi="ar-SA"/>
    </w:rPr>
  </w:style>
  <w:style w:type="paragraph" w:styleId="Heading7">
    <w:name w:val="heading 7"/>
    <w:basedOn w:val="Normal"/>
    <w:next w:val="Normal"/>
    <w:link w:val="Heading7Char"/>
    <w:uiPriority w:val="9"/>
    <w:qFormat/>
    <w:rsid w:val="00BF5421"/>
    <w:pPr>
      <w:spacing w:after="0"/>
      <w:outlineLvl w:val="6"/>
    </w:pPr>
    <w:rPr>
      <w:b/>
      <w:bCs/>
      <w:i/>
      <w:iCs/>
      <w:color w:val="5A5A5A"/>
      <w:sz w:val="20"/>
      <w:szCs w:val="20"/>
      <w:lang w:bidi="ar-SA"/>
    </w:rPr>
  </w:style>
  <w:style w:type="paragraph" w:styleId="Heading8">
    <w:name w:val="heading 8"/>
    <w:basedOn w:val="Normal"/>
    <w:next w:val="Normal"/>
    <w:link w:val="Heading8Char"/>
    <w:uiPriority w:val="9"/>
    <w:qFormat/>
    <w:rsid w:val="00BF5421"/>
    <w:pPr>
      <w:spacing w:after="0"/>
      <w:outlineLvl w:val="7"/>
    </w:pPr>
    <w:rPr>
      <w:b/>
      <w:bCs/>
      <w:color w:val="7F7F7F"/>
      <w:sz w:val="20"/>
      <w:szCs w:val="20"/>
      <w:lang w:bidi="ar-SA"/>
    </w:rPr>
  </w:style>
  <w:style w:type="paragraph" w:styleId="Heading9">
    <w:name w:val="heading 9"/>
    <w:basedOn w:val="Normal"/>
    <w:next w:val="Normal"/>
    <w:link w:val="Heading9Char"/>
    <w:uiPriority w:val="9"/>
    <w:qFormat/>
    <w:rsid w:val="00BF5421"/>
    <w:pPr>
      <w:spacing w:after="0" w:line="271" w:lineRule="auto"/>
      <w:outlineLvl w:val="8"/>
    </w:pPr>
    <w:rPr>
      <w:b/>
      <w:bCs/>
      <w:i/>
      <w:iCs/>
      <w:color w:val="7F7F7F"/>
      <w:sz w:val="18"/>
      <w:szCs w:val="18"/>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8B1478"/>
    <w:pPr>
      <w:framePr w:w="7920" w:h="1980" w:hRule="exact" w:hSpace="141" w:wrap="auto" w:hAnchor="page" w:xAlign="center" w:yAlign="bottom"/>
      <w:spacing w:after="0" w:line="240" w:lineRule="auto"/>
      <w:ind w:left="2880"/>
    </w:pPr>
  </w:style>
  <w:style w:type="paragraph" w:styleId="Header">
    <w:name w:val="header"/>
    <w:basedOn w:val="Normal"/>
    <w:link w:val="HeaderChar"/>
    <w:unhideWhenUsed/>
    <w:rsid w:val="001058BE"/>
    <w:pPr>
      <w:tabs>
        <w:tab w:val="center" w:pos="4819"/>
        <w:tab w:val="right" w:pos="9638"/>
      </w:tabs>
      <w:spacing w:after="0" w:line="240" w:lineRule="auto"/>
    </w:pPr>
  </w:style>
  <w:style w:type="character" w:customStyle="1" w:styleId="HeaderChar">
    <w:name w:val="Header Char"/>
    <w:basedOn w:val="DefaultParagraphFont"/>
    <w:link w:val="Header"/>
    <w:uiPriority w:val="99"/>
    <w:rsid w:val="001058BE"/>
  </w:style>
  <w:style w:type="paragraph" w:styleId="Footer">
    <w:name w:val="footer"/>
    <w:basedOn w:val="Normal"/>
    <w:link w:val="FooterChar"/>
    <w:unhideWhenUsed/>
    <w:rsid w:val="001058BE"/>
    <w:pPr>
      <w:tabs>
        <w:tab w:val="center" w:pos="4819"/>
        <w:tab w:val="right" w:pos="9638"/>
      </w:tabs>
      <w:spacing w:after="0" w:line="240" w:lineRule="auto"/>
    </w:pPr>
  </w:style>
  <w:style w:type="character" w:customStyle="1" w:styleId="FooterChar">
    <w:name w:val="Footer Char"/>
    <w:basedOn w:val="DefaultParagraphFont"/>
    <w:link w:val="Footer"/>
    <w:uiPriority w:val="99"/>
    <w:rsid w:val="001058BE"/>
  </w:style>
  <w:style w:type="paragraph" w:styleId="BalloonText">
    <w:name w:val="Balloon Text"/>
    <w:basedOn w:val="Normal"/>
    <w:link w:val="BalloonTextChar"/>
    <w:unhideWhenUsed/>
    <w:rsid w:val="001058BE"/>
    <w:pPr>
      <w:spacing w:after="0" w:line="240" w:lineRule="auto"/>
    </w:pPr>
    <w:rPr>
      <w:rFonts w:ascii="Tahoma" w:hAnsi="Tahoma"/>
      <w:sz w:val="16"/>
      <w:szCs w:val="16"/>
      <w:lang w:bidi="ar-SA"/>
    </w:rPr>
  </w:style>
  <w:style w:type="character" w:customStyle="1" w:styleId="BalloonTextChar">
    <w:name w:val="Balloon Text Char"/>
    <w:link w:val="BalloonText"/>
    <w:rsid w:val="001058BE"/>
    <w:rPr>
      <w:rFonts w:ascii="Tahoma" w:hAnsi="Tahoma" w:cs="Tahoma"/>
      <w:sz w:val="16"/>
      <w:szCs w:val="16"/>
    </w:rPr>
  </w:style>
  <w:style w:type="character" w:customStyle="1" w:styleId="Heading1Char">
    <w:name w:val="Heading 1 Char"/>
    <w:link w:val="Heading1"/>
    <w:rsid w:val="00BF5421"/>
    <w:rPr>
      <w:smallCaps/>
      <w:spacing w:val="5"/>
      <w:sz w:val="36"/>
      <w:szCs w:val="36"/>
    </w:rPr>
  </w:style>
  <w:style w:type="character" w:customStyle="1" w:styleId="Heading2Char">
    <w:name w:val="Heading 2 Char"/>
    <w:link w:val="Heading2"/>
    <w:uiPriority w:val="9"/>
    <w:semiHidden/>
    <w:rsid w:val="00BF5421"/>
    <w:rPr>
      <w:smallCaps/>
      <w:sz w:val="28"/>
      <w:szCs w:val="28"/>
    </w:rPr>
  </w:style>
  <w:style w:type="character" w:customStyle="1" w:styleId="Heading3Char">
    <w:name w:val="Heading 3 Char"/>
    <w:link w:val="Heading3"/>
    <w:uiPriority w:val="9"/>
    <w:semiHidden/>
    <w:rsid w:val="00BF5421"/>
    <w:rPr>
      <w:i/>
      <w:iCs/>
      <w:smallCaps/>
      <w:spacing w:val="5"/>
      <w:sz w:val="26"/>
      <w:szCs w:val="26"/>
    </w:rPr>
  </w:style>
  <w:style w:type="character" w:customStyle="1" w:styleId="Heading4Char">
    <w:name w:val="Heading 4 Char"/>
    <w:link w:val="Heading4"/>
    <w:uiPriority w:val="9"/>
    <w:semiHidden/>
    <w:rsid w:val="00BF5421"/>
    <w:rPr>
      <w:b/>
      <w:bCs/>
      <w:spacing w:val="5"/>
      <w:sz w:val="24"/>
      <w:szCs w:val="24"/>
    </w:rPr>
  </w:style>
  <w:style w:type="character" w:customStyle="1" w:styleId="Heading5Char">
    <w:name w:val="Heading 5 Char"/>
    <w:link w:val="Heading5"/>
    <w:uiPriority w:val="9"/>
    <w:semiHidden/>
    <w:rsid w:val="00BF5421"/>
    <w:rPr>
      <w:i/>
      <w:iCs/>
      <w:sz w:val="24"/>
      <w:szCs w:val="24"/>
    </w:rPr>
  </w:style>
  <w:style w:type="character" w:customStyle="1" w:styleId="Heading6Char">
    <w:name w:val="Heading 6 Char"/>
    <w:link w:val="Heading6"/>
    <w:uiPriority w:val="9"/>
    <w:semiHidden/>
    <w:rsid w:val="00BF5421"/>
    <w:rPr>
      <w:b/>
      <w:bCs/>
      <w:color w:val="595959"/>
      <w:spacing w:val="5"/>
      <w:shd w:val="clear" w:color="auto" w:fill="FFFFFF"/>
    </w:rPr>
  </w:style>
  <w:style w:type="character" w:customStyle="1" w:styleId="Heading7Char">
    <w:name w:val="Heading 7 Char"/>
    <w:link w:val="Heading7"/>
    <w:uiPriority w:val="9"/>
    <w:semiHidden/>
    <w:rsid w:val="00BF5421"/>
    <w:rPr>
      <w:b/>
      <w:bCs/>
      <w:i/>
      <w:iCs/>
      <w:color w:val="5A5A5A"/>
      <w:sz w:val="20"/>
      <w:szCs w:val="20"/>
    </w:rPr>
  </w:style>
  <w:style w:type="character" w:customStyle="1" w:styleId="Heading8Char">
    <w:name w:val="Heading 8 Char"/>
    <w:link w:val="Heading8"/>
    <w:uiPriority w:val="9"/>
    <w:semiHidden/>
    <w:rsid w:val="00BF5421"/>
    <w:rPr>
      <w:b/>
      <w:bCs/>
      <w:color w:val="7F7F7F"/>
      <w:sz w:val="20"/>
      <w:szCs w:val="20"/>
    </w:rPr>
  </w:style>
  <w:style w:type="character" w:customStyle="1" w:styleId="Heading9Char">
    <w:name w:val="Heading 9 Char"/>
    <w:link w:val="Heading9"/>
    <w:uiPriority w:val="9"/>
    <w:semiHidden/>
    <w:rsid w:val="00BF5421"/>
    <w:rPr>
      <w:b/>
      <w:bCs/>
      <w:i/>
      <w:iCs/>
      <w:color w:val="7F7F7F"/>
      <w:sz w:val="18"/>
      <w:szCs w:val="18"/>
    </w:rPr>
  </w:style>
  <w:style w:type="paragraph" w:styleId="Caption">
    <w:name w:val="caption"/>
    <w:basedOn w:val="Normal"/>
    <w:next w:val="Normal"/>
    <w:uiPriority w:val="35"/>
    <w:qFormat/>
    <w:rsid w:val="00BF5421"/>
    <w:rPr>
      <w:b/>
      <w:bCs/>
      <w:color w:val="365F91"/>
      <w:sz w:val="16"/>
      <w:szCs w:val="16"/>
    </w:rPr>
  </w:style>
  <w:style w:type="paragraph" w:styleId="Title">
    <w:name w:val="Title"/>
    <w:basedOn w:val="Normal"/>
    <w:next w:val="Normal"/>
    <w:link w:val="TitleChar"/>
    <w:uiPriority w:val="10"/>
    <w:qFormat/>
    <w:rsid w:val="00BF5421"/>
    <w:pPr>
      <w:spacing w:after="300" w:line="240" w:lineRule="auto"/>
      <w:contextualSpacing/>
    </w:pPr>
    <w:rPr>
      <w:smallCaps/>
      <w:sz w:val="52"/>
      <w:szCs w:val="52"/>
      <w:lang w:bidi="ar-SA"/>
    </w:rPr>
  </w:style>
  <w:style w:type="character" w:customStyle="1" w:styleId="TitleChar">
    <w:name w:val="Title Char"/>
    <w:link w:val="Title"/>
    <w:uiPriority w:val="10"/>
    <w:rsid w:val="00BF5421"/>
    <w:rPr>
      <w:smallCaps/>
      <w:sz w:val="52"/>
      <w:szCs w:val="52"/>
    </w:rPr>
  </w:style>
  <w:style w:type="paragraph" w:styleId="Subtitle">
    <w:name w:val="Subtitle"/>
    <w:basedOn w:val="Normal"/>
    <w:next w:val="Normal"/>
    <w:link w:val="SubtitleChar"/>
    <w:qFormat/>
    <w:rsid w:val="00BF5421"/>
    <w:rPr>
      <w:i/>
      <w:iCs/>
      <w:smallCaps/>
      <w:spacing w:val="10"/>
      <w:sz w:val="28"/>
      <w:szCs w:val="28"/>
      <w:lang w:bidi="ar-SA"/>
    </w:rPr>
  </w:style>
  <w:style w:type="character" w:customStyle="1" w:styleId="SubtitleChar">
    <w:name w:val="Subtitle Char"/>
    <w:link w:val="Subtitle"/>
    <w:rsid w:val="00BF5421"/>
    <w:rPr>
      <w:i/>
      <w:iCs/>
      <w:smallCaps/>
      <w:spacing w:val="10"/>
      <w:sz w:val="28"/>
      <w:szCs w:val="28"/>
    </w:rPr>
  </w:style>
  <w:style w:type="character" w:styleId="Strong">
    <w:name w:val="Strong"/>
    <w:uiPriority w:val="22"/>
    <w:qFormat/>
    <w:rsid w:val="00BF5421"/>
    <w:rPr>
      <w:b/>
      <w:bCs/>
    </w:rPr>
  </w:style>
  <w:style w:type="character" w:styleId="Emphasis">
    <w:name w:val="Emphasis"/>
    <w:uiPriority w:val="20"/>
    <w:qFormat/>
    <w:rsid w:val="00BF5421"/>
    <w:rPr>
      <w:b/>
      <w:bCs/>
      <w:i/>
      <w:iCs/>
      <w:spacing w:val="10"/>
    </w:rPr>
  </w:style>
  <w:style w:type="paragraph" w:styleId="NoSpacing">
    <w:name w:val="No Spacing"/>
    <w:basedOn w:val="Normal"/>
    <w:link w:val="NoSpacingChar"/>
    <w:uiPriority w:val="1"/>
    <w:qFormat/>
    <w:rsid w:val="00BF5421"/>
    <w:pPr>
      <w:spacing w:after="0" w:line="240" w:lineRule="auto"/>
    </w:pPr>
  </w:style>
  <w:style w:type="character" w:customStyle="1" w:styleId="NoSpacingChar">
    <w:name w:val="No Spacing Char"/>
    <w:basedOn w:val="DefaultParagraphFont"/>
    <w:link w:val="NoSpacing"/>
    <w:uiPriority w:val="1"/>
    <w:rsid w:val="00BF5421"/>
  </w:style>
  <w:style w:type="paragraph" w:styleId="ListParagraph">
    <w:name w:val="List Paragraph"/>
    <w:aliases w:val="normal"/>
    <w:basedOn w:val="Normal"/>
    <w:link w:val="ListParagraphChar"/>
    <w:uiPriority w:val="1"/>
    <w:qFormat/>
    <w:rsid w:val="00BF5421"/>
    <w:pPr>
      <w:ind w:left="720"/>
      <w:contextualSpacing/>
    </w:pPr>
  </w:style>
  <w:style w:type="paragraph" w:styleId="Quote">
    <w:name w:val="Quote"/>
    <w:basedOn w:val="Normal"/>
    <w:next w:val="Normal"/>
    <w:link w:val="QuoteChar"/>
    <w:uiPriority w:val="29"/>
    <w:qFormat/>
    <w:rsid w:val="00BF5421"/>
    <w:rPr>
      <w:i/>
      <w:iCs/>
      <w:sz w:val="20"/>
      <w:szCs w:val="20"/>
      <w:lang w:bidi="ar-SA"/>
    </w:rPr>
  </w:style>
  <w:style w:type="character" w:customStyle="1" w:styleId="QuoteChar">
    <w:name w:val="Quote Char"/>
    <w:link w:val="Quote"/>
    <w:uiPriority w:val="29"/>
    <w:rsid w:val="00BF5421"/>
    <w:rPr>
      <w:i/>
      <w:iCs/>
    </w:rPr>
  </w:style>
  <w:style w:type="paragraph" w:styleId="IntenseQuote">
    <w:name w:val="Intense Quote"/>
    <w:basedOn w:val="Normal"/>
    <w:next w:val="Normal"/>
    <w:link w:val="IntenseQuoteChar"/>
    <w:uiPriority w:val="30"/>
    <w:qFormat/>
    <w:rsid w:val="00BF5421"/>
    <w:pPr>
      <w:pBdr>
        <w:top w:val="single" w:sz="4" w:space="10" w:color="auto"/>
        <w:bottom w:val="single" w:sz="4" w:space="10" w:color="auto"/>
      </w:pBdr>
      <w:spacing w:before="240" w:after="240" w:line="300" w:lineRule="auto"/>
      <w:ind w:left="1152" w:right="1152"/>
      <w:jc w:val="both"/>
    </w:pPr>
    <w:rPr>
      <w:i/>
      <w:iCs/>
      <w:sz w:val="20"/>
      <w:szCs w:val="20"/>
      <w:lang w:bidi="ar-SA"/>
    </w:rPr>
  </w:style>
  <w:style w:type="character" w:customStyle="1" w:styleId="IntenseQuoteChar">
    <w:name w:val="Intense Quote Char"/>
    <w:link w:val="IntenseQuote"/>
    <w:uiPriority w:val="30"/>
    <w:rsid w:val="00BF5421"/>
    <w:rPr>
      <w:i/>
      <w:iCs/>
    </w:rPr>
  </w:style>
  <w:style w:type="character" w:styleId="SubtleEmphasis">
    <w:name w:val="Subtle Emphasis"/>
    <w:uiPriority w:val="19"/>
    <w:qFormat/>
    <w:rsid w:val="00BF5421"/>
    <w:rPr>
      <w:i/>
      <w:iCs/>
    </w:rPr>
  </w:style>
  <w:style w:type="character" w:styleId="IntenseEmphasis">
    <w:name w:val="Intense Emphasis"/>
    <w:uiPriority w:val="21"/>
    <w:qFormat/>
    <w:rsid w:val="00BF5421"/>
    <w:rPr>
      <w:b/>
      <w:bCs/>
      <w:i/>
      <w:iCs/>
    </w:rPr>
  </w:style>
  <w:style w:type="character" w:styleId="SubtleReference">
    <w:name w:val="Subtle Reference"/>
    <w:uiPriority w:val="31"/>
    <w:qFormat/>
    <w:rsid w:val="00BF5421"/>
    <w:rPr>
      <w:smallCaps/>
    </w:rPr>
  </w:style>
  <w:style w:type="character" w:styleId="IntenseReference">
    <w:name w:val="Intense Reference"/>
    <w:uiPriority w:val="32"/>
    <w:qFormat/>
    <w:rsid w:val="00BF5421"/>
    <w:rPr>
      <w:b/>
      <w:bCs/>
      <w:smallCaps/>
    </w:rPr>
  </w:style>
  <w:style w:type="character" w:styleId="BookTitle">
    <w:name w:val="Book Title"/>
    <w:uiPriority w:val="33"/>
    <w:qFormat/>
    <w:rsid w:val="00BF5421"/>
    <w:rPr>
      <w:i/>
      <w:iCs/>
      <w:smallCaps/>
      <w:spacing w:val="5"/>
    </w:rPr>
  </w:style>
  <w:style w:type="paragraph" w:styleId="TOCHeading">
    <w:name w:val="TOC Heading"/>
    <w:basedOn w:val="Heading1"/>
    <w:next w:val="Normal"/>
    <w:uiPriority w:val="39"/>
    <w:qFormat/>
    <w:rsid w:val="00BF5421"/>
    <w:pPr>
      <w:outlineLvl w:val="9"/>
    </w:pPr>
  </w:style>
  <w:style w:type="character" w:styleId="Hyperlink">
    <w:name w:val="Hyperlink"/>
    <w:uiPriority w:val="99"/>
    <w:unhideWhenUsed/>
    <w:rsid w:val="00BF5421"/>
    <w:rPr>
      <w:color w:val="0000FF"/>
      <w:u w:val="single"/>
    </w:rPr>
  </w:style>
  <w:style w:type="numbering" w:customStyle="1" w:styleId="Nessunelenco1">
    <w:name w:val="Nessun elenco1"/>
    <w:next w:val="NoList"/>
    <w:semiHidden/>
    <w:unhideWhenUsed/>
    <w:rsid w:val="00264A1F"/>
  </w:style>
  <w:style w:type="character" w:customStyle="1" w:styleId="CarattereCarattere1">
    <w:name w:val="Carattere Carattere1"/>
    <w:locked/>
    <w:rsid w:val="00264A1F"/>
    <w:rPr>
      <w:rFonts w:cs="Times New Roman"/>
    </w:rPr>
  </w:style>
  <w:style w:type="character" w:customStyle="1" w:styleId="CarattereCarattere">
    <w:name w:val="Carattere Carattere"/>
    <w:locked/>
    <w:rsid w:val="00264A1F"/>
    <w:rPr>
      <w:rFonts w:cs="Times New Roman"/>
    </w:rPr>
  </w:style>
  <w:style w:type="character" w:customStyle="1" w:styleId="tw4winMark">
    <w:name w:val="tw4winMark"/>
    <w:rsid w:val="00264A1F"/>
    <w:rPr>
      <w:rFonts w:ascii="Courier New" w:hAnsi="Courier New"/>
      <w:vanish/>
      <w:color w:val="800080"/>
      <w:sz w:val="24"/>
      <w:vertAlign w:val="subscript"/>
    </w:rPr>
  </w:style>
  <w:style w:type="character" w:customStyle="1" w:styleId="hps">
    <w:name w:val="hps"/>
    <w:rsid w:val="00264A1F"/>
    <w:rPr>
      <w:rFonts w:cs="Times New Roman"/>
    </w:rPr>
  </w:style>
  <w:style w:type="character" w:customStyle="1" w:styleId="hpsatn">
    <w:name w:val="hps atn"/>
    <w:rsid w:val="00264A1F"/>
    <w:rPr>
      <w:rFonts w:cs="Times New Roman"/>
    </w:rPr>
  </w:style>
  <w:style w:type="character" w:customStyle="1" w:styleId="hpsalt-edited">
    <w:name w:val="hps alt-edited"/>
    <w:rsid w:val="00264A1F"/>
    <w:rPr>
      <w:rFonts w:cs="Times New Roman"/>
    </w:rPr>
  </w:style>
  <w:style w:type="character" w:customStyle="1" w:styleId="atn">
    <w:name w:val="atn"/>
    <w:rsid w:val="00264A1F"/>
    <w:rPr>
      <w:rFonts w:cs="Times New Roman"/>
    </w:rPr>
  </w:style>
  <w:style w:type="character" w:customStyle="1" w:styleId="alt-edited">
    <w:name w:val="alt-edited"/>
    <w:rsid w:val="00264A1F"/>
    <w:rPr>
      <w:rFonts w:cs="Times New Roman"/>
    </w:rPr>
  </w:style>
  <w:style w:type="character" w:customStyle="1" w:styleId="shorttext">
    <w:name w:val="short_text"/>
    <w:rsid w:val="00264A1F"/>
    <w:rPr>
      <w:rFonts w:cs="Times New Roman"/>
    </w:rPr>
  </w:style>
  <w:style w:type="character" w:customStyle="1" w:styleId="tw4winError">
    <w:name w:val="tw4winError"/>
    <w:rsid w:val="00264A1F"/>
    <w:rPr>
      <w:rFonts w:ascii="Courier New" w:hAnsi="Courier New"/>
      <w:color w:val="00FF00"/>
      <w:sz w:val="40"/>
    </w:rPr>
  </w:style>
  <w:style w:type="character" w:customStyle="1" w:styleId="tw4winTerm">
    <w:name w:val="tw4winTerm"/>
    <w:rsid w:val="00264A1F"/>
    <w:rPr>
      <w:color w:val="0000FF"/>
    </w:rPr>
  </w:style>
  <w:style w:type="character" w:customStyle="1" w:styleId="tw4winPopup">
    <w:name w:val="tw4winPopup"/>
    <w:rsid w:val="00264A1F"/>
    <w:rPr>
      <w:rFonts w:ascii="Courier New" w:hAnsi="Courier New"/>
      <w:noProof/>
      <w:color w:val="008000"/>
    </w:rPr>
  </w:style>
  <w:style w:type="character" w:customStyle="1" w:styleId="tw4winJump">
    <w:name w:val="tw4winJump"/>
    <w:rsid w:val="00264A1F"/>
    <w:rPr>
      <w:rFonts w:ascii="Courier New" w:hAnsi="Courier New"/>
      <w:noProof/>
      <w:color w:val="008080"/>
    </w:rPr>
  </w:style>
  <w:style w:type="character" w:customStyle="1" w:styleId="tw4winExternal">
    <w:name w:val="tw4winExternal"/>
    <w:rsid w:val="00264A1F"/>
    <w:rPr>
      <w:rFonts w:ascii="Courier New" w:hAnsi="Courier New"/>
      <w:noProof/>
      <w:color w:val="808080"/>
    </w:rPr>
  </w:style>
  <w:style w:type="character" w:customStyle="1" w:styleId="tw4winInternal">
    <w:name w:val="tw4winInternal"/>
    <w:rsid w:val="00264A1F"/>
    <w:rPr>
      <w:rFonts w:ascii="Courier New" w:hAnsi="Courier New"/>
      <w:noProof/>
      <w:color w:val="FF0000"/>
    </w:rPr>
  </w:style>
  <w:style w:type="character" w:customStyle="1" w:styleId="DONOTTRANSLATE">
    <w:name w:val="DO_NOT_TRANSLATE"/>
    <w:rsid w:val="00264A1F"/>
    <w:rPr>
      <w:rFonts w:ascii="Courier New" w:hAnsi="Courier New"/>
      <w:noProof/>
      <w:color w:val="800000"/>
    </w:rPr>
  </w:style>
  <w:style w:type="paragraph" w:styleId="NormalWeb">
    <w:name w:val="Normal (Web)"/>
    <w:basedOn w:val="Normal"/>
    <w:uiPriority w:val="99"/>
    <w:unhideWhenUsed/>
    <w:rsid w:val="00B90CB5"/>
    <w:pPr>
      <w:spacing w:before="100" w:beforeAutospacing="1" w:after="100" w:afterAutospacing="1" w:line="240" w:lineRule="auto"/>
    </w:pPr>
    <w:rPr>
      <w:rFonts w:ascii="Times New Roman" w:hAnsi="Times New Roman"/>
      <w:sz w:val="24"/>
      <w:szCs w:val="24"/>
      <w:lang w:bidi="ar-SA"/>
    </w:rPr>
  </w:style>
  <w:style w:type="paragraph" w:styleId="CommentText">
    <w:name w:val="annotation text"/>
    <w:basedOn w:val="Normal"/>
    <w:link w:val="CommentTextChar"/>
    <w:rsid w:val="00C95972"/>
    <w:pPr>
      <w:spacing w:after="0" w:line="240" w:lineRule="auto"/>
    </w:pPr>
    <w:rPr>
      <w:rFonts w:ascii="Times New Roman" w:hAnsi="Times New Roman"/>
      <w:sz w:val="20"/>
      <w:szCs w:val="20"/>
      <w:lang w:bidi="ar-SA"/>
    </w:rPr>
  </w:style>
  <w:style w:type="character" w:customStyle="1" w:styleId="CommentTextChar">
    <w:name w:val="Comment Text Char"/>
    <w:link w:val="CommentText"/>
    <w:rsid w:val="00C95972"/>
    <w:rPr>
      <w:rFonts w:ascii="Times New Roman" w:hAnsi="Times New Roman"/>
      <w:lang w:val="en-US" w:eastAsia="en-US"/>
    </w:rPr>
  </w:style>
  <w:style w:type="paragraph" w:customStyle="1" w:styleId="Body1">
    <w:name w:val="Body 1"/>
    <w:rsid w:val="00C95972"/>
    <w:rPr>
      <w:rFonts w:ascii="Helvetica" w:eastAsia="Arial Unicode MS" w:hAnsi="Helvetica"/>
      <w:color w:val="000000"/>
      <w:sz w:val="24"/>
      <w:lang w:val="en-US" w:eastAsia="en-US"/>
    </w:rPr>
  </w:style>
  <w:style w:type="character" w:customStyle="1" w:styleId="apple-converted-space">
    <w:name w:val="apple-converted-space"/>
    <w:rsid w:val="00C95972"/>
  </w:style>
  <w:style w:type="character" w:styleId="FollowedHyperlink">
    <w:name w:val="FollowedHyperlink"/>
    <w:unhideWhenUsed/>
    <w:rsid w:val="005626A8"/>
    <w:rPr>
      <w:color w:val="800080"/>
      <w:u w:val="single"/>
    </w:rPr>
  </w:style>
  <w:style w:type="paragraph" w:styleId="HTMLPreformatted">
    <w:name w:val="HTML Preformatted"/>
    <w:basedOn w:val="Normal"/>
    <w:link w:val="HTMLPreformattedChar"/>
    <w:uiPriority w:val="99"/>
    <w:semiHidden/>
    <w:unhideWhenUsed/>
    <w:rsid w:val="00EA45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it-IT" w:eastAsia="it-IT" w:bidi="ar-SA"/>
    </w:rPr>
  </w:style>
  <w:style w:type="character" w:customStyle="1" w:styleId="HTMLPreformattedChar">
    <w:name w:val="HTML Preformatted Char"/>
    <w:link w:val="HTMLPreformatted"/>
    <w:uiPriority w:val="99"/>
    <w:semiHidden/>
    <w:rsid w:val="00EA45FE"/>
    <w:rPr>
      <w:rFonts w:ascii="Courier New" w:hAnsi="Courier New" w:cs="Courier New"/>
    </w:rPr>
  </w:style>
  <w:style w:type="paragraph" w:customStyle="1" w:styleId="Body">
    <w:name w:val="Body"/>
    <w:rsid w:val="00A03BCD"/>
    <w:pPr>
      <w:pBdr>
        <w:top w:val="nil"/>
        <w:left w:val="nil"/>
        <w:bottom w:val="nil"/>
        <w:right w:val="nil"/>
        <w:between w:val="nil"/>
        <w:bar w:val="nil"/>
      </w:pBdr>
    </w:pPr>
    <w:rPr>
      <w:rFonts w:eastAsia="Cambria" w:cs="Cambria"/>
      <w:color w:val="000000"/>
      <w:sz w:val="24"/>
      <w:szCs w:val="24"/>
      <w:u w:color="000000"/>
      <w:bdr w:val="nil"/>
      <w:lang w:val="en-GB" w:eastAsia="en-GB"/>
    </w:rPr>
  </w:style>
  <w:style w:type="character" w:styleId="HTMLCite">
    <w:name w:val="HTML Cite"/>
    <w:uiPriority w:val="99"/>
    <w:semiHidden/>
    <w:unhideWhenUsed/>
    <w:rsid w:val="007665B3"/>
    <w:rPr>
      <w:i w:val="0"/>
      <w:iCs w:val="0"/>
      <w:color w:val="006621"/>
    </w:rPr>
  </w:style>
  <w:style w:type="table" w:styleId="TableGrid">
    <w:name w:val="Table Grid"/>
    <w:basedOn w:val="TableNormal"/>
    <w:rsid w:val="00F24AFD"/>
    <w:rPr>
      <w:rFonts w:eastAsia="Cambria"/>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F24AFD"/>
    <w:rPr>
      <w:rFonts w:cs="Times New Roman"/>
      <w:sz w:val="16"/>
      <w:szCs w:val="16"/>
    </w:rPr>
  </w:style>
  <w:style w:type="paragraph" w:styleId="CommentSubject">
    <w:name w:val="annotation subject"/>
    <w:basedOn w:val="CommentText"/>
    <w:next w:val="CommentText"/>
    <w:link w:val="CommentSubjectChar"/>
    <w:rsid w:val="00F24AFD"/>
    <w:rPr>
      <w:rFonts w:ascii="Cambria" w:eastAsia="Cambria" w:hAnsi="Cambria"/>
      <w:b/>
      <w:bCs/>
      <w:lang w:val="en-GB"/>
    </w:rPr>
  </w:style>
  <w:style w:type="character" w:customStyle="1" w:styleId="CommentSubjectChar">
    <w:name w:val="Comment Subject Char"/>
    <w:link w:val="CommentSubject"/>
    <w:rsid w:val="00F24AFD"/>
    <w:rPr>
      <w:rFonts w:ascii="Times New Roman" w:eastAsia="Cambria" w:hAnsi="Times New Roman"/>
      <w:b/>
      <w:bCs/>
      <w:lang w:val="en-GB" w:eastAsia="en-US"/>
    </w:rPr>
  </w:style>
  <w:style w:type="paragraph" w:customStyle="1" w:styleId="BasicParagraph">
    <w:name w:val="[Basic Paragraph]"/>
    <w:basedOn w:val="Normal"/>
    <w:uiPriority w:val="99"/>
    <w:rsid w:val="00F24AFD"/>
    <w:pPr>
      <w:widowControl w:val="0"/>
      <w:autoSpaceDE w:val="0"/>
      <w:autoSpaceDN w:val="0"/>
      <w:adjustRightInd w:val="0"/>
      <w:spacing w:after="0" w:line="288" w:lineRule="auto"/>
    </w:pPr>
    <w:rPr>
      <w:rFonts w:ascii="MinionPro-Regular" w:eastAsia="MS Mincho" w:hAnsi="MinionPro-Regular" w:cs="MinionPro-Regular"/>
      <w:color w:val="000000"/>
      <w:sz w:val="24"/>
      <w:szCs w:val="24"/>
      <w:lang w:val="en-GB" w:bidi="ar-SA"/>
    </w:rPr>
  </w:style>
  <w:style w:type="paragraph" w:customStyle="1" w:styleId="Default">
    <w:name w:val="Default"/>
    <w:rsid w:val="00F24AFD"/>
    <w:pPr>
      <w:autoSpaceDE w:val="0"/>
      <w:autoSpaceDN w:val="0"/>
      <w:adjustRightInd w:val="0"/>
    </w:pPr>
    <w:rPr>
      <w:rFonts w:ascii="Arial" w:hAnsi="Arial" w:cs="Arial"/>
      <w:color w:val="000000"/>
      <w:sz w:val="24"/>
      <w:szCs w:val="24"/>
      <w:lang w:val="en-GB" w:eastAsia="en-GB"/>
    </w:rPr>
  </w:style>
  <w:style w:type="paragraph" w:customStyle="1" w:styleId="NoParagraphStyle">
    <w:name w:val="[No Paragraph Style]"/>
    <w:rsid w:val="00F24AFD"/>
    <w:pPr>
      <w:widowControl w:val="0"/>
      <w:autoSpaceDE w:val="0"/>
      <w:autoSpaceDN w:val="0"/>
      <w:adjustRightInd w:val="0"/>
      <w:spacing w:line="288" w:lineRule="auto"/>
      <w:textAlignment w:val="center"/>
    </w:pPr>
    <w:rPr>
      <w:rFonts w:ascii="MinionPro-Regular" w:eastAsia="Calibri" w:hAnsi="MinionPro-Regular" w:cs="MinionPro-Regular"/>
      <w:color w:val="000000"/>
      <w:sz w:val="24"/>
      <w:szCs w:val="24"/>
      <w:lang w:val="en-GB" w:eastAsia="en-US"/>
    </w:rPr>
  </w:style>
  <w:style w:type="numbering" w:customStyle="1" w:styleId="Nessunelenco2">
    <w:name w:val="Nessun elenco2"/>
    <w:next w:val="NoList"/>
    <w:uiPriority w:val="99"/>
    <w:semiHidden/>
    <w:unhideWhenUsed/>
    <w:rsid w:val="00F56AA5"/>
  </w:style>
  <w:style w:type="table" w:customStyle="1" w:styleId="Grigliatabella1">
    <w:name w:val="Griglia tabella1"/>
    <w:basedOn w:val="TableNormal"/>
    <w:next w:val="TableGrid"/>
    <w:rsid w:val="00F56AA5"/>
    <w:rPr>
      <w:rFonts w:eastAsia="Cambria"/>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essunelenco3">
    <w:name w:val="Nessun elenco3"/>
    <w:next w:val="NoList"/>
    <w:uiPriority w:val="99"/>
    <w:semiHidden/>
    <w:unhideWhenUsed/>
    <w:rsid w:val="00941B23"/>
  </w:style>
  <w:style w:type="paragraph" w:customStyle="1" w:styleId="BodyA">
    <w:name w:val="Body A"/>
    <w:rsid w:val="00F16E96"/>
    <w:rPr>
      <w:rFonts w:eastAsia="Cambria" w:cs="Cambria"/>
      <w:color w:val="000000"/>
      <w:sz w:val="24"/>
      <w:szCs w:val="24"/>
      <w:u w:color="000000"/>
      <w:lang w:val="en-GB" w:eastAsia="en-GB"/>
    </w:rPr>
  </w:style>
  <w:style w:type="paragraph" w:customStyle="1" w:styleId="Normal1">
    <w:name w:val="Normal1"/>
    <w:rsid w:val="00A3411A"/>
    <w:rPr>
      <w:rFonts w:ascii="Arial" w:eastAsia="Arial" w:hAnsi="Arial" w:cs="Arial"/>
      <w:color w:val="000000"/>
      <w:sz w:val="28"/>
      <w:szCs w:val="28"/>
      <w:lang w:val="en-GB" w:eastAsia="en-US"/>
    </w:rPr>
  </w:style>
  <w:style w:type="character" w:customStyle="1" w:styleId="ListParagraphChar">
    <w:name w:val="List Paragraph Char"/>
    <w:aliases w:val="normal Char"/>
    <w:link w:val="ListParagraph"/>
    <w:uiPriority w:val="34"/>
    <w:rsid w:val="007C5D4C"/>
    <w:rPr>
      <w:sz w:val="22"/>
      <w:szCs w:val="22"/>
      <w:lang w:val="en-US" w:eastAsia="en-US" w:bidi="en-US"/>
    </w:rPr>
  </w:style>
  <w:style w:type="table" w:customStyle="1" w:styleId="Grigliatabella2">
    <w:name w:val="Griglia tabella2"/>
    <w:basedOn w:val="TableNormal"/>
    <w:next w:val="TableGrid"/>
    <w:rsid w:val="00900C99"/>
    <w:rPr>
      <w:rFonts w:eastAsia="Cambria"/>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m6970047006001341774gmail-m4195741114681837845s1">
    <w:name w:val="m_6970047006001341774gmail-m_4195741114681837845s1"/>
    <w:basedOn w:val="DefaultParagraphFont"/>
    <w:rsid w:val="00532003"/>
  </w:style>
  <w:style w:type="paragraph" w:styleId="FootnoteText">
    <w:name w:val="footnote text"/>
    <w:basedOn w:val="Normal"/>
    <w:link w:val="FootnoteTextChar"/>
    <w:uiPriority w:val="99"/>
    <w:semiHidden/>
    <w:unhideWhenUsed/>
    <w:rsid w:val="002B75BC"/>
    <w:pPr>
      <w:spacing w:after="0" w:line="240" w:lineRule="auto"/>
    </w:pPr>
    <w:rPr>
      <w:rFonts w:ascii="Calibri" w:eastAsia="Calibri" w:hAnsi="Calibri" w:cs="Calibri"/>
      <w:sz w:val="20"/>
      <w:szCs w:val="20"/>
      <w:lang w:val="en-GB" w:eastAsia="en-GB" w:bidi="ar-SA"/>
    </w:rPr>
  </w:style>
  <w:style w:type="character" w:customStyle="1" w:styleId="FootnoteTextChar">
    <w:name w:val="Footnote Text Char"/>
    <w:link w:val="FootnoteText"/>
    <w:uiPriority w:val="99"/>
    <w:semiHidden/>
    <w:rsid w:val="002B75BC"/>
    <w:rPr>
      <w:rFonts w:ascii="Calibri" w:eastAsia="Calibri" w:hAnsi="Calibri" w:cs="Calibri"/>
      <w:lang w:val="en-GB" w:eastAsia="en-GB"/>
    </w:rPr>
  </w:style>
  <w:style w:type="character" w:styleId="FootnoteReference">
    <w:name w:val="footnote reference"/>
    <w:uiPriority w:val="99"/>
    <w:semiHidden/>
    <w:unhideWhenUsed/>
    <w:rsid w:val="002B75BC"/>
    <w:rPr>
      <w:vertAlign w:val="superscript"/>
    </w:rPr>
  </w:style>
  <w:style w:type="paragraph" w:customStyle="1" w:styleId="xmsonormal">
    <w:name w:val="xmsonormal"/>
    <w:basedOn w:val="Normal"/>
    <w:rsid w:val="00C852EA"/>
    <w:pPr>
      <w:spacing w:before="100" w:beforeAutospacing="1" w:after="100" w:afterAutospacing="1" w:line="240" w:lineRule="auto"/>
    </w:pPr>
    <w:rPr>
      <w:rFonts w:ascii="Times New Roman" w:hAnsi="Times New Roman"/>
      <w:sz w:val="24"/>
      <w:szCs w:val="24"/>
      <w:lang w:val="en-GB" w:eastAsia="zh-CN" w:bidi="ar-SA"/>
    </w:rPr>
  </w:style>
  <w:style w:type="numbering" w:customStyle="1" w:styleId="Nessunelenco4">
    <w:name w:val="Nessun elenco4"/>
    <w:next w:val="NoList"/>
    <w:uiPriority w:val="99"/>
    <w:semiHidden/>
    <w:unhideWhenUsed/>
    <w:rsid w:val="00F22D35"/>
  </w:style>
  <w:style w:type="character" w:customStyle="1" w:styleId="UnresolvedMention1">
    <w:name w:val="Unresolved Mention1"/>
    <w:uiPriority w:val="99"/>
    <w:semiHidden/>
    <w:unhideWhenUsed/>
    <w:rsid w:val="00F22D35"/>
    <w:rPr>
      <w:color w:val="605E5C"/>
      <w:shd w:val="clear" w:color="auto" w:fill="E1DFDD"/>
    </w:rPr>
  </w:style>
  <w:style w:type="character" w:customStyle="1" w:styleId="UnresolvedMention2">
    <w:name w:val="Unresolved Mention2"/>
    <w:uiPriority w:val="99"/>
    <w:semiHidden/>
    <w:unhideWhenUsed/>
    <w:rsid w:val="00F22D35"/>
    <w:rPr>
      <w:color w:val="605E5C"/>
      <w:shd w:val="clear" w:color="auto" w:fill="E1DFDD"/>
    </w:rPr>
  </w:style>
  <w:style w:type="character" w:customStyle="1" w:styleId="normaltextrun">
    <w:name w:val="normaltextrun"/>
    <w:basedOn w:val="DefaultParagraphFont"/>
    <w:rsid w:val="00F22D35"/>
  </w:style>
  <w:style w:type="character" w:customStyle="1" w:styleId="spellingerror">
    <w:name w:val="spellingerror"/>
    <w:basedOn w:val="DefaultParagraphFont"/>
    <w:rsid w:val="00F22D35"/>
  </w:style>
  <w:style w:type="character" w:customStyle="1" w:styleId="eop">
    <w:name w:val="eop"/>
    <w:basedOn w:val="DefaultParagraphFont"/>
    <w:rsid w:val="00F22D35"/>
  </w:style>
  <w:style w:type="character" w:styleId="UnresolvedMention">
    <w:name w:val="Unresolved Mention"/>
    <w:uiPriority w:val="99"/>
    <w:semiHidden/>
    <w:unhideWhenUsed/>
    <w:rsid w:val="00F22D35"/>
    <w:rPr>
      <w:color w:val="605E5C"/>
      <w:shd w:val="clear" w:color="auto" w:fill="E1DFDD"/>
    </w:rPr>
  </w:style>
  <w:style w:type="paragraph" w:styleId="Revision">
    <w:name w:val="Revision"/>
    <w:hidden/>
    <w:uiPriority w:val="99"/>
    <w:semiHidden/>
    <w:rsid w:val="003830F5"/>
    <w:rPr>
      <w:sz w:val="22"/>
      <w:szCs w:val="22"/>
      <w:lang w:val="en-US" w:eastAsia="en-US" w:bidi="en-US"/>
    </w:rPr>
  </w:style>
  <w:style w:type="paragraph" w:customStyle="1" w:styleId="p2">
    <w:name w:val="p2"/>
    <w:basedOn w:val="Normal"/>
    <w:rsid w:val="00F203BF"/>
    <w:pPr>
      <w:spacing w:before="100" w:beforeAutospacing="1" w:after="100" w:afterAutospacing="1" w:line="240" w:lineRule="auto"/>
    </w:pPr>
    <w:rPr>
      <w:rFonts w:ascii="Calibri" w:eastAsia="DengXian" w:hAnsi="Calibri" w:cs="Calibri"/>
      <w:lang w:val="en-GB" w:eastAsia="zh-CN" w:bidi="ar-SA"/>
    </w:rPr>
  </w:style>
  <w:style w:type="paragraph" w:customStyle="1" w:styleId="xmsonormal0">
    <w:name w:val="x_msonormal"/>
    <w:basedOn w:val="Normal"/>
    <w:rsid w:val="00F203BF"/>
    <w:pPr>
      <w:spacing w:before="100" w:beforeAutospacing="1" w:after="100" w:afterAutospacing="1" w:line="240" w:lineRule="auto"/>
    </w:pPr>
    <w:rPr>
      <w:rFonts w:ascii="Times New Roman" w:hAnsi="Times New Roman"/>
      <w:sz w:val="24"/>
      <w:szCs w:val="24"/>
      <w:lang w:val="en-GB" w:eastAsia="en-GB" w:bidi="ar-SA"/>
    </w:rPr>
  </w:style>
  <w:style w:type="paragraph" w:customStyle="1" w:styleId="xxxmsonormal">
    <w:name w:val="x_xxmsonormal"/>
    <w:basedOn w:val="Normal"/>
    <w:rsid w:val="00F203BF"/>
    <w:pPr>
      <w:spacing w:before="100" w:beforeAutospacing="1" w:after="100" w:afterAutospacing="1" w:line="240" w:lineRule="auto"/>
    </w:pPr>
    <w:rPr>
      <w:rFonts w:ascii="Times New Roman" w:hAnsi="Times New Roman"/>
      <w:sz w:val="24"/>
      <w:szCs w:val="24"/>
      <w:lang w:val="en-GB" w:eastAsia="en-GB" w:bidi="ar-SA"/>
    </w:rPr>
  </w:style>
  <w:style w:type="paragraph" w:styleId="BodyText">
    <w:name w:val="Body Text"/>
    <w:basedOn w:val="Normal"/>
    <w:link w:val="BodyTextChar"/>
    <w:uiPriority w:val="1"/>
    <w:qFormat/>
    <w:rsid w:val="00E36EA1"/>
    <w:pPr>
      <w:widowControl w:val="0"/>
      <w:autoSpaceDE w:val="0"/>
      <w:autoSpaceDN w:val="0"/>
      <w:spacing w:after="0" w:line="240" w:lineRule="auto"/>
    </w:pPr>
    <w:rPr>
      <w:rFonts w:ascii="Trebuchet MS" w:eastAsia="Trebuchet MS" w:hAnsi="Trebuchet MS" w:cs="Trebuchet MS"/>
      <w:lang w:val="it-IT" w:bidi="ar-SA"/>
    </w:rPr>
  </w:style>
  <w:style w:type="character" w:customStyle="1" w:styleId="BodyTextChar">
    <w:name w:val="Body Text Char"/>
    <w:basedOn w:val="DefaultParagraphFont"/>
    <w:link w:val="BodyText"/>
    <w:uiPriority w:val="1"/>
    <w:rsid w:val="00E36EA1"/>
    <w:rPr>
      <w:rFonts w:ascii="Trebuchet MS" w:eastAsia="Trebuchet MS" w:hAnsi="Trebuchet MS" w:cs="Trebuchet MS"/>
      <w:sz w:val="22"/>
      <w:szCs w:val="22"/>
      <w:lang w:eastAsia="en-US"/>
    </w:rPr>
  </w:style>
  <w:style w:type="paragraph" w:customStyle="1" w:styleId="TableParagraph">
    <w:name w:val="Table Paragraph"/>
    <w:basedOn w:val="Normal"/>
    <w:uiPriority w:val="1"/>
    <w:qFormat/>
    <w:rsid w:val="00E36EA1"/>
    <w:pPr>
      <w:widowControl w:val="0"/>
      <w:autoSpaceDE w:val="0"/>
      <w:autoSpaceDN w:val="0"/>
      <w:spacing w:after="0" w:line="240" w:lineRule="auto"/>
    </w:pPr>
    <w:rPr>
      <w:rFonts w:ascii="Trebuchet MS" w:eastAsia="Trebuchet MS" w:hAnsi="Trebuchet MS" w:cs="Trebuchet MS"/>
      <w:lang w:val="it-IT"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78729">
      <w:bodyDiv w:val="1"/>
      <w:marLeft w:val="0"/>
      <w:marRight w:val="0"/>
      <w:marTop w:val="0"/>
      <w:marBottom w:val="0"/>
      <w:divBdr>
        <w:top w:val="none" w:sz="0" w:space="0" w:color="auto"/>
        <w:left w:val="none" w:sz="0" w:space="0" w:color="auto"/>
        <w:bottom w:val="none" w:sz="0" w:space="0" w:color="auto"/>
        <w:right w:val="none" w:sz="0" w:space="0" w:color="auto"/>
      </w:divBdr>
    </w:div>
    <w:div w:id="391776708">
      <w:bodyDiv w:val="1"/>
      <w:marLeft w:val="0"/>
      <w:marRight w:val="0"/>
      <w:marTop w:val="0"/>
      <w:marBottom w:val="0"/>
      <w:divBdr>
        <w:top w:val="none" w:sz="0" w:space="0" w:color="auto"/>
        <w:left w:val="none" w:sz="0" w:space="0" w:color="auto"/>
        <w:bottom w:val="none" w:sz="0" w:space="0" w:color="auto"/>
        <w:right w:val="none" w:sz="0" w:space="0" w:color="auto"/>
      </w:divBdr>
      <w:divsChild>
        <w:div w:id="1978534092">
          <w:marLeft w:val="0"/>
          <w:marRight w:val="0"/>
          <w:marTop w:val="0"/>
          <w:marBottom w:val="0"/>
          <w:divBdr>
            <w:top w:val="none" w:sz="0" w:space="0" w:color="auto"/>
            <w:left w:val="none" w:sz="0" w:space="0" w:color="auto"/>
            <w:bottom w:val="none" w:sz="0" w:space="0" w:color="auto"/>
            <w:right w:val="none" w:sz="0" w:space="0" w:color="auto"/>
          </w:divBdr>
          <w:divsChild>
            <w:div w:id="1754475396">
              <w:marLeft w:val="0"/>
              <w:marRight w:val="0"/>
              <w:marTop w:val="0"/>
              <w:marBottom w:val="0"/>
              <w:divBdr>
                <w:top w:val="none" w:sz="0" w:space="0" w:color="auto"/>
                <w:left w:val="none" w:sz="0" w:space="0" w:color="auto"/>
                <w:bottom w:val="none" w:sz="0" w:space="0" w:color="auto"/>
                <w:right w:val="none" w:sz="0" w:space="0" w:color="auto"/>
              </w:divBdr>
              <w:divsChild>
                <w:div w:id="1591739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907191">
      <w:bodyDiv w:val="1"/>
      <w:marLeft w:val="0"/>
      <w:marRight w:val="0"/>
      <w:marTop w:val="0"/>
      <w:marBottom w:val="0"/>
      <w:divBdr>
        <w:top w:val="none" w:sz="0" w:space="0" w:color="auto"/>
        <w:left w:val="none" w:sz="0" w:space="0" w:color="auto"/>
        <w:bottom w:val="none" w:sz="0" w:space="0" w:color="auto"/>
        <w:right w:val="none" w:sz="0" w:space="0" w:color="auto"/>
      </w:divBdr>
      <w:divsChild>
        <w:div w:id="1585068714">
          <w:marLeft w:val="0"/>
          <w:marRight w:val="0"/>
          <w:marTop w:val="0"/>
          <w:marBottom w:val="0"/>
          <w:divBdr>
            <w:top w:val="none" w:sz="0" w:space="0" w:color="auto"/>
            <w:left w:val="none" w:sz="0" w:space="0" w:color="auto"/>
            <w:bottom w:val="none" w:sz="0" w:space="0" w:color="auto"/>
            <w:right w:val="none" w:sz="0" w:space="0" w:color="auto"/>
          </w:divBdr>
          <w:divsChild>
            <w:div w:id="1614746878">
              <w:marLeft w:val="0"/>
              <w:marRight w:val="0"/>
              <w:marTop w:val="0"/>
              <w:marBottom w:val="0"/>
              <w:divBdr>
                <w:top w:val="none" w:sz="0" w:space="0" w:color="auto"/>
                <w:left w:val="none" w:sz="0" w:space="0" w:color="auto"/>
                <w:bottom w:val="none" w:sz="0" w:space="0" w:color="auto"/>
                <w:right w:val="none" w:sz="0" w:space="0" w:color="auto"/>
              </w:divBdr>
              <w:divsChild>
                <w:div w:id="159339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713694">
      <w:bodyDiv w:val="1"/>
      <w:marLeft w:val="0"/>
      <w:marRight w:val="0"/>
      <w:marTop w:val="0"/>
      <w:marBottom w:val="0"/>
      <w:divBdr>
        <w:top w:val="none" w:sz="0" w:space="0" w:color="auto"/>
        <w:left w:val="none" w:sz="0" w:space="0" w:color="auto"/>
        <w:bottom w:val="none" w:sz="0" w:space="0" w:color="auto"/>
        <w:right w:val="none" w:sz="0" w:space="0" w:color="auto"/>
      </w:divBdr>
      <w:divsChild>
        <w:div w:id="1872106645">
          <w:marLeft w:val="0"/>
          <w:marRight w:val="0"/>
          <w:marTop w:val="0"/>
          <w:marBottom w:val="0"/>
          <w:divBdr>
            <w:top w:val="none" w:sz="0" w:space="0" w:color="auto"/>
            <w:left w:val="none" w:sz="0" w:space="0" w:color="auto"/>
            <w:bottom w:val="none" w:sz="0" w:space="0" w:color="auto"/>
            <w:right w:val="none" w:sz="0" w:space="0" w:color="auto"/>
          </w:divBdr>
          <w:divsChild>
            <w:div w:id="1564288195">
              <w:marLeft w:val="0"/>
              <w:marRight w:val="0"/>
              <w:marTop w:val="0"/>
              <w:marBottom w:val="300"/>
              <w:divBdr>
                <w:top w:val="none" w:sz="0" w:space="0" w:color="auto"/>
                <w:left w:val="none" w:sz="0" w:space="0" w:color="auto"/>
                <w:bottom w:val="none" w:sz="0" w:space="0" w:color="auto"/>
                <w:right w:val="none" w:sz="0" w:space="0" w:color="auto"/>
              </w:divBdr>
              <w:divsChild>
                <w:div w:id="1105461334">
                  <w:marLeft w:val="0"/>
                  <w:marRight w:val="0"/>
                  <w:marTop w:val="0"/>
                  <w:marBottom w:val="0"/>
                  <w:divBdr>
                    <w:top w:val="none" w:sz="0" w:space="0" w:color="auto"/>
                    <w:left w:val="none" w:sz="0" w:space="0" w:color="auto"/>
                    <w:bottom w:val="none" w:sz="0" w:space="0" w:color="auto"/>
                    <w:right w:val="none" w:sz="0" w:space="0" w:color="auto"/>
                  </w:divBdr>
                  <w:divsChild>
                    <w:div w:id="697240752">
                      <w:marLeft w:val="0"/>
                      <w:marRight w:val="0"/>
                      <w:marTop w:val="0"/>
                      <w:marBottom w:val="0"/>
                      <w:divBdr>
                        <w:top w:val="none" w:sz="0" w:space="0" w:color="auto"/>
                        <w:left w:val="none" w:sz="0" w:space="0" w:color="auto"/>
                        <w:bottom w:val="none" w:sz="0" w:space="0" w:color="auto"/>
                        <w:right w:val="none" w:sz="0" w:space="0" w:color="auto"/>
                      </w:divBdr>
                      <w:divsChild>
                        <w:div w:id="34479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6888656">
      <w:bodyDiv w:val="1"/>
      <w:marLeft w:val="0"/>
      <w:marRight w:val="0"/>
      <w:marTop w:val="0"/>
      <w:marBottom w:val="0"/>
      <w:divBdr>
        <w:top w:val="none" w:sz="0" w:space="0" w:color="auto"/>
        <w:left w:val="none" w:sz="0" w:space="0" w:color="auto"/>
        <w:bottom w:val="none" w:sz="0" w:space="0" w:color="auto"/>
        <w:right w:val="none" w:sz="0" w:space="0" w:color="auto"/>
      </w:divBdr>
      <w:divsChild>
        <w:div w:id="2134396248">
          <w:marLeft w:val="0"/>
          <w:marRight w:val="0"/>
          <w:marTop w:val="0"/>
          <w:marBottom w:val="0"/>
          <w:divBdr>
            <w:top w:val="none" w:sz="0" w:space="0" w:color="auto"/>
            <w:left w:val="none" w:sz="0" w:space="0" w:color="auto"/>
            <w:bottom w:val="none" w:sz="0" w:space="0" w:color="auto"/>
            <w:right w:val="none" w:sz="0" w:space="0" w:color="auto"/>
          </w:divBdr>
          <w:divsChild>
            <w:div w:id="1787503545">
              <w:marLeft w:val="0"/>
              <w:marRight w:val="0"/>
              <w:marTop w:val="0"/>
              <w:marBottom w:val="0"/>
              <w:divBdr>
                <w:top w:val="none" w:sz="0" w:space="0" w:color="auto"/>
                <w:left w:val="none" w:sz="0" w:space="0" w:color="auto"/>
                <w:bottom w:val="none" w:sz="0" w:space="0" w:color="auto"/>
                <w:right w:val="none" w:sz="0" w:space="0" w:color="auto"/>
              </w:divBdr>
              <w:divsChild>
                <w:div w:id="1707484922">
                  <w:marLeft w:val="0"/>
                  <w:marRight w:val="0"/>
                  <w:marTop w:val="0"/>
                  <w:marBottom w:val="0"/>
                  <w:divBdr>
                    <w:top w:val="none" w:sz="0" w:space="0" w:color="auto"/>
                    <w:left w:val="none" w:sz="0" w:space="0" w:color="auto"/>
                    <w:bottom w:val="none" w:sz="0" w:space="0" w:color="auto"/>
                    <w:right w:val="none" w:sz="0" w:space="0" w:color="auto"/>
                  </w:divBdr>
                  <w:divsChild>
                    <w:div w:id="1135560164">
                      <w:marLeft w:val="0"/>
                      <w:marRight w:val="0"/>
                      <w:marTop w:val="0"/>
                      <w:marBottom w:val="0"/>
                      <w:divBdr>
                        <w:top w:val="none" w:sz="0" w:space="0" w:color="auto"/>
                        <w:left w:val="none" w:sz="0" w:space="0" w:color="auto"/>
                        <w:bottom w:val="none" w:sz="0" w:space="0" w:color="auto"/>
                        <w:right w:val="none" w:sz="0" w:space="0" w:color="auto"/>
                      </w:divBdr>
                      <w:divsChild>
                        <w:div w:id="16332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4013933">
      <w:bodyDiv w:val="1"/>
      <w:marLeft w:val="0"/>
      <w:marRight w:val="0"/>
      <w:marTop w:val="0"/>
      <w:marBottom w:val="0"/>
      <w:divBdr>
        <w:top w:val="none" w:sz="0" w:space="0" w:color="auto"/>
        <w:left w:val="none" w:sz="0" w:space="0" w:color="auto"/>
        <w:bottom w:val="none" w:sz="0" w:space="0" w:color="auto"/>
        <w:right w:val="none" w:sz="0" w:space="0" w:color="auto"/>
      </w:divBdr>
      <w:divsChild>
        <w:div w:id="759519641">
          <w:marLeft w:val="0"/>
          <w:marRight w:val="0"/>
          <w:marTop w:val="0"/>
          <w:marBottom w:val="0"/>
          <w:divBdr>
            <w:top w:val="none" w:sz="0" w:space="0" w:color="auto"/>
            <w:left w:val="none" w:sz="0" w:space="0" w:color="auto"/>
            <w:bottom w:val="none" w:sz="0" w:space="0" w:color="auto"/>
            <w:right w:val="none" w:sz="0" w:space="0" w:color="auto"/>
          </w:divBdr>
        </w:div>
        <w:div w:id="1824084382">
          <w:marLeft w:val="0"/>
          <w:marRight w:val="0"/>
          <w:marTop w:val="0"/>
          <w:marBottom w:val="0"/>
          <w:divBdr>
            <w:top w:val="none" w:sz="0" w:space="0" w:color="auto"/>
            <w:left w:val="none" w:sz="0" w:space="0" w:color="auto"/>
            <w:bottom w:val="none" w:sz="0" w:space="0" w:color="auto"/>
            <w:right w:val="none" w:sz="0" w:space="0" w:color="auto"/>
          </w:divBdr>
        </w:div>
        <w:div w:id="1857575855">
          <w:marLeft w:val="0"/>
          <w:marRight w:val="0"/>
          <w:marTop w:val="0"/>
          <w:marBottom w:val="0"/>
          <w:divBdr>
            <w:top w:val="none" w:sz="0" w:space="0" w:color="auto"/>
            <w:left w:val="none" w:sz="0" w:space="0" w:color="auto"/>
            <w:bottom w:val="none" w:sz="0" w:space="0" w:color="auto"/>
            <w:right w:val="none" w:sz="0" w:space="0" w:color="auto"/>
          </w:divBdr>
        </w:div>
        <w:div w:id="2050101741">
          <w:marLeft w:val="0"/>
          <w:marRight w:val="0"/>
          <w:marTop w:val="0"/>
          <w:marBottom w:val="0"/>
          <w:divBdr>
            <w:top w:val="none" w:sz="0" w:space="0" w:color="auto"/>
            <w:left w:val="none" w:sz="0" w:space="0" w:color="auto"/>
            <w:bottom w:val="none" w:sz="0" w:space="0" w:color="auto"/>
            <w:right w:val="none" w:sz="0" w:space="0" w:color="auto"/>
          </w:divBdr>
        </w:div>
        <w:div w:id="2057046206">
          <w:marLeft w:val="0"/>
          <w:marRight w:val="0"/>
          <w:marTop w:val="0"/>
          <w:marBottom w:val="0"/>
          <w:divBdr>
            <w:top w:val="none" w:sz="0" w:space="0" w:color="auto"/>
            <w:left w:val="none" w:sz="0" w:space="0" w:color="auto"/>
            <w:bottom w:val="none" w:sz="0" w:space="0" w:color="auto"/>
            <w:right w:val="none" w:sz="0" w:space="0" w:color="auto"/>
          </w:divBdr>
        </w:div>
      </w:divsChild>
    </w:div>
    <w:div w:id="1044913404">
      <w:bodyDiv w:val="1"/>
      <w:marLeft w:val="0"/>
      <w:marRight w:val="0"/>
      <w:marTop w:val="0"/>
      <w:marBottom w:val="0"/>
      <w:divBdr>
        <w:top w:val="none" w:sz="0" w:space="0" w:color="auto"/>
        <w:left w:val="none" w:sz="0" w:space="0" w:color="auto"/>
        <w:bottom w:val="none" w:sz="0" w:space="0" w:color="auto"/>
        <w:right w:val="none" w:sz="0" w:space="0" w:color="auto"/>
      </w:divBdr>
    </w:div>
    <w:div w:id="1084179053">
      <w:bodyDiv w:val="1"/>
      <w:marLeft w:val="0"/>
      <w:marRight w:val="0"/>
      <w:marTop w:val="0"/>
      <w:marBottom w:val="0"/>
      <w:divBdr>
        <w:top w:val="none" w:sz="0" w:space="0" w:color="auto"/>
        <w:left w:val="none" w:sz="0" w:space="0" w:color="auto"/>
        <w:bottom w:val="none" w:sz="0" w:space="0" w:color="auto"/>
        <w:right w:val="none" w:sz="0" w:space="0" w:color="auto"/>
      </w:divBdr>
      <w:divsChild>
        <w:div w:id="1703936455">
          <w:marLeft w:val="0"/>
          <w:marRight w:val="0"/>
          <w:marTop w:val="0"/>
          <w:marBottom w:val="0"/>
          <w:divBdr>
            <w:top w:val="none" w:sz="0" w:space="0" w:color="auto"/>
            <w:left w:val="none" w:sz="0" w:space="0" w:color="auto"/>
            <w:bottom w:val="none" w:sz="0" w:space="0" w:color="auto"/>
            <w:right w:val="none" w:sz="0" w:space="0" w:color="auto"/>
          </w:divBdr>
          <w:divsChild>
            <w:div w:id="2116048384">
              <w:marLeft w:val="0"/>
              <w:marRight w:val="0"/>
              <w:marTop w:val="0"/>
              <w:marBottom w:val="0"/>
              <w:divBdr>
                <w:top w:val="none" w:sz="0" w:space="0" w:color="auto"/>
                <w:left w:val="none" w:sz="0" w:space="0" w:color="auto"/>
                <w:bottom w:val="none" w:sz="0" w:space="0" w:color="auto"/>
                <w:right w:val="none" w:sz="0" w:space="0" w:color="auto"/>
              </w:divBdr>
              <w:divsChild>
                <w:div w:id="202639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9277187">
      <w:bodyDiv w:val="1"/>
      <w:marLeft w:val="0"/>
      <w:marRight w:val="0"/>
      <w:marTop w:val="0"/>
      <w:marBottom w:val="0"/>
      <w:divBdr>
        <w:top w:val="none" w:sz="0" w:space="0" w:color="auto"/>
        <w:left w:val="none" w:sz="0" w:space="0" w:color="auto"/>
        <w:bottom w:val="none" w:sz="0" w:space="0" w:color="auto"/>
        <w:right w:val="none" w:sz="0" w:space="0" w:color="auto"/>
      </w:divBdr>
    </w:div>
    <w:div w:id="1142507411">
      <w:bodyDiv w:val="1"/>
      <w:marLeft w:val="0"/>
      <w:marRight w:val="0"/>
      <w:marTop w:val="0"/>
      <w:marBottom w:val="0"/>
      <w:divBdr>
        <w:top w:val="none" w:sz="0" w:space="0" w:color="auto"/>
        <w:left w:val="none" w:sz="0" w:space="0" w:color="auto"/>
        <w:bottom w:val="none" w:sz="0" w:space="0" w:color="auto"/>
        <w:right w:val="none" w:sz="0" w:space="0" w:color="auto"/>
      </w:divBdr>
    </w:div>
    <w:div w:id="1200237722">
      <w:bodyDiv w:val="1"/>
      <w:marLeft w:val="0"/>
      <w:marRight w:val="0"/>
      <w:marTop w:val="0"/>
      <w:marBottom w:val="0"/>
      <w:divBdr>
        <w:top w:val="none" w:sz="0" w:space="0" w:color="auto"/>
        <w:left w:val="none" w:sz="0" w:space="0" w:color="auto"/>
        <w:bottom w:val="none" w:sz="0" w:space="0" w:color="auto"/>
        <w:right w:val="none" w:sz="0" w:space="0" w:color="auto"/>
      </w:divBdr>
      <w:divsChild>
        <w:div w:id="757365620">
          <w:marLeft w:val="0"/>
          <w:marRight w:val="0"/>
          <w:marTop w:val="0"/>
          <w:marBottom w:val="0"/>
          <w:divBdr>
            <w:top w:val="none" w:sz="0" w:space="0" w:color="auto"/>
            <w:left w:val="none" w:sz="0" w:space="0" w:color="auto"/>
            <w:bottom w:val="none" w:sz="0" w:space="0" w:color="auto"/>
            <w:right w:val="none" w:sz="0" w:space="0" w:color="auto"/>
          </w:divBdr>
        </w:div>
        <w:div w:id="1139878747">
          <w:marLeft w:val="0"/>
          <w:marRight w:val="0"/>
          <w:marTop w:val="0"/>
          <w:marBottom w:val="0"/>
          <w:divBdr>
            <w:top w:val="none" w:sz="0" w:space="0" w:color="auto"/>
            <w:left w:val="none" w:sz="0" w:space="0" w:color="auto"/>
            <w:bottom w:val="none" w:sz="0" w:space="0" w:color="auto"/>
            <w:right w:val="none" w:sz="0" w:space="0" w:color="auto"/>
          </w:divBdr>
        </w:div>
      </w:divsChild>
    </w:div>
    <w:div w:id="1302881192">
      <w:bodyDiv w:val="1"/>
      <w:marLeft w:val="0"/>
      <w:marRight w:val="0"/>
      <w:marTop w:val="0"/>
      <w:marBottom w:val="0"/>
      <w:divBdr>
        <w:top w:val="none" w:sz="0" w:space="0" w:color="auto"/>
        <w:left w:val="none" w:sz="0" w:space="0" w:color="auto"/>
        <w:bottom w:val="none" w:sz="0" w:space="0" w:color="auto"/>
        <w:right w:val="none" w:sz="0" w:space="0" w:color="auto"/>
      </w:divBdr>
      <w:divsChild>
        <w:div w:id="758673891">
          <w:marLeft w:val="0"/>
          <w:marRight w:val="0"/>
          <w:marTop w:val="0"/>
          <w:marBottom w:val="0"/>
          <w:divBdr>
            <w:top w:val="none" w:sz="0" w:space="0" w:color="auto"/>
            <w:left w:val="none" w:sz="0" w:space="0" w:color="auto"/>
            <w:bottom w:val="none" w:sz="0" w:space="0" w:color="auto"/>
            <w:right w:val="none" w:sz="0" w:space="0" w:color="auto"/>
          </w:divBdr>
          <w:divsChild>
            <w:div w:id="1661615071">
              <w:marLeft w:val="0"/>
              <w:marRight w:val="0"/>
              <w:marTop w:val="0"/>
              <w:marBottom w:val="0"/>
              <w:divBdr>
                <w:top w:val="none" w:sz="0" w:space="0" w:color="auto"/>
                <w:left w:val="none" w:sz="0" w:space="0" w:color="auto"/>
                <w:bottom w:val="none" w:sz="0" w:space="0" w:color="auto"/>
                <w:right w:val="none" w:sz="0" w:space="0" w:color="auto"/>
              </w:divBdr>
            </w:div>
            <w:div w:id="2055352012">
              <w:marLeft w:val="0"/>
              <w:marRight w:val="0"/>
              <w:marTop w:val="0"/>
              <w:marBottom w:val="0"/>
              <w:divBdr>
                <w:top w:val="none" w:sz="0" w:space="0" w:color="auto"/>
                <w:left w:val="none" w:sz="0" w:space="0" w:color="auto"/>
                <w:bottom w:val="none" w:sz="0" w:space="0" w:color="auto"/>
                <w:right w:val="none" w:sz="0" w:space="0" w:color="auto"/>
              </w:divBdr>
            </w:div>
            <w:div w:id="2057778468">
              <w:marLeft w:val="0"/>
              <w:marRight w:val="0"/>
              <w:marTop w:val="0"/>
              <w:marBottom w:val="0"/>
              <w:divBdr>
                <w:top w:val="none" w:sz="0" w:space="0" w:color="auto"/>
                <w:left w:val="none" w:sz="0" w:space="0" w:color="auto"/>
                <w:bottom w:val="none" w:sz="0" w:space="0" w:color="auto"/>
                <w:right w:val="none" w:sz="0" w:space="0" w:color="auto"/>
              </w:divBdr>
              <w:divsChild>
                <w:div w:id="2105951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683589">
          <w:marLeft w:val="0"/>
          <w:marRight w:val="0"/>
          <w:marTop w:val="0"/>
          <w:marBottom w:val="0"/>
          <w:divBdr>
            <w:top w:val="none" w:sz="0" w:space="0" w:color="auto"/>
            <w:left w:val="none" w:sz="0" w:space="0" w:color="auto"/>
            <w:bottom w:val="none" w:sz="0" w:space="0" w:color="auto"/>
            <w:right w:val="none" w:sz="0" w:space="0" w:color="auto"/>
          </w:divBdr>
        </w:div>
      </w:divsChild>
    </w:div>
    <w:div w:id="1336959248">
      <w:bodyDiv w:val="1"/>
      <w:marLeft w:val="0"/>
      <w:marRight w:val="0"/>
      <w:marTop w:val="0"/>
      <w:marBottom w:val="0"/>
      <w:divBdr>
        <w:top w:val="none" w:sz="0" w:space="0" w:color="auto"/>
        <w:left w:val="none" w:sz="0" w:space="0" w:color="auto"/>
        <w:bottom w:val="none" w:sz="0" w:space="0" w:color="auto"/>
        <w:right w:val="none" w:sz="0" w:space="0" w:color="auto"/>
      </w:divBdr>
    </w:div>
    <w:div w:id="1365593745">
      <w:bodyDiv w:val="1"/>
      <w:marLeft w:val="0"/>
      <w:marRight w:val="0"/>
      <w:marTop w:val="0"/>
      <w:marBottom w:val="0"/>
      <w:divBdr>
        <w:top w:val="none" w:sz="0" w:space="0" w:color="auto"/>
        <w:left w:val="none" w:sz="0" w:space="0" w:color="auto"/>
        <w:bottom w:val="none" w:sz="0" w:space="0" w:color="auto"/>
        <w:right w:val="none" w:sz="0" w:space="0" w:color="auto"/>
      </w:divBdr>
      <w:divsChild>
        <w:div w:id="1222667897">
          <w:marLeft w:val="0"/>
          <w:marRight w:val="0"/>
          <w:marTop w:val="0"/>
          <w:marBottom w:val="0"/>
          <w:divBdr>
            <w:top w:val="none" w:sz="0" w:space="0" w:color="auto"/>
            <w:left w:val="none" w:sz="0" w:space="0" w:color="auto"/>
            <w:bottom w:val="none" w:sz="0" w:space="0" w:color="auto"/>
            <w:right w:val="none" w:sz="0" w:space="0" w:color="auto"/>
          </w:divBdr>
          <w:divsChild>
            <w:div w:id="1319573841">
              <w:marLeft w:val="0"/>
              <w:marRight w:val="0"/>
              <w:marTop w:val="0"/>
              <w:marBottom w:val="300"/>
              <w:divBdr>
                <w:top w:val="none" w:sz="0" w:space="0" w:color="auto"/>
                <w:left w:val="none" w:sz="0" w:space="0" w:color="auto"/>
                <w:bottom w:val="none" w:sz="0" w:space="0" w:color="auto"/>
                <w:right w:val="none" w:sz="0" w:space="0" w:color="auto"/>
              </w:divBdr>
              <w:divsChild>
                <w:div w:id="65543545">
                  <w:marLeft w:val="0"/>
                  <w:marRight w:val="0"/>
                  <w:marTop w:val="0"/>
                  <w:marBottom w:val="0"/>
                  <w:divBdr>
                    <w:top w:val="none" w:sz="0" w:space="0" w:color="auto"/>
                    <w:left w:val="none" w:sz="0" w:space="0" w:color="auto"/>
                    <w:bottom w:val="none" w:sz="0" w:space="0" w:color="auto"/>
                    <w:right w:val="none" w:sz="0" w:space="0" w:color="auto"/>
                  </w:divBdr>
                  <w:divsChild>
                    <w:div w:id="535503491">
                      <w:marLeft w:val="0"/>
                      <w:marRight w:val="0"/>
                      <w:marTop w:val="0"/>
                      <w:marBottom w:val="0"/>
                      <w:divBdr>
                        <w:top w:val="none" w:sz="0" w:space="0" w:color="auto"/>
                        <w:left w:val="none" w:sz="0" w:space="0" w:color="auto"/>
                        <w:bottom w:val="none" w:sz="0" w:space="0" w:color="auto"/>
                        <w:right w:val="none" w:sz="0" w:space="0" w:color="auto"/>
                      </w:divBdr>
                      <w:divsChild>
                        <w:div w:id="74661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6224419">
      <w:bodyDiv w:val="1"/>
      <w:marLeft w:val="0"/>
      <w:marRight w:val="0"/>
      <w:marTop w:val="0"/>
      <w:marBottom w:val="0"/>
      <w:divBdr>
        <w:top w:val="none" w:sz="0" w:space="0" w:color="auto"/>
        <w:left w:val="none" w:sz="0" w:space="0" w:color="auto"/>
        <w:bottom w:val="none" w:sz="0" w:space="0" w:color="auto"/>
        <w:right w:val="none" w:sz="0" w:space="0" w:color="auto"/>
      </w:divBdr>
      <w:divsChild>
        <w:div w:id="1044870334">
          <w:marLeft w:val="0"/>
          <w:marRight w:val="0"/>
          <w:marTop w:val="0"/>
          <w:marBottom w:val="0"/>
          <w:divBdr>
            <w:top w:val="none" w:sz="0" w:space="0" w:color="auto"/>
            <w:left w:val="none" w:sz="0" w:space="0" w:color="auto"/>
            <w:bottom w:val="none" w:sz="0" w:space="0" w:color="auto"/>
            <w:right w:val="none" w:sz="0" w:space="0" w:color="auto"/>
          </w:divBdr>
          <w:divsChild>
            <w:div w:id="411663914">
              <w:marLeft w:val="0"/>
              <w:marRight w:val="0"/>
              <w:marTop w:val="0"/>
              <w:marBottom w:val="300"/>
              <w:divBdr>
                <w:top w:val="none" w:sz="0" w:space="0" w:color="auto"/>
                <w:left w:val="none" w:sz="0" w:space="0" w:color="auto"/>
                <w:bottom w:val="none" w:sz="0" w:space="0" w:color="auto"/>
                <w:right w:val="none" w:sz="0" w:space="0" w:color="auto"/>
              </w:divBdr>
              <w:divsChild>
                <w:div w:id="177700133">
                  <w:marLeft w:val="0"/>
                  <w:marRight w:val="0"/>
                  <w:marTop w:val="0"/>
                  <w:marBottom w:val="0"/>
                  <w:divBdr>
                    <w:top w:val="none" w:sz="0" w:space="0" w:color="auto"/>
                    <w:left w:val="none" w:sz="0" w:space="0" w:color="auto"/>
                    <w:bottom w:val="none" w:sz="0" w:space="0" w:color="auto"/>
                    <w:right w:val="none" w:sz="0" w:space="0" w:color="auto"/>
                  </w:divBdr>
                  <w:divsChild>
                    <w:div w:id="121004156">
                      <w:marLeft w:val="0"/>
                      <w:marRight w:val="0"/>
                      <w:marTop w:val="0"/>
                      <w:marBottom w:val="0"/>
                      <w:divBdr>
                        <w:top w:val="none" w:sz="0" w:space="0" w:color="auto"/>
                        <w:left w:val="none" w:sz="0" w:space="0" w:color="auto"/>
                        <w:bottom w:val="none" w:sz="0" w:space="0" w:color="auto"/>
                        <w:right w:val="none" w:sz="0" w:space="0" w:color="auto"/>
                      </w:divBdr>
                      <w:divsChild>
                        <w:div w:id="17920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049015">
      <w:bodyDiv w:val="1"/>
      <w:marLeft w:val="0"/>
      <w:marRight w:val="0"/>
      <w:marTop w:val="0"/>
      <w:marBottom w:val="0"/>
      <w:divBdr>
        <w:top w:val="none" w:sz="0" w:space="0" w:color="auto"/>
        <w:left w:val="none" w:sz="0" w:space="0" w:color="auto"/>
        <w:bottom w:val="none" w:sz="0" w:space="0" w:color="auto"/>
        <w:right w:val="none" w:sz="0" w:space="0" w:color="auto"/>
      </w:divBdr>
    </w:div>
    <w:div w:id="1614239306">
      <w:bodyDiv w:val="1"/>
      <w:marLeft w:val="0"/>
      <w:marRight w:val="0"/>
      <w:marTop w:val="0"/>
      <w:marBottom w:val="0"/>
      <w:divBdr>
        <w:top w:val="none" w:sz="0" w:space="0" w:color="auto"/>
        <w:left w:val="none" w:sz="0" w:space="0" w:color="auto"/>
        <w:bottom w:val="none" w:sz="0" w:space="0" w:color="auto"/>
        <w:right w:val="none" w:sz="0" w:space="0" w:color="auto"/>
      </w:divBdr>
    </w:div>
    <w:div w:id="1784690803">
      <w:bodyDiv w:val="1"/>
      <w:marLeft w:val="0"/>
      <w:marRight w:val="0"/>
      <w:marTop w:val="0"/>
      <w:marBottom w:val="0"/>
      <w:divBdr>
        <w:top w:val="none" w:sz="0" w:space="0" w:color="auto"/>
        <w:left w:val="none" w:sz="0" w:space="0" w:color="auto"/>
        <w:bottom w:val="none" w:sz="0" w:space="0" w:color="auto"/>
        <w:right w:val="none" w:sz="0" w:space="0" w:color="auto"/>
      </w:divBdr>
      <w:divsChild>
        <w:div w:id="52435222">
          <w:marLeft w:val="0"/>
          <w:marRight w:val="0"/>
          <w:marTop w:val="0"/>
          <w:marBottom w:val="0"/>
          <w:divBdr>
            <w:top w:val="none" w:sz="0" w:space="0" w:color="auto"/>
            <w:left w:val="none" w:sz="0" w:space="0" w:color="auto"/>
            <w:bottom w:val="none" w:sz="0" w:space="0" w:color="auto"/>
            <w:right w:val="none" w:sz="0" w:space="0" w:color="auto"/>
          </w:divBdr>
          <w:divsChild>
            <w:div w:id="1433627232">
              <w:marLeft w:val="0"/>
              <w:marRight w:val="0"/>
              <w:marTop w:val="0"/>
              <w:marBottom w:val="300"/>
              <w:divBdr>
                <w:top w:val="none" w:sz="0" w:space="0" w:color="auto"/>
                <w:left w:val="none" w:sz="0" w:space="0" w:color="auto"/>
                <w:bottom w:val="none" w:sz="0" w:space="0" w:color="auto"/>
                <w:right w:val="none" w:sz="0" w:space="0" w:color="auto"/>
              </w:divBdr>
              <w:divsChild>
                <w:div w:id="969088928">
                  <w:marLeft w:val="0"/>
                  <w:marRight w:val="0"/>
                  <w:marTop w:val="0"/>
                  <w:marBottom w:val="0"/>
                  <w:divBdr>
                    <w:top w:val="none" w:sz="0" w:space="0" w:color="auto"/>
                    <w:left w:val="none" w:sz="0" w:space="0" w:color="auto"/>
                    <w:bottom w:val="none" w:sz="0" w:space="0" w:color="auto"/>
                    <w:right w:val="none" w:sz="0" w:space="0" w:color="auto"/>
                  </w:divBdr>
                  <w:divsChild>
                    <w:div w:id="1394426876">
                      <w:marLeft w:val="0"/>
                      <w:marRight w:val="0"/>
                      <w:marTop w:val="0"/>
                      <w:marBottom w:val="0"/>
                      <w:divBdr>
                        <w:top w:val="none" w:sz="0" w:space="0" w:color="auto"/>
                        <w:left w:val="none" w:sz="0" w:space="0" w:color="auto"/>
                        <w:bottom w:val="none" w:sz="0" w:space="0" w:color="auto"/>
                        <w:right w:val="none" w:sz="0" w:space="0" w:color="auto"/>
                      </w:divBdr>
                      <w:divsChild>
                        <w:div w:id="39323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5097947">
      <w:bodyDiv w:val="1"/>
      <w:marLeft w:val="0"/>
      <w:marRight w:val="0"/>
      <w:marTop w:val="0"/>
      <w:marBottom w:val="0"/>
      <w:divBdr>
        <w:top w:val="none" w:sz="0" w:space="0" w:color="auto"/>
        <w:left w:val="none" w:sz="0" w:space="0" w:color="auto"/>
        <w:bottom w:val="none" w:sz="0" w:space="0" w:color="auto"/>
        <w:right w:val="none" w:sz="0" w:space="0" w:color="auto"/>
      </w:divBdr>
      <w:divsChild>
        <w:div w:id="1084032046">
          <w:marLeft w:val="0"/>
          <w:marRight w:val="0"/>
          <w:marTop w:val="0"/>
          <w:marBottom w:val="0"/>
          <w:divBdr>
            <w:top w:val="none" w:sz="0" w:space="0" w:color="auto"/>
            <w:left w:val="none" w:sz="0" w:space="0" w:color="auto"/>
            <w:bottom w:val="none" w:sz="0" w:space="0" w:color="auto"/>
            <w:right w:val="none" w:sz="0" w:space="0" w:color="auto"/>
          </w:divBdr>
        </w:div>
        <w:div w:id="1663315562">
          <w:marLeft w:val="0"/>
          <w:marRight w:val="0"/>
          <w:marTop w:val="0"/>
          <w:marBottom w:val="0"/>
          <w:divBdr>
            <w:top w:val="none" w:sz="0" w:space="0" w:color="auto"/>
            <w:left w:val="none" w:sz="0" w:space="0" w:color="auto"/>
            <w:bottom w:val="none" w:sz="0" w:space="0" w:color="auto"/>
            <w:right w:val="none" w:sz="0" w:space="0" w:color="auto"/>
          </w:divBdr>
        </w:div>
        <w:div w:id="2046710329">
          <w:marLeft w:val="0"/>
          <w:marRight w:val="0"/>
          <w:marTop w:val="0"/>
          <w:marBottom w:val="0"/>
          <w:divBdr>
            <w:top w:val="none" w:sz="0" w:space="0" w:color="auto"/>
            <w:left w:val="none" w:sz="0" w:space="0" w:color="auto"/>
            <w:bottom w:val="none" w:sz="0" w:space="0" w:color="auto"/>
            <w:right w:val="none" w:sz="0" w:space="0" w:color="auto"/>
          </w:divBdr>
        </w:div>
      </w:divsChild>
    </w:div>
    <w:div w:id="1851328678">
      <w:bodyDiv w:val="1"/>
      <w:marLeft w:val="0"/>
      <w:marRight w:val="0"/>
      <w:marTop w:val="0"/>
      <w:marBottom w:val="0"/>
      <w:divBdr>
        <w:top w:val="none" w:sz="0" w:space="0" w:color="auto"/>
        <w:left w:val="none" w:sz="0" w:space="0" w:color="auto"/>
        <w:bottom w:val="none" w:sz="0" w:space="0" w:color="auto"/>
        <w:right w:val="none" w:sz="0" w:space="0" w:color="auto"/>
      </w:divBdr>
      <w:divsChild>
        <w:div w:id="2086489453">
          <w:marLeft w:val="0"/>
          <w:marRight w:val="0"/>
          <w:marTop w:val="0"/>
          <w:marBottom w:val="0"/>
          <w:divBdr>
            <w:top w:val="none" w:sz="0" w:space="0" w:color="auto"/>
            <w:left w:val="none" w:sz="0" w:space="0" w:color="auto"/>
            <w:bottom w:val="none" w:sz="0" w:space="0" w:color="auto"/>
            <w:right w:val="none" w:sz="0" w:space="0" w:color="auto"/>
          </w:divBdr>
          <w:divsChild>
            <w:div w:id="921834564">
              <w:marLeft w:val="0"/>
              <w:marRight w:val="0"/>
              <w:marTop w:val="0"/>
              <w:marBottom w:val="300"/>
              <w:divBdr>
                <w:top w:val="none" w:sz="0" w:space="0" w:color="auto"/>
                <w:left w:val="none" w:sz="0" w:space="0" w:color="auto"/>
                <w:bottom w:val="none" w:sz="0" w:space="0" w:color="auto"/>
                <w:right w:val="none" w:sz="0" w:space="0" w:color="auto"/>
              </w:divBdr>
              <w:divsChild>
                <w:div w:id="949241512">
                  <w:marLeft w:val="0"/>
                  <w:marRight w:val="0"/>
                  <w:marTop w:val="0"/>
                  <w:marBottom w:val="0"/>
                  <w:divBdr>
                    <w:top w:val="none" w:sz="0" w:space="0" w:color="auto"/>
                    <w:left w:val="none" w:sz="0" w:space="0" w:color="auto"/>
                    <w:bottom w:val="none" w:sz="0" w:space="0" w:color="auto"/>
                    <w:right w:val="none" w:sz="0" w:space="0" w:color="auto"/>
                  </w:divBdr>
                  <w:divsChild>
                    <w:div w:id="1260681636">
                      <w:marLeft w:val="0"/>
                      <w:marRight w:val="0"/>
                      <w:marTop w:val="0"/>
                      <w:marBottom w:val="0"/>
                      <w:divBdr>
                        <w:top w:val="none" w:sz="0" w:space="0" w:color="auto"/>
                        <w:left w:val="none" w:sz="0" w:space="0" w:color="auto"/>
                        <w:bottom w:val="none" w:sz="0" w:space="0" w:color="auto"/>
                        <w:right w:val="none" w:sz="0" w:space="0" w:color="auto"/>
                      </w:divBdr>
                      <w:divsChild>
                        <w:div w:id="17839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2603653">
      <w:bodyDiv w:val="1"/>
      <w:marLeft w:val="0"/>
      <w:marRight w:val="0"/>
      <w:marTop w:val="0"/>
      <w:marBottom w:val="0"/>
      <w:divBdr>
        <w:top w:val="none" w:sz="0" w:space="0" w:color="auto"/>
        <w:left w:val="none" w:sz="0" w:space="0" w:color="auto"/>
        <w:bottom w:val="none" w:sz="0" w:space="0" w:color="auto"/>
        <w:right w:val="none" w:sz="0" w:space="0" w:color="auto"/>
      </w:divBdr>
      <w:divsChild>
        <w:div w:id="216161456">
          <w:marLeft w:val="0"/>
          <w:marRight w:val="0"/>
          <w:marTop w:val="0"/>
          <w:marBottom w:val="0"/>
          <w:divBdr>
            <w:top w:val="none" w:sz="0" w:space="0" w:color="auto"/>
            <w:left w:val="none" w:sz="0" w:space="0" w:color="auto"/>
            <w:bottom w:val="none" w:sz="0" w:space="0" w:color="auto"/>
            <w:right w:val="none" w:sz="0" w:space="0" w:color="auto"/>
          </w:divBdr>
          <w:divsChild>
            <w:div w:id="939140506">
              <w:marLeft w:val="0"/>
              <w:marRight w:val="0"/>
              <w:marTop w:val="0"/>
              <w:marBottom w:val="0"/>
              <w:divBdr>
                <w:top w:val="none" w:sz="0" w:space="0" w:color="auto"/>
                <w:left w:val="none" w:sz="0" w:space="0" w:color="auto"/>
                <w:bottom w:val="none" w:sz="0" w:space="0" w:color="auto"/>
                <w:right w:val="none" w:sz="0" w:space="0" w:color="auto"/>
              </w:divBdr>
              <w:divsChild>
                <w:div w:id="14104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23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it.facebook.com/JaguarItalia/" TargetMode="External"/><Relationship Id="rId13" Type="http://schemas.openxmlformats.org/officeDocument/2006/relationships/hyperlink" Target="http://www.media.jaguar.com/it-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inkedin.com/company/jaguar-land-rover-itali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user/JaguarItalia"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twitter.com/JaguarItalia" TargetMode="External"/><Relationship Id="rId4" Type="http://schemas.openxmlformats.org/officeDocument/2006/relationships/settings" Target="settings.xml"/><Relationship Id="rId9" Type="http://schemas.openxmlformats.org/officeDocument/2006/relationships/hyperlink" Target="https://www.instagram.com/jaguar/?hl=it"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incipale\Desktop\PROVE%20CARTA\BOZZE%20ALE\JAG2.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12EE4-B6B1-4B42-8D2F-65FB476A9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JAG2</Template>
  <TotalTime>1</TotalTime>
  <Pages>2</Pages>
  <Words>671</Words>
  <Characters>3828</Characters>
  <Application>Microsoft Office Word</Application>
  <DocSecurity>0</DocSecurity>
  <Lines>31</Lines>
  <Paragraphs>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JAGUAR ITALIA Spa - Viale Alessandro Marchetti, 105 – 00148 Roma</vt:lpstr>
      <vt:lpstr>JAGUAR ITALIA Spa - Viale Alessandro Marchetti, 105 – 00148 Roma</vt:lpstr>
    </vt:vector>
  </TitlesOfParts>
  <Company>Toshiba</Company>
  <LinksUpToDate>false</LinksUpToDate>
  <CharactersWithSpaces>4491</CharactersWithSpaces>
  <SharedDoc>false</SharedDoc>
  <HLinks>
    <vt:vector size="30" baseType="variant">
      <vt:variant>
        <vt:i4>4259866</vt:i4>
      </vt:variant>
      <vt:variant>
        <vt:i4>12</vt:i4>
      </vt:variant>
      <vt:variant>
        <vt:i4>0</vt:i4>
      </vt:variant>
      <vt:variant>
        <vt:i4>5</vt:i4>
      </vt:variant>
      <vt:variant>
        <vt:lpwstr>http://www.media.jaguar.com/</vt:lpwstr>
      </vt:variant>
      <vt:variant>
        <vt:lpwstr/>
      </vt:variant>
      <vt:variant>
        <vt:i4>6225993</vt:i4>
      </vt:variant>
      <vt:variant>
        <vt:i4>9</vt:i4>
      </vt:variant>
      <vt:variant>
        <vt:i4>0</vt:i4>
      </vt:variant>
      <vt:variant>
        <vt:i4>5</vt:i4>
      </vt:variant>
      <vt:variant>
        <vt:lpwstr>http://www.jaguar.com/classic</vt:lpwstr>
      </vt:variant>
      <vt:variant>
        <vt:lpwstr/>
      </vt:variant>
      <vt:variant>
        <vt:i4>6357022</vt:i4>
      </vt:variant>
      <vt:variant>
        <vt:i4>6</vt:i4>
      </vt:variant>
      <vt:variant>
        <vt:i4>0</vt:i4>
      </vt:variant>
      <vt:variant>
        <vt:i4>5</vt:i4>
      </vt:variant>
      <vt:variant>
        <vt:lpwstr>C:\Users\mgoodbun\Desktop\X152 LE\FINAL\www.jaguar.com\SVO</vt:lpwstr>
      </vt:variant>
      <vt:variant>
        <vt:lpwstr/>
      </vt:variant>
      <vt:variant>
        <vt:i4>1572888</vt:i4>
      </vt:variant>
      <vt:variant>
        <vt:i4>3</vt:i4>
      </vt:variant>
      <vt:variant>
        <vt:i4>0</vt:i4>
      </vt:variant>
      <vt:variant>
        <vt:i4>5</vt:i4>
      </vt:variant>
      <vt:variant>
        <vt:lpwstr>https://media.jaguar.com/news/2020/08/jaguar-classic-will-celebrate-60-years-e-type-2021-anniversary-tribute-edition</vt:lpwstr>
      </vt:variant>
      <vt:variant>
        <vt:lpwstr/>
      </vt:variant>
      <vt:variant>
        <vt:i4>2949236</vt:i4>
      </vt:variant>
      <vt:variant>
        <vt:i4>0</vt:i4>
      </vt:variant>
      <vt:variant>
        <vt:i4>0</vt:i4>
      </vt:variant>
      <vt:variant>
        <vt:i4>5</vt:i4>
      </vt:variant>
      <vt:variant>
        <vt:lpwstr>www.jaguar.com/SVO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JAGUAR ITALIA Spa - Viale Alessandro Marchetti, 105 – 00148 Roma</dc:title>
  <dc:subject/>
  <dc:creator>Principale;Paolo Nerico</dc:creator>
  <cp:keywords/>
  <dc:description/>
  <cp:lastModifiedBy>Cinzia Carta</cp:lastModifiedBy>
  <cp:revision>2</cp:revision>
  <cp:lastPrinted>2018-10-18T12:18:00Z</cp:lastPrinted>
  <dcterms:created xsi:type="dcterms:W3CDTF">2021-08-05T08:38:00Z</dcterms:created>
  <dcterms:modified xsi:type="dcterms:W3CDTF">2021-08-05T08:38:00Z</dcterms:modified>
</cp:coreProperties>
</file>